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Theme="minorEastAsia" w:hAnsiTheme="minorEastAsia"/>
          <w:i/>
          <w:sz w:val="18"/>
          <w:lang w:eastAsia="zh-CN"/>
        </w:rPr>
      </w:pPr>
    </w:p>
    <w:p>
      <w:pPr>
        <w:rPr>
          <w:rFonts w:asciiTheme="minorEastAsia" w:hAnsiTheme="minorEastAsia"/>
          <w:lang w:eastAsia="zh-CN"/>
        </w:rPr>
      </w:pPr>
    </w:p>
    <w:p>
      <w:pPr>
        <w:jc w:val="center"/>
        <w:rPr>
          <w:rFonts w:asciiTheme="minorEastAsia" w:hAnsiTheme="minorEastAsia"/>
          <w:b/>
          <w:sz w:val="32"/>
          <w:lang w:eastAsia="zh-CN"/>
        </w:rPr>
      </w:pPr>
      <w:r>
        <w:rPr>
          <w:rFonts w:hint="eastAsia" w:asciiTheme="minorEastAsia" w:hAnsiTheme="minorEastAsia"/>
          <w:b/>
          <w:sz w:val="32"/>
          <w:lang w:eastAsia="zh-CN"/>
        </w:rPr>
        <w:t xml:space="preserve">      </w:t>
      </w:r>
      <w:r>
        <w:rPr>
          <w:rFonts w:asciiTheme="minorEastAsia" w:hAnsiTheme="minorEastAsia"/>
          <w:b/>
          <w:sz w:val="32"/>
          <w:lang w:eastAsia="zh-CN"/>
        </w:rPr>
        <w:t>20</w:t>
      </w:r>
      <w:r>
        <w:rPr>
          <w:rFonts w:hint="eastAsia" w:asciiTheme="minorEastAsia" w:hAnsiTheme="minorEastAsia"/>
          <w:b/>
          <w:sz w:val="32"/>
          <w:lang w:val="en-US" w:eastAsia="zh-CN"/>
        </w:rPr>
        <w:t>22</w:t>
      </w:r>
      <w:r>
        <w:rPr>
          <w:rFonts w:asciiTheme="minorEastAsia" w:hAnsiTheme="minorEastAsia"/>
          <w:b/>
          <w:sz w:val="32"/>
          <w:lang w:eastAsia="zh-CN"/>
        </w:rPr>
        <w:t>-20</w:t>
      </w:r>
      <w:r>
        <w:rPr>
          <w:rFonts w:hint="eastAsia" w:asciiTheme="minorEastAsia" w:hAnsiTheme="minorEastAsia"/>
          <w:b/>
          <w:sz w:val="32"/>
          <w:lang w:val="en-US" w:eastAsia="zh-CN"/>
        </w:rPr>
        <w:t>23</w:t>
      </w:r>
      <w:bookmarkStart w:id="19" w:name="_GoBack"/>
      <w:bookmarkEnd w:id="19"/>
      <w:r>
        <w:rPr>
          <w:rFonts w:asciiTheme="minorEastAsia" w:hAnsiTheme="minorEastAsia"/>
          <w:b/>
          <w:sz w:val="32"/>
          <w:lang w:eastAsia="zh-CN"/>
        </w:rPr>
        <w:t xml:space="preserve"> </w:t>
      </w:r>
      <w:r>
        <w:rPr>
          <w:rFonts w:hint="eastAsia" w:asciiTheme="minorEastAsia" w:hAnsiTheme="minorEastAsia"/>
          <w:b/>
          <w:sz w:val="32"/>
          <w:u w:val="single"/>
          <w:lang w:eastAsia="zh-CN"/>
        </w:rPr>
        <w:t xml:space="preserve">           </w:t>
      </w:r>
      <w:r>
        <w:rPr>
          <w:rFonts w:hint="eastAsia" w:asciiTheme="minorEastAsia" w:hAnsiTheme="minorEastAsia"/>
          <w:b/>
          <w:sz w:val="32"/>
          <w:lang w:eastAsia="zh-CN"/>
        </w:rPr>
        <w:t>大学博世助学金申请表</w:t>
      </w:r>
    </w:p>
    <w:p>
      <w:pPr>
        <w:ind w:right="880"/>
        <w:rPr>
          <w:rFonts w:asciiTheme="minorEastAsia" w:hAnsiTheme="minorEastAsia"/>
          <w:lang w:eastAsia="zh-CN"/>
        </w:rPr>
      </w:pPr>
    </w:p>
    <w:tbl>
      <w:tblPr>
        <w:tblStyle w:val="25"/>
        <w:tblpPr w:leftFromText="180" w:rightFromText="180" w:vertAnchor="page" w:horzAnchor="margin" w:tblpY="3081"/>
        <w:tblW w:w="927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1"/>
        <w:gridCol w:w="630"/>
        <w:gridCol w:w="629"/>
        <w:gridCol w:w="810"/>
        <w:gridCol w:w="451"/>
        <w:gridCol w:w="603"/>
        <w:gridCol w:w="569"/>
        <w:gridCol w:w="990"/>
        <w:gridCol w:w="174"/>
        <w:gridCol w:w="1176"/>
        <w:gridCol w:w="1624"/>
        <w:gridCol w:w="10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atLeast"/>
        </w:trPr>
        <w:tc>
          <w:tcPr>
            <w:tcW w:w="541" w:type="dxa"/>
            <w:vMerge w:val="restart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2"/>
              </w:rPr>
            </w:pPr>
            <w:r>
              <w:rPr>
                <w:rFonts w:hint="eastAsia" w:asciiTheme="minorEastAsia" w:hAnsiTheme="minorEastAsia" w:eastAsiaTheme="minorEastAsia"/>
                <w:szCs w:val="22"/>
              </w:rPr>
              <w:t>学生</w:t>
            </w:r>
            <w:r>
              <w:rPr>
                <w:rFonts w:asciiTheme="minorEastAsia" w:hAnsiTheme="minorEastAsia" w:eastAsiaTheme="minorEastAsia"/>
                <w:szCs w:val="22"/>
              </w:rPr>
              <w:br w:type="textWrapping"/>
            </w:r>
            <w:r>
              <w:rPr>
                <w:rFonts w:hint="eastAsia" w:asciiTheme="minorEastAsia" w:hAnsiTheme="minorEastAsia" w:eastAsiaTheme="minorEastAsia"/>
                <w:szCs w:val="22"/>
              </w:rPr>
              <w:t>基本</w:t>
            </w:r>
            <w:r>
              <w:rPr>
                <w:rFonts w:asciiTheme="minorEastAsia" w:hAnsiTheme="minorEastAsia" w:eastAsiaTheme="minorEastAsia"/>
                <w:szCs w:val="22"/>
              </w:rPr>
              <w:br w:type="textWrapping"/>
            </w:r>
            <w:r>
              <w:rPr>
                <w:rFonts w:hint="eastAsia" w:asciiTheme="minorEastAsia" w:hAnsiTheme="minorEastAsia" w:eastAsiaTheme="minorEastAsia"/>
                <w:szCs w:val="22"/>
              </w:rPr>
              <w:t>信息</w:t>
            </w:r>
          </w:p>
        </w:tc>
        <w:tc>
          <w:tcPr>
            <w:tcW w:w="1259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2"/>
              </w:rPr>
            </w:pPr>
            <w:r>
              <w:rPr>
                <w:rFonts w:hint="eastAsia" w:asciiTheme="minorEastAsia" w:hAnsiTheme="minorEastAsia" w:eastAsiaTheme="minorEastAsia"/>
                <w:szCs w:val="22"/>
              </w:rPr>
              <w:t>姓名</w:t>
            </w:r>
          </w:p>
        </w:tc>
        <w:tc>
          <w:tcPr>
            <w:tcW w:w="1261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2"/>
              </w:rPr>
            </w:pPr>
          </w:p>
        </w:tc>
        <w:tc>
          <w:tcPr>
            <w:tcW w:w="1172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2"/>
              </w:rPr>
            </w:pPr>
            <w:r>
              <w:rPr>
                <w:rFonts w:hint="eastAsia" w:asciiTheme="minorEastAsia" w:hAnsiTheme="minorEastAsia" w:eastAsiaTheme="minorEastAsia"/>
                <w:szCs w:val="22"/>
              </w:rPr>
              <w:t>性别</w:t>
            </w:r>
          </w:p>
        </w:tc>
        <w:tc>
          <w:tcPr>
            <w:tcW w:w="990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2"/>
              </w:rPr>
            </w:pPr>
          </w:p>
        </w:tc>
        <w:tc>
          <w:tcPr>
            <w:tcW w:w="1350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2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Cs w:val="22"/>
                <w:lang w:eastAsia="zh-CN"/>
              </w:rPr>
              <w:t>出生年月</w:t>
            </w:r>
          </w:p>
        </w:tc>
        <w:tc>
          <w:tcPr>
            <w:tcW w:w="2698" w:type="dxa"/>
            <w:gridSpan w:val="2"/>
          </w:tcPr>
          <w:p>
            <w:pPr>
              <w:rPr>
                <w:rFonts w:asciiTheme="minorEastAsia" w:hAnsiTheme="minorEastAsia" w:eastAsiaTheme="minorEastAsia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41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2"/>
              </w:rPr>
            </w:pPr>
          </w:p>
        </w:tc>
        <w:tc>
          <w:tcPr>
            <w:tcW w:w="1259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2"/>
              </w:rPr>
            </w:pPr>
            <w:r>
              <w:rPr>
                <w:rFonts w:hint="eastAsia" w:asciiTheme="minorEastAsia" w:hAnsiTheme="minorEastAsia" w:eastAsiaTheme="minorEastAsia"/>
                <w:szCs w:val="22"/>
                <w:lang w:eastAsia="zh-CN"/>
              </w:rPr>
              <w:t>民族</w:t>
            </w:r>
          </w:p>
        </w:tc>
        <w:tc>
          <w:tcPr>
            <w:tcW w:w="1261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2"/>
              </w:rPr>
            </w:pPr>
          </w:p>
        </w:tc>
        <w:tc>
          <w:tcPr>
            <w:tcW w:w="1172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2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Cs w:val="22"/>
                <w:lang w:eastAsia="zh-CN"/>
              </w:rPr>
              <w:t>籍贯</w:t>
            </w:r>
          </w:p>
        </w:tc>
        <w:tc>
          <w:tcPr>
            <w:tcW w:w="990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2"/>
              </w:rPr>
            </w:pPr>
          </w:p>
        </w:tc>
        <w:tc>
          <w:tcPr>
            <w:tcW w:w="1350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2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Cs w:val="22"/>
                <w:lang w:eastAsia="zh-CN"/>
              </w:rPr>
              <w:t>入学时间</w:t>
            </w:r>
          </w:p>
        </w:tc>
        <w:tc>
          <w:tcPr>
            <w:tcW w:w="2698" w:type="dxa"/>
            <w:gridSpan w:val="2"/>
          </w:tcPr>
          <w:p>
            <w:pPr>
              <w:rPr>
                <w:rFonts w:asciiTheme="minorEastAsia" w:hAnsiTheme="minorEastAsia" w:eastAsiaTheme="minorEastAsia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41" w:type="dxa"/>
            <w:vMerge w:val="continue"/>
            <w:vAlign w:val="center"/>
          </w:tcPr>
          <w:p>
            <w:pPr>
              <w:jc w:val="center"/>
              <w:rPr>
                <w:rFonts w:eastAsia="宋体" w:asciiTheme="minorEastAsia" w:hAnsiTheme="minorEastAsia"/>
                <w:szCs w:val="22"/>
              </w:rPr>
            </w:pPr>
          </w:p>
        </w:tc>
        <w:tc>
          <w:tcPr>
            <w:tcW w:w="1259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2"/>
              </w:rPr>
            </w:pPr>
            <w:r>
              <w:rPr>
                <w:rFonts w:hint="eastAsia" w:asciiTheme="minorEastAsia" w:hAnsiTheme="minorEastAsia" w:eastAsiaTheme="minorEastAsia"/>
                <w:szCs w:val="22"/>
                <w:lang w:eastAsia="zh-CN"/>
              </w:rPr>
              <w:t>院系</w:t>
            </w:r>
          </w:p>
        </w:tc>
        <w:tc>
          <w:tcPr>
            <w:tcW w:w="1261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2"/>
              </w:rPr>
            </w:pPr>
          </w:p>
        </w:tc>
        <w:tc>
          <w:tcPr>
            <w:tcW w:w="1172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2"/>
              </w:rPr>
            </w:pPr>
            <w:r>
              <w:rPr>
                <w:rFonts w:hint="eastAsia" w:asciiTheme="minorEastAsia" w:hAnsiTheme="minorEastAsia" w:eastAsiaTheme="minorEastAsia"/>
                <w:szCs w:val="22"/>
                <w:lang w:eastAsia="zh-CN"/>
              </w:rPr>
              <w:t>专业班级</w:t>
            </w:r>
          </w:p>
        </w:tc>
        <w:tc>
          <w:tcPr>
            <w:tcW w:w="990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2"/>
              </w:rPr>
            </w:pPr>
          </w:p>
        </w:tc>
        <w:tc>
          <w:tcPr>
            <w:tcW w:w="1350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2"/>
              </w:rPr>
            </w:pPr>
            <w:r>
              <w:rPr>
                <w:rFonts w:hint="eastAsia" w:asciiTheme="minorEastAsia" w:hAnsiTheme="minorEastAsia" w:eastAsiaTheme="minorEastAsia"/>
                <w:szCs w:val="22"/>
                <w:lang w:eastAsia="zh-CN"/>
              </w:rPr>
              <w:t>学号</w:t>
            </w:r>
          </w:p>
        </w:tc>
        <w:tc>
          <w:tcPr>
            <w:tcW w:w="2698" w:type="dxa"/>
            <w:gridSpan w:val="2"/>
          </w:tcPr>
          <w:p>
            <w:pPr>
              <w:rPr>
                <w:rFonts w:eastAsia="宋体" w:asciiTheme="minorEastAsia" w:hAnsiTheme="minorEastAsia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41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2"/>
              </w:rPr>
            </w:pPr>
          </w:p>
        </w:tc>
        <w:tc>
          <w:tcPr>
            <w:tcW w:w="1259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2"/>
              </w:rPr>
            </w:pPr>
            <w:r>
              <w:rPr>
                <w:rFonts w:hint="eastAsia" w:asciiTheme="minorEastAsia" w:hAnsiTheme="minorEastAsia" w:eastAsiaTheme="minorEastAsia"/>
                <w:szCs w:val="22"/>
              </w:rPr>
              <w:t>电子邮箱</w:t>
            </w:r>
          </w:p>
        </w:tc>
        <w:tc>
          <w:tcPr>
            <w:tcW w:w="3423" w:type="dxa"/>
            <w:gridSpan w:val="5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2"/>
              </w:rPr>
            </w:pPr>
          </w:p>
        </w:tc>
        <w:tc>
          <w:tcPr>
            <w:tcW w:w="1350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2"/>
              </w:rPr>
            </w:pPr>
            <w:r>
              <w:rPr>
                <w:rFonts w:hint="eastAsia" w:asciiTheme="minorEastAsia" w:hAnsiTheme="minorEastAsia" w:eastAsiaTheme="minorEastAsia"/>
                <w:szCs w:val="22"/>
                <w:lang w:eastAsia="zh-CN"/>
              </w:rPr>
              <w:t>手机</w:t>
            </w:r>
          </w:p>
        </w:tc>
        <w:tc>
          <w:tcPr>
            <w:tcW w:w="2698" w:type="dxa"/>
            <w:gridSpan w:val="2"/>
          </w:tcPr>
          <w:p>
            <w:pPr>
              <w:rPr>
                <w:rFonts w:asciiTheme="minorEastAsia" w:hAnsiTheme="minorEastAsia" w:eastAsiaTheme="minorEastAsia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41" w:type="dxa"/>
            <w:vMerge w:val="restart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2"/>
              </w:rPr>
            </w:pPr>
            <w:r>
              <w:rPr>
                <w:rFonts w:hint="eastAsia" w:asciiTheme="minorEastAsia" w:hAnsiTheme="minorEastAsia" w:eastAsiaTheme="minorEastAsia"/>
                <w:szCs w:val="22"/>
              </w:rPr>
              <w:t>家庭</w:t>
            </w:r>
            <w:r>
              <w:rPr>
                <w:rFonts w:asciiTheme="minorEastAsia" w:hAnsiTheme="minorEastAsia" w:eastAsiaTheme="minorEastAsia"/>
                <w:szCs w:val="22"/>
              </w:rPr>
              <w:br w:type="textWrapping"/>
            </w:r>
            <w:r>
              <w:rPr>
                <w:rFonts w:hint="eastAsia" w:asciiTheme="minorEastAsia" w:hAnsiTheme="minorEastAsia" w:eastAsiaTheme="minorEastAsia"/>
                <w:szCs w:val="22"/>
              </w:rPr>
              <w:t>信息</w:t>
            </w:r>
          </w:p>
        </w:tc>
        <w:tc>
          <w:tcPr>
            <w:tcW w:w="1259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2"/>
              </w:rPr>
            </w:pPr>
            <w:r>
              <w:rPr>
                <w:rFonts w:hint="eastAsia" w:asciiTheme="minorEastAsia" w:hAnsiTheme="minorEastAsia" w:eastAsiaTheme="minorEastAsia"/>
                <w:szCs w:val="22"/>
              </w:rPr>
              <w:t>家庭户口</w:t>
            </w:r>
          </w:p>
        </w:tc>
        <w:tc>
          <w:tcPr>
            <w:tcW w:w="3423" w:type="dxa"/>
            <w:gridSpan w:val="5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2"/>
              </w:rPr>
            </w:pPr>
            <w:r>
              <w:rPr>
                <w:rFonts w:hint="eastAsia" w:asciiTheme="minorEastAsia" w:hAnsiTheme="minorEastAsia" w:eastAsiaTheme="minorEastAsia"/>
                <w:szCs w:val="22"/>
              </w:rPr>
              <w:t>A城市     B城镇     C农村</w:t>
            </w:r>
          </w:p>
        </w:tc>
        <w:tc>
          <w:tcPr>
            <w:tcW w:w="1350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2"/>
              </w:rPr>
            </w:pPr>
            <w:r>
              <w:rPr>
                <w:rFonts w:hint="eastAsia" w:asciiTheme="minorEastAsia" w:hAnsiTheme="minorEastAsia" w:eastAsiaTheme="minorEastAsia"/>
                <w:szCs w:val="22"/>
              </w:rPr>
              <w:t>邮政编码</w:t>
            </w:r>
          </w:p>
        </w:tc>
        <w:tc>
          <w:tcPr>
            <w:tcW w:w="2698" w:type="dxa"/>
            <w:gridSpan w:val="2"/>
          </w:tcPr>
          <w:p>
            <w:pPr>
              <w:rPr>
                <w:rFonts w:asciiTheme="minorEastAsia" w:hAnsiTheme="minorEastAsia" w:eastAsiaTheme="minorEastAsia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</w:trPr>
        <w:tc>
          <w:tcPr>
            <w:tcW w:w="541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2"/>
              </w:rPr>
            </w:pPr>
          </w:p>
        </w:tc>
        <w:tc>
          <w:tcPr>
            <w:tcW w:w="1259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2"/>
              </w:rPr>
            </w:pPr>
            <w:r>
              <w:rPr>
                <w:rFonts w:hint="eastAsia" w:asciiTheme="minorEastAsia" w:hAnsiTheme="minorEastAsia" w:eastAsiaTheme="minorEastAsia"/>
                <w:szCs w:val="22"/>
              </w:rPr>
              <w:t>家庭地址</w:t>
            </w:r>
          </w:p>
        </w:tc>
        <w:tc>
          <w:tcPr>
            <w:tcW w:w="7471" w:type="dxa"/>
            <w:gridSpan w:val="9"/>
            <w:vAlign w:val="center"/>
          </w:tcPr>
          <w:p>
            <w:pPr>
              <w:rPr>
                <w:rFonts w:asciiTheme="minorEastAsia" w:hAnsiTheme="minorEastAsia" w:eastAsiaTheme="minorEastAsia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</w:trPr>
        <w:tc>
          <w:tcPr>
            <w:tcW w:w="541" w:type="dxa"/>
            <w:vMerge w:val="restart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2"/>
              </w:rPr>
            </w:pPr>
            <w:r>
              <w:rPr>
                <w:rFonts w:hint="eastAsia" w:asciiTheme="minorEastAsia" w:hAnsiTheme="minorEastAsia" w:eastAsiaTheme="minorEastAsia"/>
                <w:szCs w:val="22"/>
              </w:rPr>
              <w:t>家庭</w:t>
            </w:r>
            <w:r>
              <w:rPr>
                <w:rFonts w:asciiTheme="minorEastAsia" w:hAnsiTheme="minorEastAsia" w:eastAsiaTheme="minorEastAsia"/>
                <w:szCs w:val="22"/>
              </w:rPr>
              <w:br w:type="textWrapping"/>
            </w:r>
            <w:r>
              <w:rPr>
                <w:rFonts w:hint="eastAsia" w:asciiTheme="minorEastAsia" w:hAnsiTheme="minorEastAsia" w:eastAsiaTheme="minorEastAsia"/>
                <w:szCs w:val="22"/>
              </w:rPr>
              <w:t>成员</w:t>
            </w:r>
            <w:r>
              <w:rPr>
                <w:rFonts w:asciiTheme="minorEastAsia" w:hAnsiTheme="minorEastAsia" w:eastAsiaTheme="minorEastAsia"/>
                <w:szCs w:val="22"/>
              </w:rPr>
              <w:br w:type="textWrapping"/>
            </w:r>
            <w:r>
              <w:rPr>
                <w:rFonts w:hint="eastAsia" w:asciiTheme="minorEastAsia" w:hAnsiTheme="minorEastAsia" w:eastAsiaTheme="minorEastAsia"/>
                <w:szCs w:val="22"/>
              </w:rPr>
              <w:t>信息</w:t>
            </w:r>
          </w:p>
        </w:tc>
        <w:tc>
          <w:tcPr>
            <w:tcW w:w="1259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2"/>
              </w:rPr>
            </w:pPr>
            <w:r>
              <w:rPr>
                <w:rFonts w:hint="eastAsia" w:asciiTheme="minorEastAsia" w:hAnsiTheme="minorEastAsia" w:eastAsiaTheme="minorEastAsia"/>
                <w:szCs w:val="22"/>
              </w:rPr>
              <w:t>姓名</w:t>
            </w:r>
          </w:p>
        </w:tc>
        <w:tc>
          <w:tcPr>
            <w:tcW w:w="810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2"/>
              </w:rPr>
            </w:pPr>
            <w:r>
              <w:rPr>
                <w:rFonts w:hint="eastAsia" w:asciiTheme="minorEastAsia" w:hAnsiTheme="minorEastAsia" w:eastAsiaTheme="minorEastAsia"/>
                <w:szCs w:val="22"/>
              </w:rPr>
              <w:t>年龄</w:t>
            </w:r>
          </w:p>
        </w:tc>
        <w:tc>
          <w:tcPr>
            <w:tcW w:w="1054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2"/>
              </w:rPr>
            </w:pPr>
            <w:r>
              <w:rPr>
                <w:rFonts w:hint="eastAsia" w:asciiTheme="minorEastAsia" w:hAnsiTheme="minorEastAsia" w:eastAsiaTheme="minorEastAsia"/>
                <w:szCs w:val="22"/>
              </w:rPr>
              <w:t>与</w:t>
            </w:r>
            <w:r>
              <w:rPr>
                <w:rFonts w:hint="eastAsia" w:asciiTheme="minorEastAsia" w:hAnsiTheme="minorEastAsia" w:eastAsiaTheme="minorEastAsia"/>
                <w:szCs w:val="22"/>
                <w:lang w:eastAsia="zh-CN"/>
              </w:rPr>
              <w:t>学生</w:t>
            </w:r>
            <w:r>
              <w:rPr>
                <w:rFonts w:hint="eastAsia" w:asciiTheme="minorEastAsia" w:hAnsiTheme="minorEastAsia" w:eastAsiaTheme="minorEastAsia"/>
                <w:szCs w:val="22"/>
              </w:rPr>
              <w:t>关系</w:t>
            </w:r>
          </w:p>
        </w:tc>
        <w:tc>
          <w:tcPr>
            <w:tcW w:w="1559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2"/>
              </w:rPr>
            </w:pPr>
            <w:r>
              <w:rPr>
                <w:rFonts w:hint="eastAsia" w:asciiTheme="minorEastAsia" w:hAnsiTheme="minorEastAsia" w:eastAsiaTheme="minorEastAsia"/>
                <w:szCs w:val="22"/>
              </w:rPr>
              <w:t>工作（学习）</w:t>
            </w:r>
          </w:p>
          <w:p>
            <w:pPr>
              <w:jc w:val="center"/>
              <w:rPr>
                <w:rFonts w:asciiTheme="minorEastAsia" w:hAnsiTheme="minorEastAsia" w:eastAsiaTheme="minorEastAsia"/>
                <w:szCs w:val="22"/>
              </w:rPr>
            </w:pPr>
            <w:r>
              <w:rPr>
                <w:rFonts w:hint="eastAsia" w:asciiTheme="minorEastAsia" w:hAnsiTheme="minorEastAsia" w:eastAsiaTheme="minorEastAsia"/>
                <w:szCs w:val="22"/>
              </w:rPr>
              <w:t>单位</w:t>
            </w:r>
          </w:p>
        </w:tc>
        <w:tc>
          <w:tcPr>
            <w:tcW w:w="1350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2"/>
              </w:rPr>
            </w:pPr>
            <w:r>
              <w:rPr>
                <w:rFonts w:hint="eastAsia" w:asciiTheme="minorEastAsia" w:hAnsiTheme="minorEastAsia" w:eastAsiaTheme="minorEastAsia"/>
                <w:szCs w:val="22"/>
              </w:rPr>
              <w:t>职业</w:t>
            </w:r>
          </w:p>
        </w:tc>
        <w:tc>
          <w:tcPr>
            <w:tcW w:w="1624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2"/>
              </w:rPr>
            </w:pPr>
            <w:r>
              <w:rPr>
                <w:rFonts w:hint="eastAsia" w:asciiTheme="minorEastAsia" w:hAnsiTheme="minorEastAsia" w:eastAsiaTheme="minorEastAsia"/>
                <w:szCs w:val="22"/>
              </w:rPr>
              <w:t>年收入(</w:t>
            </w:r>
            <w:r>
              <w:rPr>
                <w:rFonts w:hint="eastAsia" w:asciiTheme="minorEastAsia" w:hAnsiTheme="minorEastAsia" w:eastAsiaTheme="minorEastAsia"/>
                <w:szCs w:val="22"/>
                <w:lang w:eastAsia="zh-CN"/>
              </w:rPr>
              <w:t>元)</w:t>
            </w:r>
          </w:p>
        </w:tc>
        <w:tc>
          <w:tcPr>
            <w:tcW w:w="1074" w:type="dxa"/>
          </w:tcPr>
          <w:p>
            <w:pPr>
              <w:jc w:val="center"/>
              <w:rPr>
                <w:rFonts w:asciiTheme="minorEastAsia" w:hAnsiTheme="minorEastAsia" w:eastAsiaTheme="minorEastAsia"/>
                <w:szCs w:val="22"/>
              </w:rPr>
            </w:pPr>
            <w:r>
              <w:rPr>
                <w:rFonts w:hint="eastAsia" w:asciiTheme="minorEastAsia" w:hAnsiTheme="minorEastAsia" w:eastAsiaTheme="minorEastAsia"/>
                <w:szCs w:val="22"/>
              </w:rPr>
              <w:t>健康</w:t>
            </w:r>
          </w:p>
          <w:p>
            <w:pPr>
              <w:jc w:val="center"/>
              <w:rPr>
                <w:rFonts w:asciiTheme="minorEastAsia" w:hAnsiTheme="minorEastAsia" w:eastAsiaTheme="minorEastAsia"/>
                <w:szCs w:val="22"/>
              </w:rPr>
            </w:pPr>
            <w:r>
              <w:rPr>
                <w:rFonts w:hint="eastAsia" w:asciiTheme="minorEastAsia" w:hAnsiTheme="minorEastAsia" w:eastAsiaTheme="minorEastAsia"/>
                <w:szCs w:val="22"/>
              </w:rPr>
              <w:t>状况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</w:trPr>
        <w:tc>
          <w:tcPr>
            <w:tcW w:w="541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2"/>
              </w:rPr>
            </w:pPr>
          </w:p>
        </w:tc>
        <w:tc>
          <w:tcPr>
            <w:tcW w:w="1259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2"/>
              </w:rPr>
            </w:pPr>
          </w:p>
        </w:tc>
        <w:tc>
          <w:tcPr>
            <w:tcW w:w="810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2"/>
              </w:rPr>
            </w:pPr>
          </w:p>
        </w:tc>
        <w:tc>
          <w:tcPr>
            <w:tcW w:w="1054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2"/>
              </w:rPr>
            </w:pPr>
          </w:p>
        </w:tc>
        <w:tc>
          <w:tcPr>
            <w:tcW w:w="1559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2"/>
              </w:rPr>
            </w:pPr>
          </w:p>
        </w:tc>
        <w:tc>
          <w:tcPr>
            <w:tcW w:w="1350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2"/>
              </w:rPr>
            </w:pPr>
          </w:p>
        </w:tc>
        <w:tc>
          <w:tcPr>
            <w:tcW w:w="1624" w:type="dxa"/>
          </w:tcPr>
          <w:p>
            <w:pPr>
              <w:rPr>
                <w:rFonts w:asciiTheme="minorEastAsia" w:hAnsiTheme="minorEastAsia" w:eastAsiaTheme="minorEastAsia"/>
                <w:szCs w:val="22"/>
              </w:rPr>
            </w:pPr>
          </w:p>
        </w:tc>
        <w:tc>
          <w:tcPr>
            <w:tcW w:w="1074" w:type="dxa"/>
          </w:tcPr>
          <w:p>
            <w:pPr>
              <w:rPr>
                <w:rFonts w:asciiTheme="minorEastAsia" w:hAnsiTheme="minorEastAsia" w:eastAsiaTheme="minorEastAsia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6" w:hRule="atLeast"/>
        </w:trPr>
        <w:tc>
          <w:tcPr>
            <w:tcW w:w="541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2"/>
              </w:rPr>
            </w:pPr>
          </w:p>
        </w:tc>
        <w:tc>
          <w:tcPr>
            <w:tcW w:w="1259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2"/>
              </w:rPr>
            </w:pPr>
          </w:p>
        </w:tc>
        <w:tc>
          <w:tcPr>
            <w:tcW w:w="810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2"/>
              </w:rPr>
            </w:pPr>
          </w:p>
        </w:tc>
        <w:tc>
          <w:tcPr>
            <w:tcW w:w="1054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2"/>
              </w:rPr>
            </w:pPr>
          </w:p>
        </w:tc>
        <w:tc>
          <w:tcPr>
            <w:tcW w:w="1559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2"/>
              </w:rPr>
            </w:pPr>
          </w:p>
        </w:tc>
        <w:tc>
          <w:tcPr>
            <w:tcW w:w="1350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2"/>
              </w:rPr>
            </w:pPr>
          </w:p>
        </w:tc>
        <w:tc>
          <w:tcPr>
            <w:tcW w:w="1624" w:type="dxa"/>
          </w:tcPr>
          <w:p>
            <w:pPr>
              <w:rPr>
                <w:rFonts w:asciiTheme="minorEastAsia" w:hAnsiTheme="minorEastAsia" w:eastAsiaTheme="minorEastAsia"/>
                <w:szCs w:val="22"/>
              </w:rPr>
            </w:pPr>
          </w:p>
        </w:tc>
        <w:tc>
          <w:tcPr>
            <w:tcW w:w="1074" w:type="dxa"/>
          </w:tcPr>
          <w:p>
            <w:pPr>
              <w:rPr>
                <w:rFonts w:asciiTheme="minorEastAsia" w:hAnsiTheme="minorEastAsia" w:eastAsiaTheme="minorEastAsia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541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2"/>
              </w:rPr>
            </w:pPr>
          </w:p>
        </w:tc>
        <w:tc>
          <w:tcPr>
            <w:tcW w:w="1259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2"/>
              </w:rPr>
            </w:pPr>
          </w:p>
        </w:tc>
        <w:tc>
          <w:tcPr>
            <w:tcW w:w="810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2"/>
              </w:rPr>
            </w:pPr>
          </w:p>
        </w:tc>
        <w:tc>
          <w:tcPr>
            <w:tcW w:w="1054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2"/>
              </w:rPr>
            </w:pPr>
          </w:p>
        </w:tc>
        <w:tc>
          <w:tcPr>
            <w:tcW w:w="1559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2"/>
              </w:rPr>
            </w:pPr>
          </w:p>
        </w:tc>
        <w:tc>
          <w:tcPr>
            <w:tcW w:w="1350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2"/>
              </w:rPr>
            </w:pPr>
          </w:p>
        </w:tc>
        <w:tc>
          <w:tcPr>
            <w:tcW w:w="1624" w:type="dxa"/>
          </w:tcPr>
          <w:p>
            <w:pPr>
              <w:rPr>
                <w:rFonts w:asciiTheme="minorEastAsia" w:hAnsiTheme="minorEastAsia" w:eastAsiaTheme="minorEastAsia"/>
                <w:szCs w:val="22"/>
              </w:rPr>
            </w:pPr>
          </w:p>
        </w:tc>
        <w:tc>
          <w:tcPr>
            <w:tcW w:w="1074" w:type="dxa"/>
          </w:tcPr>
          <w:p>
            <w:pPr>
              <w:rPr>
                <w:rFonts w:asciiTheme="minorEastAsia" w:hAnsiTheme="minorEastAsia" w:eastAsiaTheme="minorEastAsia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6" w:hRule="atLeast"/>
        </w:trPr>
        <w:tc>
          <w:tcPr>
            <w:tcW w:w="541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2"/>
              </w:rPr>
            </w:pPr>
          </w:p>
        </w:tc>
        <w:tc>
          <w:tcPr>
            <w:tcW w:w="1259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2"/>
              </w:rPr>
            </w:pPr>
          </w:p>
        </w:tc>
        <w:tc>
          <w:tcPr>
            <w:tcW w:w="810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2"/>
              </w:rPr>
            </w:pPr>
          </w:p>
        </w:tc>
        <w:tc>
          <w:tcPr>
            <w:tcW w:w="1054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2"/>
              </w:rPr>
            </w:pPr>
          </w:p>
        </w:tc>
        <w:tc>
          <w:tcPr>
            <w:tcW w:w="1559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2"/>
              </w:rPr>
            </w:pPr>
          </w:p>
        </w:tc>
        <w:tc>
          <w:tcPr>
            <w:tcW w:w="1350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2"/>
              </w:rPr>
            </w:pPr>
          </w:p>
        </w:tc>
        <w:tc>
          <w:tcPr>
            <w:tcW w:w="1624" w:type="dxa"/>
          </w:tcPr>
          <w:p>
            <w:pPr>
              <w:rPr>
                <w:rFonts w:asciiTheme="minorEastAsia" w:hAnsiTheme="minorEastAsia" w:eastAsiaTheme="minorEastAsia"/>
                <w:szCs w:val="22"/>
              </w:rPr>
            </w:pPr>
          </w:p>
        </w:tc>
        <w:tc>
          <w:tcPr>
            <w:tcW w:w="1074" w:type="dxa"/>
          </w:tcPr>
          <w:p>
            <w:pPr>
              <w:rPr>
                <w:rFonts w:asciiTheme="minorEastAsia" w:hAnsiTheme="minorEastAsia" w:eastAsiaTheme="minorEastAsia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2610" w:type="dxa"/>
            <w:gridSpan w:val="4"/>
            <w:vAlign w:val="center"/>
          </w:tcPr>
          <w:p>
            <w:pPr>
              <w:jc w:val="center"/>
              <w:rPr>
                <w:rFonts w:eastAsia="宋体" w:asciiTheme="minorEastAsia" w:hAnsiTheme="minorEastAsia"/>
                <w:szCs w:val="22"/>
                <w:lang w:eastAsia="zh-CN"/>
              </w:rPr>
            </w:pPr>
            <w:r>
              <w:rPr>
                <w:rFonts w:hint="eastAsia" w:eastAsia="宋体" w:asciiTheme="minorEastAsia" w:hAnsiTheme="minorEastAsia"/>
                <w:szCs w:val="22"/>
                <w:lang w:eastAsia="zh-CN"/>
              </w:rPr>
              <w:t>在校月生活开支</w:t>
            </w:r>
          </w:p>
        </w:tc>
        <w:tc>
          <w:tcPr>
            <w:tcW w:w="2613" w:type="dxa"/>
            <w:gridSpan w:val="4"/>
            <w:vAlign w:val="center"/>
          </w:tcPr>
          <w:p>
            <w:pPr>
              <w:jc w:val="center"/>
              <w:rPr>
                <w:rFonts w:eastAsia="宋体" w:asciiTheme="minorEastAsia" w:hAnsiTheme="minorEastAsia"/>
                <w:szCs w:val="22"/>
                <w:lang w:eastAsia="zh-CN"/>
              </w:rPr>
            </w:pPr>
            <w:r>
              <w:rPr>
                <w:rFonts w:hint="eastAsia" w:eastAsia="宋体" w:asciiTheme="minorEastAsia" w:hAnsiTheme="minorEastAsia"/>
                <w:szCs w:val="22"/>
                <w:lang w:eastAsia="zh-CN"/>
              </w:rPr>
              <w:t xml:space="preserve">                  </w:t>
            </w:r>
          </w:p>
        </w:tc>
        <w:tc>
          <w:tcPr>
            <w:tcW w:w="1350" w:type="dxa"/>
            <w:gridSpan w:val="2"/>
            <w:vAlign w:val="center"/>
          </w:tcPr>
          <w:p>
            <w:pPr>
              <w:jc w:val="center"/>
              <w:rPr>
                <w:rFonts w:eastAsia="宋体" w:asciiTheme="minorEastAsia" w:hAnsiTheme="minorEastAsia"/>
                <w:szCs w:val="22"/>
                <w:lang w:eastAsia="zh-CN"/>
              </w:rPr>
            </w:pPr>
            <w:r>
              <w:rPr>
                <w:rFonts w:hint="eastAsia" w:eastAsia="宋体" w:asciiTheme="minorEastAsia" w:hAnsiTheme="minorEastAsia"/>
                <w:szCs w:val="22"/>
                <w:lang w:eastAsia="zh-CN"/>
              </w:rPr>
              <w:t>学年学费</w:t>
            </w:r>
          </w:p>
        </w:tc>
        <w:tc>
          <w:tcPr>
            <w:tcW w:w="2698" w:type="dxa"/>
            <w:gridSpan w:val="2"/>
          </w:tcPr>
          <w:p>
            <w:pPr>
              <w:rPr>
                <w:rFonts w:eastAsia="宋体" w:asciiTheme="minorEastAsia" w:hAnsiTheme="minorEastAsia"/>
                <w:szCs w:val="22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0" w:hRule="atLeast"/>
        </w:trPr>
        <w:tc>
          <w:tcPr>
            <w:tcW w:w="2610" w:type="dxa"/>
            <w:gridSpan w:val="4"/>
            <w:vAlign w:val="center"/>
          </w:tcPr>
          <w:p>
            <w:pPr>
              <w:jc w:val="center"/>
              <w:rPr>
                <w:rFonts w:eastAsia="宋体" w:asciiTheme="minorEastAsia" w:hAnsiTheme="minorEastAsia"/>
                <w:szCs w:val="22"/>
                <w:lang w:eastAsia="zh-CN"/>
              </w:rPr>
            </w:pPr>
            <w:r>
              <w:rPr>
                <w:rFonts w:hint="eastAsia" w:eastAsia="宋体" w:asciiTheme="minorEastAsia" w:hAnsiTheme="minorEastAsia"/>
                <w:szCs w:val="22"/>
                <w:lang w:eastAsia="zh-CN"/>
              </w:rPr>
              <w:t>已申请资助</w:t>
            </w:r>
          </w:p>
        </w:tc>
        <w:tc>
          <w:tcPr>
            <w:tcW w:w="2613" w:type="dxa"/>
            <w:gridSpan w:val="4"/>
            <w:vAlign w:val="center"/>
          </w:tcPr>
          <w:p>
            <w:pPr>
              <w:jc w:val="center"/>
              <w:rPr>
                <w:rFonts w:eastAsia="宋体" w:asciiTheme="minorEastAsia" w:hAnsiTheme="minorEastAsia"/>
                <w:szCs w:val="22"/>
                <w:lang w:eastAsia="zh-CN"/>
              </w:rPr>
            </w:pPr>
            <w:r>
              <w:rPr>
                <w:rFonts w:hint="eastAsia" w:eastAsia="宋体" w:asciiTheme="minorEastAsia" w:hAnsiTheme="minorEastAsia"/>
                <w:szCs w:val="22"/>
                <w:u w:val="single"/>
                <w:lang w:eastAsia="zh-CN"/>
              </w:rPr>
              <w:t xml:space="preserve">               </w:t>
            </w:r>
            <w:r>
              <w:rPr>
                <w:rFonts w:hint="eastAsia" w:eastAsia="宋体" w:asciiTheme="minorEastAsia" w:hAnsiTheme="minorEastAsia"/>
                <w:szCs w:val="22"/>
                <w:lang w:eastAsia="zh-CN"/>
              </w:rPr>
              <w:t>助学金</w:t>
            </w:r>
          </w:p>
          <w:p>
            <w:pPr>
              <w:jc w:val="center"/>
              <w:rPr>
                <w:rFonts w:eastAsia="宋体" w:asciiTheme="minorEastAsia" w:hAnsiTheme="minorEastAsia"/>
                <w:szCs w:val="22"/>
                <w:lang w:eastAsia="zh-CN"/>
              </w:rPr>
            </w:pPr>
            <w:r>
              <w:rPr>
                <w:rFonts w:hint="eastAsia" w:eastAsia="宋体" w:asciiTheme="minorEastAsia" w:hAnsiTheme="minorEastAsia"/>
                <w:szCs w:val="22"/>
                <w:u w:val="single"/>
                <w:lang w:eastAsia="zh-CN"/>
              </w:rPr>
              <w:t xml:space="preserve">                   </w:t>
            </w:r>
            <w:r>
              <w:rPr>
                <w:rFonts w:hint="eastAsia" w:eastAsia="宋体" w:asciiTheme="minorEastAsia" w:hAnsiTheme="minorEastAsia"/>
                <w:szCs w:val="22"/>
                <w:lang w:eastAsia="zh-CN"/>
              </w:rPr>
              <w:t>元</w:t>
            </w:r>
          </w:p>
        </w:tc>
        <w:tc>
          <w:tcPr>
            <w:tcW w:w="1350" w:type="dxa"/>
            <w:gridSpan w:val="2"/>
            <w:vAlign w:val="center"/>
          </w:tcPr>
          <w:p>
            <w:pPr>
              <w:jc w:val="center"/>
              <w:rPr>
                <w:rFonts w:eastAsia="宋体" w:asciiTheme="minorEastAsia" w:hAnsiTheme="minorEastAsia"/>
                <w:szCs w:val="22"/>
                <w:lang w:eastAsia="zh-CN"/>
              </w:rPr>
            </w:pPr>
            <w:r>
              <w:rPr>
                <w:rFonts w:hint="eastAsia" w:eastAsia="宋体" w:asciiTheme="minorEastAsia" w:hAnsiTheme="minorEastAsia"/>
                <w:szCs w:val="22"/>
                <w:lang w:eastAsia="zh-CN"/>
              </w:rPr>
              <w:t>已获资助</w:t>
            </w:r>
          </w:p>
        </w:tc>
        <w:tc>
          <w:tcPr>
            <w:tcW w:w="2698" w:type="dxa"/>
            <w:gridSpan w:val="2"/>
          </w:tcPr>
          <w:p>
            <w:pPr>
              <w:rPr>
                <w:rFonts w:eastAsia="宋体" w:asciiTheme="minorEastAsia" w:hAnsiTheme="minorEastAsia"/>
                <w:szCs w:val="22"/>
                <w:lang w:eastAsia="zh-CN"/>
              </w:rPr>
            </w:pPr>
          </w:p>
          <w:p>
            <w:pPr>
              <w:rPr>
                <w:rFonts w:eastAsia="宋体" w:asciiTheme="minorEastAsia" w:hAnsiTheme="minorEastAsia"/>
                <w:szCs w:val="22"/>
                <w:lang w:eastAsia="zh-CN"/>
              </w:rPr>
            </w:pPr>
            <w:r>
              <w:rPr>
                <w:rFonts w:hint="eastAsia" w:eastAsia="宋体" w:asciiTheme="minorEastAsia" w:hAnsiTheme="minorEastAsia"/>
                <w:szCs w:val="22"/>
                <w:u w:val="single"/>
                <w:lang w:eastAsia="zh-CN"/>
              </w:rPr>
              <w:t xml:space="preserve">                </w:t>
            </w:r>
            <w:r>
              <w:rPr>
                <w:rFonts w:hint="eastAsia" w:eastAsia="宋体" w:asciiTheme="minorEastAsia" w:hAnsiTheme="minorEastAsia"/>
                <w:szCs w:val="22"/>
                <w:lang w:eastAsia="zh-CN"/>
              </w:rPr>
              <w:t>助学金</w:t>
            </w:r>
          </w:p>
          <w:p>
            <w:pPr>
              <w:rPr>
                <w:rFonts w:eastAsia="宋体" w:asciiTheme="minorEastAsia" w:hAnsiTheme="minorEastAsia"/>
                <w:szCs w:val="22"/>
                <w:lang w:eastAsia="zh-CN"/>
              </w:rPr>
            </w:pPr>
            <w:r>
              <w:rPr>
                <w:rFonts w:hint="eastAsia" w:eastAsia="宋体" w:asciiTheme="minorEastAsia" w:hAnsiTheme="minorEastAsia"/>
                <w:szCs w:val="22"/>
                <w:u w:val="single"/>
                <w:lang w:eastAsia="zh-CN"/>
              </w:rPr>
              <w:t xml:space="preserve">                    </w:t>
            </w:r>
            <w:r>
              <w:rPr>
                <w:rFonts w:hint="eastAsia" w:eastAsia="宋体" w:asciiTheme="minorEastAsia" w:hAnsiTheme="minorEastAsia"/>
                <w:szCs w:val="22"/>
                <w:lang w:eastAsia="zh-CN"/>
              </w:rPr>
              <w:t>元</w:t>
            </w:r>
          </w:p>
          <w:p>
            <w:pPr>
              <w:rPr>
                <w:rFonts w:eastAsia="宋体" w:asciiTheme="minorEastAsia" w:hAnsiTheme="minorEastAsia"/>
                <w:szCs w:val="22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5" w:hRule="atLeast"/>
        </w:trPr>
        <w:tc>
          <w:tcPr>
            <w:tcW w:w="541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2"/>
              </w:rPr>
            </w:pPr>
            <w:r>
              <w:rPr>
                <w:rFonts w:hint="eastAsia" w:asciiTheme="minorEastAsia" w:hAnsiTheme="minorEastAsia" w:eastAsiaTheme="minorEastAsia"/>
                <w:szCs w:val="22"/>
              </w:rPr>
              <w:t>申请</w:t>
            </w:r>
            <w:r>
              <w:rPr>
                <w:rFonts w:asciiTheme="minorEastAsia" w:hAnsiTheme="minorEastAsia" w:eastAsiaTheme="minorEastAsia"/>
                <w:szCs w:val="22"/>
              </w:rPr>
              <w:br w:type="textWrapping"/>
            </w:r>
            <w:r>
              <w:rPr>
                <w:rFonts w:hint="eastAsia" w:asciiTheme="minorEastAsia" w:hAnsiTheme="minorEastAsia" w:eastAsiaTheme="minorEastAsia"/>
                <w:szCs w:val="22"/>
              </w:rPr>
              <w:t>理由</w:t>
            </w:r>
          </w:p>
        </w:tc>
        <w:tc>
          <w:tcPr>
            <w:tcW w:w="8730" w:type="dxa"/>
            <w:gridSpan w:val="11"/>
            <w:vAlign w:val="bottom"/>
          </w:tcPr>
          <w:p>
            <w:pPr>
              <w:rPr>
                <w:rFonts w:asciiTheme="minorEastAsia" w:hAnsiTheme="minorEastAsia" w:eastAsiaTheme="minorEastAsia"/>
                <w:szCs w:val="22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Cs w:val="22"/>
                <w:lang w:eastAsia="zh-CN"/>
              </w:rPr>
              <w:t>申请资助金额：           元</w:t>
            </w:r>
          </w:p>
          <w:p>
            <w:pPr>
              <w:rPr>
                <w:rFonts w:asciiTheme="minorEastAsia" w:hAnsiTheme="minorEastAsia" w:eastAsiaTheme="minorEastAsia"/>
                <w:szCs w:val="22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sz w:val="20"/>
                <w:szCs w:val="22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Cs w:val="22"/>
                <w:lang w:eastAsia="zh-CN"/>
              </w:rPr>
              <w:t>申请理由：</w:t>
            </w:r>
          </w:p>
          <w:p>
            <w:pPr>
              <w:rPr>
                <w:rFonts w:asciiTheme="minorEastAsia" w:hAnsiTheme="minorEastAsia" w:eastAsiaTheme="minorEastAsia"/>
                <w:sz w:val="20"/>
                <w:szCs w:val="22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sz w:val="20"/>
                <w:szCs w:val="22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sz w:val="20"/>
                <w:szCs w:val="22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sz w:val="20"/>
                <w:szCs w:val="22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sz w:val="20"/>
                <w:szCs w:val="22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i/>
                <w:sz w:val="20"/>
                <w:szCs w:val="22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i/>
                <w:sz w:val="20"/>
                <w:szCs w:val="22"/>
                <w:lang w:eastAsia="zh-CN"/>
              </w:rPr>
              <w:t>我郑重声明上述信息真实、合法，并愿意为此承担一切责任。</w:t>
            </w:r>
          </w:p>
          <w:p>
            <w:pPr>
              <w:rPr>
                <w:rFonts w:asciiTheme="minorEastAsia" w:hAnsiTheme="minorEastAsia" w:eastAsiaTheme="minorEastAsia"/>
                <w:sz w:val="20"/>
                <w:szCs w:val="22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sz w:val="20"/>
                <w:szCs w:val="22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 w:val="20"/>
                <w:szCs w:val="22"/>
                <w:lang w:eastAsia="zh-CN"/>
              </w:rPr>
              <w:t xml:space="preserve">                        </w:t>
            </w:r>
            <w:r>
              <w:rPr>
                <w:rFonts w:hint="eastAsia" w:asciiTheme="minorEastAsia" w:hAnsiTheme="minorEastAsia" w:eastAsiaTheme="minorEastAsia"/>
                <w:szCs w:val="22"/>
                <w:lang w:eastAsia="zh-CN"/>
              </w:rPr>
              <w:t xml:space="preserve">  申请人签名：</w:t>
            </w:r>
            <w:r>
              <w:rPr>
                <w:rFonts w:asciiTheme="minorEastAsia" w:hAnsiTheme="minorEastAsia" w:eastAsiaTheme="minorEastAsia"/>
                <w:szCs w:val="22"/>
                <w:lang w:eastAsia="zh-CN"/>
              </w:rPr>
              <w:t xml:space="preserve">                         </w:t>
            </w:r>
            <w:r>
              <w:rPr>
                <w:rFonts w:hint="eastAsia" w:asciiTheme="minorEastAsia" w:hAnsiTheme="minorEastAsia" w:eastAsiaTheme="minorEastAsia"/>
                <w:szCs w:val="22"/>
                <w:lang w:eastAsia="zh-CN"/>
              </w:rPr>
              <w:t xml:space="preserve">年   </w:t>
            </w:r>
            <w:r>
              <w:rPr>
                <w:rFonts w:asciiTheme="minorEastAsia" w:hAnsiTheme="minorEastAsia" w:eastAsiaTheme="minorEastAsia"/>
                <w:szCs w:val="22"/>
                <w:lang w:eastAsia="zh-CN"/>
              </w:rPr>
              <w:t xml:space="preserve">  </w:t>
            </w:r>
            <w:r>
              <w:rPr>
                <w:rFonts w:hint="eastAsia" w:asciiTheme="minorEastAsia" w:hAnsiTheme="minorEastAsia" w:eastAsiaTheme="minorEastAsia"/>
                <w:szCs w:val="22"/>
                <w:lang w:eastAsia="zh-CN"/>
              </w:rPr>
              <w:t xml:space="preserve">月   </w:t>
            </w:r>
            <w:r>
              <w:rPr>
                <w:rFonts w:asciiTheme="minorEastAsia" w:hAnsiTheme="minorEastAsia" w:eastAsiaTheme="minorEastAsia"/>
                <w:szCs w:val="22"/>
                <w:lang w:eastAsia="zh-CN"/>
              </w:rPr>
              <w:t xml:space="preserve">  </w:t>
            </w:r>
            <w:r>
              <w:rPr>
                <w:rFonts w:hint="eastAsia" w:asciiTheme="minorEastAsia" w:hAnsiTheme="minorEastAsia" w:eastAsiaTheme="minorEastAsia"/>
                <w:szCs w:val="22"/>
                <w:lang w:eastAsia="zh-CN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0" w:hRule="atLeast"/>
        </w:trPr>
        <w:tc>
          <w:tcPr>
            <w:tcW w:w="1171" w:type="dxa"/>
            <w:gridSpan w:val="2"/>
            <w:vAlign w:val="center"/>
          </w:tcPr>
          <w:p>
            <w:pPr>
              <w:jc w:val="center"/>
              <w:rPr>
                <w:rFonts w:eastAsia="宋体" w:asciiTheme="minorEastAsia" w:hAnsiTheme="minorEastAsia"/>
                <w:szCs w:val="22"/>
                <w:lang w:eastAsia="zh-CN"/>
              </w:rPr>
            </w:pPr>
            <w:r>
              <w:rPr>
                <w:rFonts w:hint="eastAsia" w:eastAsia="宋体" w:asciiTheme="minorEastAsia" w:hAnsiTheme="minorEastAsia"/>
                <w:szCs w:val="22"/>
                <w:lang w:eastAsia="zh-CN"/>
              </w:rPr>
              <w:t>院系意见</w:t>
            </w:r>
          </w:p>
        </w:tc>
        <w:tc>
          <w:tcPr>
            <w:tcW w:w="3062" w:type="dxa"/>
            <w:gridSpan w:val="5"/>
            <w:vAlign w:val="center"/>
          </w:tcPr>
          <w:p>
            <w:pPr>
              <w:rPr>
                <w:rFonts w:eastAsia="宋体" w:asciiTheme="minorEastAsia" w:hAnsiTheme="minorEastAsia"/>
                <w:szCs w:val="22"/>
                <w:lang w:eastAsia="zh-CN"/>
              </w:rPr>
            </w:pPr>
          </w:p>
          <w:p>
            <w:pPr>
              <w:rPr>
                <w:rFonts w:eastAsia="宋体" w:asciiTheme="minorEastAsia" w:hAnsiTheme="minorEastAsia"/>
                <w:szCs w:val="22"/>
                <w:lang w:eastAsia="zh-CN"/>
              </w:rPr>
            </w:pPr>
          </w:p>
          <w:p>
            <w:pPr>
              <w:rPr>
                <w:rFonts w:eastAsia="宋体" w:asciiTheme="minorEastAsia" w:hAnsiTheme="minorEastAsia"/>
                <w:szCs w:val="22"/>
                <w:lang w:eastAsia="zh-CN"/>
              </w:rPr>
            </w:pPr>
          </w:p>
          <w:p>
            <w:pPr>
              <w:jc w:val="right"/>
              <w:rPr>
                <w:rFonts w:eastAsia="宋体" w:asciiTheme="minorEastAsia" w:hAnsiTheme="minorEastAsia"/>
                <w:szCs w:val="22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Cs w:val="22"/>
                <w:lang w:eastAsia="zh-CN"/>
              </w:rPr>
              <w:t xml:space="preserve">年   </w:t>
            </w:r>
            <w:r>
              <w:rPr>
                <w:rFonts w:asciiTheme="minorEastAsia" w:hAnsiTheme="minorEastAsia" w:eastAsiaTheme="minorEastAsia"/>
                <w:szCs w:val="22"/>
                <w:lang w:eastAsia="zh-CN"/>
              </w:rPr>
              <w:t xml:space="preserve">  </w:t>
            </w:r>
            <w:r>
              <w:rPr>
                <w:rFonts w:hint="eastAsia" w:asciiTheme="minorEastAsia" w:hAnsiTheme="minorEastAsia" w:eastAsiaTheme="minorEastAsia"/>
                <w:szCs w:val="22"/>
                <w:lang w:eastAsia="zh-CN"/>
              </w:rPr>
              <w:t xml:space="preserve">月   </w:t>
            </w:r>
            <w:r>
              <w:rPr>
                <w:rFonts w:asciiTheme="minorEastAsia" w:hAnsiTheme="minorEastAsia" w:eastAsiaTheme="minorEastAsia"/>
                <w:szCs w:val="22"/>
                <w:lang w:eastAsia="zh-CN"/>
              </w:rPr>
              <w:t xml:space="preserve">  </w:t>
            </w:r>
            <w:r>
              <w:rPr>
                <w:rFonts w:hint="eastAsia" w:asciiTheme="minorEastAsia" w:hAnsiTheme="minorEastAsia" w:eastAsiaTheme="minorEastAsia"/>
                <w:szCs w:val="22"/>
                <w:lang w:eastAsia="zh-CN"/>
              </w:rPr>
              <w:t>日</w:t>
            </w:r>
          </w:p>
        </w:tc>
        <w:tc>
          <w:tcPr>
            <w:tcW w:w="1164" w:type="dxa"/>
            <w:gridSpan w:val="2"/>
            <w:vAlign w:val="center"/>
          </w:tcPr>
          <w:p>
            <w:pPr>
              <w:jc w:val="center"/>
              <w:rPr>
                <w:rFonts w:eastAsia="宋体" w:asciiTheme="minorEastAsia" w:hAnsiTheme="minorEastAsia"/>
                <w:szCs w:val="22"/>
                <w:lang w:eastAsia="zh-CN"/>
              </w:rPr>
            </w:pPr>
            <w:r>
              <w:rPr>
                <w:rFonts w:hint="eastAsia" w:eastAsia="宋体" w:asciiTheme="minorEastAsia" w:hAnsiTheme="minorEastAsia"/>
                <w:szCs w:val="22"/>
                <w:lang w:eastAsia="zh-CN"/>
              </w:rPr>
              <w:t>学校意见</w:t>
            </w:r>
          </w:p>
        </w:tc>
        <w:tc>
          <w:tcPr>
            <w:tcW w:w="3874" w:type="dxa"/>
            <w:gridSpan w:val="3"/>
            <w:vAlign w:val="center"/>
          </w:tcPr>
          <w:p>
            <w:pPr>
              <w:rPr>
                <w:rFonts w:eastAsia="宋体" w:asciiTheme="minorEastAsia" w:hAnsiTheme="minorEastAsia"/>
                <w:sz w:val="20"/>
                <w:szCs w:val="22"/>
                <w:lang w:eastAsia="zh-CN"/>
              </w:rPr>
            </w:pPr>
          </w:p>
          <w:p>
            <w:pPr>
              <w:rPr>
                <w:rFonts w:eastAsia="宋体" w:asciiTheme="minorEastAsia" w:hAnsiTheme="minorEastAsia"/>
                <w:sz w:val="20"/>
                <w:szCs w:val="22"/>
                <w:lang w:eastAsia="zh-CN"/>
              </w:rPr>
            </w:pPr>
          </w:p>
          <w:p>
            <w:pPr>
              <w:rPr>
                <w:rFonts w:eastAsia="宋体" w:asciiTheme="minorEastAsia" w:hAnsiTheme="minorEastAsia"/>
                <w:sz w:val="20"/>
                <w:szCs w:val="22"/>
                <w:lang w:eastAsia="zh-CN"/>
              </w:rPr>
            </w:pPr>
          </w:p>
          <w:p>
            <w:pPr>
              <w:jc w:val="right"/>
              <w:rPr>
                <w:rFonts w:eastAsia="宋体" w:asciiTheme="minorEastAsia" w:hAnsiTheme="minorEastAsia"/>
                <w:sz w:val="20"/>
                <w:szCs w:val="22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Cs w:val="22"/>
                <w:lang w:eastAsia="zh-CN"/>
              </w:rPr>
              <w:t xml:space="preserve">年   </w:t>
            </w:r>
            <w:r>
              <w:rPr>
                <w:rFonts w:asciiTheme="minorEastAsia" w:hAnsiTheme="minorEastAsia" w:eastAsiaTheme="minorEastAsia"/>
                <w:szCs w:val="22"/>
                <w:lang w:eastAsia="zh-CN"/>
              </w:rPr>
              <w:t xml:space="preserve">  </w:t>
            </w:r>
            <w:r>
              <w:rPr>
                <w:rFonts w:hint="eastAsia" w:asciiTheme="minorEastAsia" w:hAnsiTheme="minorEastAsia" w:eastAsiaTheme="minorEastAsia"/>
                <w:szCs w:val="22"/>
                <w:lang w:eastAsia="zh-CN"/>
              </w:rPr>
              <w:t xml:space="preserve">月   </w:t>
            </w:r>
            <w:r>
              <w:rPr>
                <w:rFonts w:asciiTheme="minorEastAsia" w:hAnsiTheme="minorEastAsia" w:eastAsiaTheme="minorEastAsia"/>
                <w:szCs w:val="22"/>
                <w:lang w:eastAsia="zh-CN"/>
              </w:rPr>
              <w:t xml:space="preserve">  </w:t>
            </w:r>
            <w:r>
              <w:rPr>
                <w:rFonts w:hint="eastAsia" w:asciiTheme="minorEastAsia" w:hAnsiTheme="minorEastAsia" w:eastAsiaTheme="minorEastAsia"/>
                <w:szCs w:val="22"/>
                <w:lang w:eastAsia="zh-CN"/>
              </w:rPr>
              <w:t>日</w:t>
            </w:r>
          </w:p>
        </w:tc>
      </w:tr>
    </w:tbl>
    <w:p>
      <w:pPr>
        <w:rPr>
          <w:rFonts w:asciiTheme="minorEastAsia" w:hAnsiTheme="minorEastAsia"/>
          <w:lang w:eastAsia="zh-CN"/>
        </w:rPr>
      </w:pPr>
    </w:p>
    <w:p>
      <w:pPr>
        <w:rPr>
          <w:rFonts w:asciiTheme="minorEastAsia" w:hAnsiTheme="minorEastAsia"/>
          <w:lang w:eastAsia="zh-CN"/>
        </w:rPr>
      </w:pPr>
      <w:r>
        <w:rPr>
          <w:rFonts w:hint="eastAsia" w:asciiTheme="minorEastAsia" w:hAnsiTheme="minorEastAsia"/>
          <w:lang w:eastAsia="zh-CN"/>
        </w:rPr>
        <w:t>注：申请表需要学生手写，并加盖学校和院系的公章以及批注。</w:t>
      </w:r>
    </w:p>
    <w:p>
      <w:pPr>
        <w:rPr>
          <w:rFonts w:asciiTheme="minorEastAsia" w:hAnsiTheme="minorEastAsia"/>
          <w:b/>
          <w:lang w:eastAsia="zh-CN"/>
        </w:rPr>
      </w:pPr>
      <w:r>
        <w:rPr>
          <w:rFonts w:hint="eastAsia" w:asciiTheme="minorEastAsia" w:hAnsiTheme="minorEastAsia"/>
          <w:b/>
          <w:lang w:eastAsia="zh-CN"/>
        </w:rPr>
        <w:t>除填写申请表外，申请人需要提供以下材料</w:t>
      </w:r>
    </w:p>
    <w:p>
      <w:pPr>
        <w:pStyle w:val="29"/>
        <w:numPr>
          <w:ilvl w:val="0"/>
          <w:numId w:val="2"/>
        </w:numPr>
        <w:rPr>
          <w:rFonts w:asciiTheme="minorEastAsia" w:hAnsiTheme="minorEastAsia"/>
        </w:rPr>
      </w:pPr>
      <w:r>
        <w:rPr>
          <w:rFonts w:hint="eastAsia" w:asciiTheme="minorEastAsia" w:hAnsiTheme="minorEastAsia" w:eastAsiaTheme="minorEastAsia"/>
        </w:rPr>
        <w:t>申请人的申请信（手写</w:t>
      </w:r>
      <w:r>
        <w:rPr>
          <w:rFonts w:hint="eastAsia" w:cs="宋体"/>
        </w:rPr>
        <w:t>纸质材料</w:t>
      </w:r>
      <w:r>
        <w:rPr>
          <w:rFonts w:hint="eastAsia" w:asciiTheme="minorEastAsia" w:hAnsiTheme="minorEastAsia" w:eastAsiaTheme="minorEastAsia"/>
        </w:rPr>
        <w:t>）</w:t>
      </w:r>
    </w:p>
    <w:p>
      <w:pPr>
        <w:pStyle w:val="29"/>
        <w:numPr>
          <w:ilvl w:val="0"/>
          <w:numId w:val="2"/>
        </w:numPr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>助学贷款证明（如有，需提供）</w:t>
      </w:r>
      <w:r>
        <w:rPr>
          <w:rFonts w:hint="eastAsia" w:cs="宋体"/>
        </w:rPr>
        <w:t>（纸质材料）</w:t>
      </w:r>
    </w:p>
    <w:p>
      <w:pPr>
        <w:rPr>
          <w:rFonts w:asciiTheme="minorEastAsia" w:hAnsiTheme="minorEastAsia"/>
          <w:szCs w:val="22"/>
          <w:lang w:val="en-US" w:eastAsia="zh-CN"/>
        </w:rPr>
      </w:pPr>
    </w:p>
    <w:p>
      <w:pPr>
        <w:rPr>
          <w:rFonts w:asciiTheme="minorEastAsia" w:hAnsiTheme="minorEastAsia"/>
          <w:b/>
          <w:lang w:eastAsia="zh-CN"/>
        </w:rPr>
      </w:pPr>
      <w:r>
        <w:rPr>
          <w:rFonts w:hint="eastAsia" w:asciiTheme="minorEastAsia" w:hAnsiTheme="minorEastAsia"/>
          <w:b/>
          <w:lang w:eastAsia="zh-CN"/>
        </w:rPr>
        <w:t>校方须出据</w:t>
      </w:r>
    </w:p>
    <w:p>
      <w:pPr>
        <w:pStyle w:val="29"/>
        <w:numPr>
          <w:ilvl w:val="0"/>
          <w:numId w:val="3"/>
        </w:numPr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现行</w:t>
      </w:r>
      <w:r>
        <w:rPr>
          <w:rFonts w:asciiTheme="minorEastAsia" w:hAnsiTheme="minorEastAsia" w:eastAsiaTheme="minorEastAsia"/>
        </w:rPr>
        <w:t>学校经济困难学生认定实施办法（盖章）</w:t>
      </w:r>
      <w:r>
        <w:rPr>
          <w:rFonts w:hint="eastAsia" w:asciiTheme="minorEastAsia" w:hAnsiTheme="minorEastAsia" w:eastAsiaTheme="minorEastAsia"/>
        </w:rPr>
        <w:t>（电子材料及纸质材料）</w:t>
      </w:r>
    </w:p>
    <w:p>
      <w:pPr>
        <w:pStyle w:val="29"/>
        <w:numPr>
          <w:ilvl w:val="0"/>
          <w:numId w:val="3"/>
        </w:numPr>
        <w:rPr>
          <w:rFonts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t>博世大学新生助学金初审结果函，包括学校设置的助学金金额标准、</w:t>
      </w:r>
      <w:r>
        <w:rPr>
          <w:rFonts w:hint="eastAsia" w:asciiTheme="minorEastAsia" w:hAnsiTheme="minorEastAsia" w:eastAsiaTheme="minorEastAsia"/>
        </w:rPr>
        <w:t>入选</w:t>
      </w:r>
      <w:r>
        <w:rPr>
          <w:rFonts w:asciiTheme="minorEastAsia" w:hAnsiTheme="minorEastAsia" w:eastAsiaTheme="minorEastAsia"/>
        </w:rPr>
        <w:t>条件以及候选人名单（盖章）</w:t>
      </w:r>
      <w:r>
        <w:rPr>
          <w:rFonts w:hint="eastAsia" w:asciiTheme="minorEastAsia" w:hAnsiTheme="minorEastAsia" w:eastAsiaTheme="minorEastAsia"/>
        </w:rPr>
        <w:t>（电子材料及纸质材料）</w:t>
      </w:r>
    </w:p>
    <w:p>
      <w:pPr>
        <w:ind w:left="360"/>
        <w:rPr>
          <w:rFonts w:asciiTheme="minorEastAsia" w:hAnsiTheme="minorEastAsia"/>
        </w:rPr>
      </w:pPr>
    </w:p>
    <w:p>
      <w:pPr>
        <w:ind w:firstLine="720"/>
        <w:rPr>
          <w:rFonts w:asciiTheme="minorEastAsia" w:hAnsiTheme="minorEastAsia"/>
          <w:lang w:val="en-US" w:eastAsia="zh-CN"/>
        </w:rPr>
      </w:pPr>
    </w:p>
    <w:p>
      <w:pPr>
        <w:ind w:firstLine="720"/>
        <w:rPr>
          <w:rFonts w:asciiTheme="minorEastAsia" w:hAnsiTheme="minorEastAsia"/>
          <w:lang w:eastAsia="zh-CN"/>
        </w:rPr>
      </w:pPr>
    </w:p>
    <w:p>
      <w:pPr>
        <w:ind w:firstLine="720"/>
        <w:rPr>
          <w:rFonts w:asciiTheme="minorEastAsia" w:hAnsiTheme="minorEastAsia"/>
          <w:lang w:eastAsia="zh-CN"/>
        </w:rPr>
      </w:pPr>
    </w:p>
    <w:p>
      <w:pPr>
        <w:ind w:firstLine="720"/>
        <w:rPr>
          <w:rFonts w:asciiTheme="minorEastAsia" w:hAnsiTheme="minorEastAsia"/>
          <w:lang w:eastAsia="zh-CN"/>
        </w:rPr>
      </w:pPr>
    </w:p>
    <w:p>
      <w:pPr>
        <w:ind w:firstLine="720"/>
        <w:rPr>
          <w:rFonts w:asciiTheme="minorEastAsia" w:hAnsiTheme="minorEastAsia"/>
          <w:lang w:eastAsia="zh-CN"/>
        </w:rPr>
      </w:pPr>
    </w:p>
    <w:p>
      <w:pPr>
        <w:ind w:firstLine="720"/>
        <w:rPr>
          <w:rFonts w:asciiTheme="minorEastAsia" w:hAnsiTheme="minorEastAsia"/>
          <w:lang w:eastAsia="zh-CN"/>
        </w:rPr>
      </w:pPr>
    </w:p>
    <w:p>
      <w:pPr>
        <w:ind w:firstLine="720"/>
        <w:rPr>
          <w:rFonts w:asciiTheme="minorEastAsia" w:hAnsiTheme="minorEastAsia"/>
          <w:lang w:eastAsia="zh-CN"/>
        </w:rPr>
      </w:pPr>
    </w:p>
    <w:p>
      <w:pPr>
        <w:ind w:firstLine="720"/>
        <w:rPr>
          <w:rFonts w:asciiTheme="minorEastAsia" w:hAnsiTheme="minorEastAsia"/>
          <w:lang w:eastAsia="zh-CN"/>
        </w:rPr>
      </w:pPr>
    </w:p>
    <w:p>
      <w:pPr>
        <w:ind w:firstLine="720"/>
        <w:rPr>
          <w:rFonts w:asciiTheme="minorEastAsia" w:hAnsiTheme="minorEastAsia"/>
          <w:lang w:eastAsia="zh-CN"/>
        </w:rPr>
      </w:pPr>
    </w:p>
    <w:p>
      <w:pPr>
        <w:ind w:firstLine="720"/>
        <w:rPr>
          <w:rFonts w:asciiTheme="minorEastAsia" w:hAnsiTheme="minorEastAsia"/>
          <w:lang w:eastAsia="zh-CN"/>
        </w:rPr>
      </w:pPr>
    </w:p>
    <w:p>
      <w:pPr>
        <w:ind w:firstLine="720"/>
        <w:rPr>
          <w:rFonts w:asciiTheme="minorEastAsia" w:hAnsiTheme="minorEastAsia"/>
          <w:lang w:eastAsia="zh-CN"/>
        </w:rPr>
      </w:pPr>
    </w:p>
    <w:p>
      <w:pPr>
        <w:ind w:firstLine="720"/>
        <w:rPr>
          <w:rFonts w:asciiTheme="minorEastAsia" w:hAnsiTheme="minorEastAsia"/>
          <w:lang w:eastAsia="zh-CN"/>
        </w:rPr>
      </w:pPr>
    </w:p>
    <w:p>
      <w:pPr>
        <w:ind w:firstLine="720"/>
        <w:rPr>
          <w:rFonts w:asciiTheme="minorEastAsia" w:hAnsiTheme="minorEastAsia"/>
          <w:lang w:eastAsia="zh-CN"/>
        </w:rPr>
      </w:pPr>
    </w:p>
    <w:p>
      <w:pPr>
        <w:ind w:firstLine="720"/>
        <w:rPr>
          <w:rFonts w:asciiTheme="minorEastAsia" w:hAnsiTheme="minorEastAsia"/>
          <w:lang w:eastAsia="zh-CN"/>
        </w:rPr>
      </w:pPr>
    </w:p>
    <w:p>
      <w:pPr>
        <w:ind w:firstLine="720"/>
        <w:rPr>
          <w:rFonts w:asciiTheme="minorEastAsia" w:hAnsiTheme="minorEastAsia"/>
          <w:lang w:eastAsia="zh-CN"/>
        </w:rPr>
      </w:pPr>
    </w:p>
    <w:p>
      <w:pPr>
        <w:ind w:firstLine="720"/>
        <w:rPr>
          <w:rFonts w:asciiTheme="minorEastAsia" w:hAnsiTheme="minorEastAsia"/>
          <w:lang w:eastAsia="zh-CN"/>
        </w:rPr>
      </w:pPr>
    </w:p>
    <w:p>
      <w:pPr>
        <w:ind w:firstLine="720"/>
        <w:rPr>
          <w:rFonts w:asciiTheme="minorEastAsia" w:hAnsiTheme="minorEastAsia"/>
          <w:lang w:eastAsia="zh-CN"/>
        </w:rPr>
      </w:pPr>
      <w:r>
        <w:rPr>
          <w:rFonts w:asciiTheme="minorEastAsia" w:hAnsiTheme="minorEastAsia"/>
          <w:lang w:val="en-US" w:eastAsia="zh-CN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349885</wp:posOffset>
                </wp:positionV>
                <wp:extent cx="723900" cy="323850"/>
                <wp:effectExtent l="0" t="0" r="0" b="0"/>
                <wp:wrapSquare wrapText="bothSides"/>
                <wp:docPr id="5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H="1">
                          <a:off x="0" y="0"/>
                          <a:ext cx="72390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jc w:val="right"/>
                              <w:rPr>
                                <w:i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" o:spid="_x0000_s1026" o:spt="202" type="#_x0000_t202" style="position:absolute;left:0pt;flip:x;margin-top:27.55pt;height:25.5pt;width:57pt;mso-position-horizontal:right;mso-position-horizontal-relative:margin;mso-wrap-distance-bottom:3.6pt;mso-wrap-distance-left:9pt;mso-wrap-distance-right:9pt;mso-wrap-distance-top:3.6pt;z-index:251659264;mso-width-relative:page;mso-height-relative:page;" fillcolor="#FFFFFF" filled="t" stroked="f" coordsize="21600,21600" o:gfxdata="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L+zOCtYAAAAHAQAADwAAAAAAAAABACAAAAAiAAAAZHJzL2Rvd25yZXYueG1sUEsBAhQA&#10;FAAAAAgAh07iQGusy8otAgAAWgQAAA4AAAAAAAAAAQAgAAAAJQEAAGRycy9lMm9Eb2MueG1sUEsF&#10;BgAAAAAGAAYAWQEAAMQFAAAAAA==&#10;">
                <v:fill on="t" focussize="0,0"/>
                <v:stroke on="f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right"/>
                        <w:rPr>
                          <w:i/>
                          <w:sz w:val="18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hint="eastAsia" w:asciiTheme="minorEastAsia" w:hAnsiTheme="minorEastAsia"/>
          <w:lang w:eastAsia="zh-CN"/>
        </w:rPr>
        <w:t xml:space="preserve">  </w:t>
      </w:r>
    </w:p>
    <w:p>
      <w:pPr>
        <w:rPr>
          <w:rFonts w:asciiTheme="minorEastAsia" w:hAnsiTheme="minorEastAsia"/>
          <w:lang w:eastAsia="zh-CN"/>
        </w:rPr>
      </w:pPr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type w:val="continuous"/>
      <w:pgSz w:w="11906" w:h="16838"/>
      <w:pgMar w:top="1769" w:right="3016" w:bottom="680" w:left="1270" w:header="0" w:footer="0" w:gutter="0"/>
      <w:cols w:space="720" w:num="1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Bosch Office Sans">
    <w:altName w:val="Arial"/>
    <w:panose1 w:val="020B0604020202020204"/>
    <w:charset w:val="00"/>
    <w:family w:val="auto"/>
    <w:pitch w:val="default"/>
    <w:sig w:usb0="00000000" w:usb1="00000000" w:usb2="00000000" w:usb3="00000000" w:csb0="0000019F" w:csb1="00000000"/>
  </w:font>
  <w:font w:name="MLStat">
    <w:altName w:val="Arial"/>
    <w:panose1 w:val="00000000000000000000"/>
    <w:charset w:val="00"/>
    <w:family w:val="roman"/>
    <w:pitch w:val="default"/>
    <w:sig w:usb0="00000000" w:usb1="00000000" w:usb2="0282A578" w:usb3="00000008" w:csb0="0000002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7"/>
      <w:tabs>
        <w:tab w:val="center" w:pos="4153"/>
        <w:tab w:val="right" w:pos="8306"/>
      </w:tabs>
      <w:spacing w:before="0" w:after="0" w:line="272" w:lineRule="atLeast"/>
      <w:ind w:left="0" w:right="0" w:firstLine="0"/>
      <w:rPr>
        <w:rFonts w:ascii="Times New Roman" w:hAnsi="Times New Roman"/>
        <w:sz w:val="2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7"/>
      <w:tabs>
        <w:tab w:val="center" w:pos="4153"/>
        <w:tab w:val="right" w:pos="8306"/>
      </w:tabs>
      <w:spacing w:before="0" w:after="0" w:line="272" w:lineRule="atLeast"/>
      <w:ind w:left="0" w:right="0" w:firstLine="0"/>
      <w:rPr>
        <w:rFonts w:ascii="Times New Roman" w:hAnsi="Times New Roman"/>
        <w:sz w:val="2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7"/>
      <w:tabs>
        <w:tab w:val="center" w:pos="4153"/>
        <w:tab w:val="right" w:pos="8306"/>
      </w:tabs>
      <w:spacing w:before="0" w:after="0" w:line="295" w:lineRule="atLeast"/>
      <w:ind w:left="0" w:right="0" w:firstLine="0"/>
      <w:rPr>
        <w:rFonts w:ascii="Bosch Office Sans" w:hAnsi="Bosch Office Sans" w:eastAsia="Bosch Office Sans"/>
      </w:rPr>
    </w:pPr>
  </w:p>
  <w:p>
    <w:pPr>
      <w:pStyle w:val="27"/>
      <w:tabs>
        <w:tab w:val="center" w:pos="4153"/>
        <w:tab w:val="right" w:pos="8306"/>
      </w:tabs>
      <w:spacing w:before="0" w:after="0" w:line="295" w:lineRule="atLeast"/>
      <w:ind w:left="0" w:right="0" w:firstLine="0"/>
      <w:rPr>
        <w:rFonts w:ascii="Bosch Office Sans" w:hAnsi="Bosch Office Sans" w:eastAsia="Bosch Office Sans"/>
      </w:rPr>
    </w:pPr>
    <w:r>
      <w:rPr>
        <w:rFonts w:ascii="Bosch Office Sans" w:hAnsi="Bosch Office Sans" w:eastAsia="Bosch Office Sans"/>
        <w:sz w:val="20"/>
      </w:rPr>
      <w:fldChar w:fldCharType="begin" w:fldLock="1"/>
    </w:r>
    <w:r>
      <w:rPr>
        <w:rFonts w:ascii="Bosch Office Sans" w:hAnsi="Bosch Office Sans" w:eastAsia="Bosch Office Sans"/>
        <w:sz w:val="20"/>
      </w:rPr>
      <w:instrText xml:space="preserve"> bkmLogoTopComplete </w:instrText>
    </w:r>
    <w:r>
      <w:rPr>
        <w:rFonts w:ascii="Bosch Office Sans" w:hAnsi="Bosch Office Sans" w:eastAsia="Bosch Office Sans"/>
        <w:sz w:val="20"/>
      </w:rPr>
      <w:fldChar w:fldCharType="separate"/>
    </w:r>
  </w:p>
  <w:p>
    <w:pPr>
      <w:pStyle w:val="27"/>
      <w:framePr w:w="5670" w:wrap="around" w:vAnchor="page" w:hAnchor="page" w:xAlign="right" w:yAlign="top" w:anchorLock="1"/>
      <w:tabs>
        <w:tab w:val="right" w:pos="3289"/>
      </w:tabs>
      <w:spacing w:before="0" w:after="0" w:line="567" w:lineRule="exact"/>
      <w:ind w:left="0" w:right="0" w:firstLine="0"/>
      <w:rPr>
        <w:rFonts w:ascii="Bosch Office Sans" w:hAnsi="Bosch Office Sans" w:eastAsia="Bosch Office Sans"/>
      </w:rPr>
    </w:pPr>
  </w:p>
  <w:p>
    <w:pPr>
      <w:pStyle w:val="27"/>
      <w:framePr w:w="5670" w:wrap="around" w:vAnchor="page" w:hAnchor="page" w:xAlign="right" w:yAlign="top" w:anchorLock="1"/>
      <w:tabs>
        <w:tab w:val="right" w:pos="5103"/>
      </w:tabs>
      <w:spacing w:before="0" w:after="0" w:line="240" w:lineRule="atLeast"/>
      <w:ind w:left="0" w:right="0" w:firstLine="0"/>
      <w:rPr>
        <w:rFonts w:ascii="Bosch Office Sans" w:hAnsi="Bosch Office Sans" w:eastAsia="Bosch Office Sans"/>
        <w:color w:val="FFFFFF"/>
        <w:sz w:val="20"/>
      </w:rPr>
    </w:pPr>
    <w:r>
      <w:rPr>
        <w:rFonts w:ascii="Bosch Office Sans" w:hAnsi="Bosch Office Sans" w:eastAsia="Bosch Office Sans"/>
        <w:sz w:val="20"/>
      </w:rPr>
      <w:tab/>
    </w:r>
    <w:r>
      <w:rPr>
        <w:rFonts w:ascii="Bosch Office Sans" w:hAnsi="Bosch Office Sans" w:eastAsia="Bosch Office Sans"/>
        <w:color w:val="000000"/>
        <w:sz w:val="20"/>
        <w:lang w:val="en-US" w:eastAsia="zh-CN"/>
      </w:rPr>
      <w:drawing>
        <wp:inline distT="0" distB="0" distL="0" distR="0">
          <wp:extent cx="1276350" cy="461645"/>
          <wp:effectExtent l="0" t="0" r="0" b="0"/>
          <wp:docPr id="14" name="Bild 29" descr="Beschreibung: Beschreibung: Beschreibung: Bosch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Bild 29" descr="Beschreibung: Beschreibung: Beschreibung: BoschColo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3474" r="-24561" b="-13026"/>
                  <a:stretch>
                    <a:fillRect/>
                  </a:stretch>
                </pic:blipFill>
                <pic:spPr>
                  <a:xfrm>
                    <a:off x="0" y="0"/>
                    <a:ext cx="1276350" cy="4616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Bosch Office Sans" w:hAnsi="Bosch Office Sans" w:eastAsia="Bosch Office Sans"/>
        <w:color w:val="000000"/>
        <w:sz w:val="20"/>
      </w:rPr>
      <w:t xml:space="preserve"> </w:t>
    </w:r>
  </w:p>
  <w:p>
    <w:pPr>
      <w:framePr w:w="4536" w:h="561" w:wrap="around" w:vAnchor="page" w:hAnchor="page" w:xAlign="right" w:y="659" w:anchorLock="1"/>
      <w:tabs>
        <w:tab w:val="right" w:pos="1667"/>
      </w:tabs>
    </w:pPr>
    <w:r>
      <w:tab/>
    </w:r>
    <w:r>
      <w:t xml:space="preserve"> </w:t>
    </w:r>
    <w:r>
      <w:rPr>
        <w:lang w:val="en-US" w:eastAsia="zh-CN"/>
      </w:rPr>
      <w:drawing>
        <wp:inline distT="0" distB="0" distL="0" distR="0">
          <wp:extent cx="353060" cy="361950"/>
          <wp:effectExtent l="0" t="0" r="8890" b="0"/>
          <wp:docPr id="15" name="Bild 27" descr="Beschreibung: Beschreibung: Beschreibung: Anker_CO_Displa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Bild 27" descr="Beschreibung: Beschreibung: Beschreibung: Anker_CO_Display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063"/>
                  <a:stretch>
                    <a:fillRect/>
                  </a:stretch>
                </pic:blipFill>
                <pic:spPr>
                  <a:xfrm>
                    <a:off x="0" y="0"/>
                    <a:ext cx="353060" cy="361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sz w:val="2"/>
        <w:szCs w:val="2"/>
      </w:rPr>
      <w:t xml:space="preserve"> </w:t>
    </w:r>
    <w:r>
      <w:t xml:space="preserve"> </w:t>
    </w:r>
  </w:p>
  <w:p>
    <w:pPr>
      <w:pStyle w:val="27"/>
      <w:framePr w:w="2608" w:h="1446" w:hRule="exact" w:hSpace="567" w:wrap="around" w:vAnchor="page" w:hAnchor="page" w:x="9300" w:y="15474" w:anchorLock="1"/>
      <w:tabs>
        <w:tab w:val="right" w:pos="3289"/>
      </w:tabs>
      <w:spacing w:before="0" w:after="0"/>
      <w:ind w:left="0" w:right="0" w:firstLine="0"/>
      <w:rPr>
        <w:rFonts w:ascii="Arial" w:hAnsi="Arial" w:eastAsia="Bosch Office Sans"/>
      </w:rPr>
    </w:pPr>
  </w:p>
  <w:p>
    <w:pPr>
      <w:pStyle w:val="27"/>
      <w:framePr w:w="2608" w:h="1446" w:hRule="exact" w:hSpace="567" w:wrap="around" w:vAnchor="page" w:hAnchor="page" w:x="9300" w:y="15474" w:anchorLock="1"/>
      <w:tabs>
        <w:tab w:val="right" w:pos="5103"/>
      </w:tabs>
      <w:spacing w:before="0" w:after="0" w:line="240" w:lineRule="atLeast"/>
      <w:ind w:left="0" w:right="0" w:firstLine="0"/>
      <w:rPr>
        <w:rFonts w:ascii="Arial" w:hAnsi="Arial" w:eastAsia="Bosch Office Sans"/>
        <w:color w:val="FFFFFF"/>
        <w:sz w:val="20"/>
      </w:rPr>
    </w:pPr>
    <w:r>
      <w:rPr>
        <w:rFonts w:ascii="Arial" w:hAnsi="Arial" w:eastAsia="Bosch Office Sans"/>
        <w:color w:val="000000"/>
        <w:sz w:val="20"/>
      </w:rPr>
      <w:t xml:space="preserve">  </w:t>
    </w:r>
  </w:p>
  <w:p>
    <w:pPr>
      <w:pStyle w:val="27"/>
      <w:tabs>
        <w:tab w:val="center" w:pos="4153"/>
        <w:tab w:val="right" w:pos="8306"/>
      </w:tabs>
      <w:spacing w:before="0" w:after="0" w:line="295" w:lineRule="atLeast"/>
      <w:ind w:left="0" w:right="0" w:firstLine="0"/>
      <w:rPr>
        <w:rFonts w:ascii="Bosch Office Sans" w:hAnsi="Bosch Office Sans" w:eastAsia="Bosch Office Sans"/>
      </w:rPr>
    </w:pPr>
    <w:r>
      <w:rPr>
        <w:rFonts w:ascii="Bosch Office Sans" w:hAnsi="Bosch Office Sans" w:eastAsia="Bosch Office Sans"/>
        <w:sz w:val="20"/>
      </w:rPr>
      <w:fldChar w:fldCharType="end"/>
    </w:r>
  </w:p>
  <w:p>
    <w:pPr>
      <w:pStyle w:val="27"/>
      <w:framePr w:w="2608" w:h="3184" w:hSpace="408" w:wrap="around" w:vAnchor="page" w:hAnchor="page" w:xAlign="right" w:y="1297" w:anchorLock="1"/>
      <w:tabs>
        <w:tab w:val="left" w:pos="-9656"/>
      </w:tabs>
      <w:spacing w:before="0" w:after="0" w:line="227" w:lineRule="atLeast"/>
      <w:ind w:left="0" w:right="454" w:firstLine="0"/>
      <w:rPr>
        <w:rFonts w:ascii="Bosch Office Sans" w:hAnsi="Bosch Office Sans" w:eastAsia="Bosch Office Sans"/>
        <w:spacing w:val="4"/>
        <w:sz w:val="15"/>
      </w:rPr>
    </w:pPr>
    <w:bookmarkStart w:id="18" w:name="Tmp9"/>
    <w:bookmarkEnd w:id="18"/>
    <w:r>
      <w:rPr>
        <w:rFonts w:ascii="Bosch Office Sans" w:hAnsi="Bosch Office Sans" w:eastAsia="Bosch Office Sans"/>
        <w:spacing w:val="4"/>
        <w:sz w:val="15"/>
      </w:rPr>
      <w:br w:type="textWrapping"/>
    </w:r>
    <w:r>
      <w:rPr>
        <w:rFonts w:ascii="Bosch Office Sans" w:hAnsi="Bosch Office Sans" w:eastAsia="Bosch Office Sans"/>
        <w:spacing w:val="4"/>
        <w:sz w:val="15"/>
      </w:rPr>
      <w:t xml:space="preserve">Bosch (China) Investment Ltd. </w:t>
    </w:r>
    <w:r>
      <w:rPr>
        <w:rFonts w:ascii="Bosch Office Sans" w:hAnsi="Bosch Office Sans" w:eastAsia="Bosch Office Sans"/>
        <w:spacing w:val="4"/>
        <w:sz w:val="15"/>
      </w:rPr>
      <w:br w:type="textWrapping"/>
    </w:r>
    <w:r>
      <w:rPr>
        <w:rFonts w:ascii="Bosch Office Sans" w:hAnsi="Bosch Office Sans" w:eastAsia="Bosch Office Sans"/>
        <w:spacing w:val="4"/>
        <w:sz w:val="15"/>
      </w:rPr>
      <w:t xml:space="preserve">333 Fuquan (N.) Road </w:t>
    </w:r>
    <w:r>
      <w:rPr>
        <w:rFonts w:ascii="Bosch Office Sans" w:hAnsi="Bosch Office Sans" w:eastAsia="Bosch Office Sans"/>
        <w:spacing w:val="4"/>
        <w:sz w:val="15"/>
      </w:rPr>
      <w:br w:type="textWrapping"/>
    </w:r>
    <w:r>
      <w:rPr>
        <w:rFonts w:ascii="Bosch Office Sans" w:hAnsi="Bosch Office Sans" w:eastAsia="Bosch Office Sans"/>
        <w:spacing w:val="4"/>
        <w:sz w:val="15"/>
      </w:rPr>
      <w:t xml:space="preserve">Shanghai 200335 </w:t>
    </w:r>
    <w:r>
      <w:rPr>
        <w:rFonts w:ascii="Bosch Office Sans" w:hAnsi="Bosch Office Sans" w:eastAsia="Bosch Office Sans"/>
        <w:spacing w:val="4"/>
        <w:sz w:val="15"/>
      </w:rPr>
      <w:br w:type="textWrapping"/>
    </w:r>
    <w:r>
      <w:rPr>
        <w:rFonts w:ascii="Bosch Office Sans" w:hAnsi="Bosch Office Sans" w:eastAsia="Bosch Office Sans"/>
        <w:spacing w:val="4"/>
        <w:sz w:val="15"/>
      </w:rPr>
      <w:t xml:space="preserve">P.R. China  </w:t>
    </w:r>
    <w:r>
      <w:rPr>
        <w:rFonts w:ascii="Bosch Office Sans" w:hAnsi="Bosch Office Sans" w:eastAsia="Bosch Office Sans"/>
        <w:spacing w:val="4"/>
        <w:sz w:val="15"/>
      </w:rPr>
      <w:br w:type="textWrapping"/>
    </w:r>
    <w:r>
      <w:rPr>
        <w:rFonts w:ascii="Bosch Office Sans" w:hAnsi="Bosch Office Sans" w:eastAsia="Bosch Office Sans"/>
        <w:spacing w:val="4"/>
        <w:sz w:val="15"/>
      </w:rPr>
      <w:t xml:space="preserve">Tel +86 21 2218-1111 </w:t>
    </w:r>
    <w:r>
      <w:rPr>
        <w:rFonts w:ascii="Bosch Office Sans" w:hAnsi="Bosch Office Sans" w:eastAsia="Bosch Office Sans"/>
        <w:spacing w:val="4"/>
        <w:sz w:val="15"/>
      </w:rPr>
      <w:br w:type="textWrapping"/>
    </w:r>
    <w:r>
      <w:rPr>
        <w:rFonts w:ascii="Bosch Office Sans" w:hAnsi="Bosch Office Sans" w:eastAsia="Bosch Office Sans"/>
        <w:spacing w:val="4"/>
        <w:sz w:val="15"/>
      </w:rPr>
      <w:t xml:space="preserve">Fax +86 21 2218-2238 </w:t>
    </w:r>
  </w:p>
  <w:p>
    <w:pPr>
      <w:pStyle w:val="27"/>
      <w:framePr w:w="2608" w:h="3184" w:hSpace="408" w:wrap="around" w:vAnchor="page" w:hAnchor="page" w:xAlign="right" w:y="1297" w:anchorLock="1"/>
      <w:tabs>
        <w:tab w:val="left" w:pos="-9656"/>
      </w:tabs>
      <w:spacing w:before="0" w:after="0" w:line="227" w:lineRule="atLeast"/>
      <w:ind w:left="0" w:right="454" w:firstLine="0"/>
      <w:rPr>
        <w:rFonts w:ascii="Bosch Office Sans" w:hAnsi="Bosch Office Sans" w:eastAsia="Bosch Office Sans"/>
        <w:sz w:val="15"/>
      </w:rPr>
    </w:pPr>
  </w:p>
  <w:p>
    <w:pPr>
      <w:pStyle w:val="27"/>
      <w:tabs>
        <w:tab w:val="center" w:pos="4153"/>
        <w:tab w:val="right" w:pos="8306"/>
      </w:tabs>
      <w:spacing w:before="0" w:after="1670" w:line="295" w:lineRule="atLeast"/>
      <w:ind w:left="0" w:right="0" w:firstLine="0"/>
      <w:rPr>
        <w:rFonts w:ascii="Bosch Office Sans" w:hAnsi="Bosch Office Sans" w:eastAsia="Bosch Office Sans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7"/>
      <w:framePr w:w="8505" w:h="1009" w:wrap="around" w:vAnchor="page" w:hAnchor="margin" w:yAlign="bottom" w:anchorLock="1"/>
      <w:tabs>
        <w:tab w:val="left" w:pos="-9656"/>
      </w:tabs>
      <w:spacing w:before="0" w:after="0" w:line="680" w:lineRule="atLeast"/>
      <w:ind w:left="0" w:right="454" w:firstLine="0"/>
      <w:rPr>
        <w:rFonts w:ascii="Bosch Office Sans" w:hAnsi="Bosch Office Sans" w:eastAsia="Bosch Office Sans"/>
      </w:rPr>
    </w:pPr>
  </w:p>
  <w:p>
    <w:pPr>
      <w:pStyle w:val="27"/>
      <w:framePr w:w="8505" w:h="1009" w:wrap="around" w:vAnchor="page" w:hAnchor="margin" w:yAlign="bottom" w:anchorLock="1"/>
      <w:tabs>
        <w:tab w:val="left" w:pos="-9656"/>
      </w:tabs>
      <w:spacing w:before="0" w:after="0" w:line="181" w:lineRule="atLeast"/>
      <w:ind w:left="0" w:right="454" w:firstLine="0"/>
      <w:rPr>
        <w:rFonts w:ascii="Bosch Office Sans" w:hAnsi="Bosch Office Sans" w:eastAsia="Bosch Office Sans"/>
        <w:spacing w:val="4"/>
        <w:sz w:val="15"/>
      </w:rPr>
    </w:pPr>
    <w:bookmarkStart w:id="0" w:name="UdsLglInfoLine01"/>
    <w:bookmarkEnd w:id="0"/>
    <w:r>
      <w:rPr>
        <w:rFonts w:ascii="Bosch Office Sans" w:hAnsi="Bosch Office Sans" w:eastAsia="Bosch Office Sans"/>
        <w:spacing w:val="4"/>
        <w:sz w:val="15"/>
      </w:rPr>
      <w:t xml:space="preserve"> </w:t>
    </w:r>
    <w:bookmarkStart w:id="1" w:name="UdsLglInfoLine02"/>
    <w:r>
      <w:rPr>
        <w:rFonts w:ascii="Bosch Office Sans" w:hAnsi="Bosch Office Sans" w:eastAsia="Bosch Office Sans"/>
        <w:spacing w:val="4"/>
        <w:sz w:val="15"/>
      </w:rPr>
      <w:t xml:space="preserve"> </w:t>
    </w:r>
    <w:bookmarkEnd w:id="1"/>
    <w:r>
      <w:rPr>
        <w:rFonts w:ascii="Bosch Office Sans" w:hAnsi="Bosch Office Sans" w:eastAsia="Bosch Office Sans"/>
        <w:spacing w:val="4"/>
        <w:sz w:val="15"/>
      </w:rPr>
      <w:t xml:space="preserve"> </w:t>
    </w:r>
    <w:bookmarkStart w:id="2" w:name="LglInf5Cpy"/>
    <w:bookmarkEnd w:id="2"/>
    <w:r>
      <w:rPr>
        <w:rFonts w:ascii="Bosch Office Sans" w:hAnsi="Bosch Office Sans" w:eastAsia="Bosch Office Sans"/>
        <w:spacing w:val="4"/>
        <w:sz w:val="15"/>
      </w:rPr>
      <w:t xml:space="preserve"> </w:t>
    </w:r>
    <w:bookmarkStart w:id="3" w:name="LglInf6Cpy"/>
    <w:bookmarkEnd w:id="3"/>
    <w:r>
      <w:rPr>
        <w:rFonts w:ascii="Bosch Office Sans" w:hAnsi="Bosch Office Sans" w:eastAsia="Bosch Office Sans"/>
        <w:spacing w:val="4"/>
        <w:sz w:val="15"/>
      </w:rPr>
      <w:t xml:space="preserve"> </w:t>
    </w:r>
    <w:bookmarkStart w:id="4" w:name="LglInf2Cpy"/>
    <w:bookmarkEnd w:id="4"/>
    <w:r>
      <w:rPr>
        <w:rFonts w:ascii="Bosch Office Sans" w:hAnsi="Bosch Office Sans" w:eastAsia="Bosch Office Sans"/>
        <w:spacing w:val="4"/>
        <w:sz w:val="15"/>
      </w:rPr>
      <w:t xml:space="preserve"> </w:t>
    </w:r>
    <w:bookmarkStart w:id="5" w:name="BankLoc"/>
    <w:bookmarkEnd w:id="5"/>
    <w:r>
      <w:rPr>
        <w:rFonts w:ascii="Bosch Office Sans" w:hAnsi="Bosch Office Sans" w:eastAsia="Bosch Office Sans"/>
        <w:spacing w:val="4"/>
        <w:sz w:val="15"/>
      </w:rPr>
      <w:t xml:space="preserve"> </w:t>
    </w:r>
  </w:p>
  <w:p>
    <w:pPr>
      <w:pStyle w:val="27"/>
      <w:framePr w:w="8505" w:h="1009" w:wrap="around" w:vAnchor="page" w:hAnchor="margin" w:yAlign="bottom" w:anchorLock="1"/>
      <w:tabs>
        <w:tab w:val="left" w:pos="-9656"/>
      </w:tabs>
      <w:spacing w:before="0" w:after="0" w:line="640" w:lineRule="exact"/>
      <w:ind w:left="0" w:right="454" w:firstLine="0"/>
      <w:rPr>
        <w:rFonts w:ascii="Bosch Office Sans" w:hAnsi="Bosch Office Sans" w:eastAsia="Bosch Office Sans"/>
      </w:rPr>
    </w:pPr>
  </w:p>
  <w:p>
    <w:pPr>
      <w:pStyle w:val="27"/>
      <w:framePr w:w="8505" w:h="1009" w:wrap="around" w:vAnchor="page" w:hAnchor="margin" w:yAlign="bottom" w:anchorLock="1"/>
      <w:tabs>
        <w:tab w:val="left" w:pos="-9656"/>
      </w:tabs>
      <w:spacing w:before="0" w:after="0" w:line="240" w:lineRule="auto"/>
      <w:ind w:left="0" w:right="454" w:firstLine="0"/>
      <w:rPr>
        <w:rFonts w:ascii="Bosch Office Sans" w:hAnsi="Bosch Office Sans" w:eastAsia="Bosch Office Sans"/>
      </w:rPr>
    </w:pPr>
  </w:p>
  <w:p>
    <w:pPr>
      <w:pStyle w:val="27"/>
      <w:framePr w:w="2608" w:h="3184" w:hSpace="408" w:wrap="around" w:vAnchor="page" w:hAnchor="page" w:xAlign="right" w:y="1297" w:anchorLock="1"/>
      <w:tabs>
        <w:tab w:val="left" w:pos="-9656"/>
      </w:tabs>
      <w:spacing w:before="0" w:after="0" w:line="227" w:lineRule="atLeast"/>
      <w:ind w:left="0" w:right="454" w:firstLine="0"/>
      <w:rPr>
        <w:rFonts w:ascii="Bosch Office Sans" w:hAnsi="Bosch Office Sans" w:eastAsia="Bosch Office Sans"/>
        <w:spacing w:val="4"/>
        <w:sz w:val="15"/>
      </w:rPr>
    </w:pPr>
    <w:bookmarkStart w:id="6" w:name="NameCpy"/>
    <w:r>
      <w:rPr>
        <w:rFonts w:ascii="Bosch Office Sans" w:hAnsi="Bosch Office Sans" w:eastAsia="Bosch Office Sans"/>
        <w:spacing w:val="4"/>
        <w:sz w:val="15"/>
      </w:rPr>
      <w:br w:type="textWrapping"/>
    </w:r>
    <w:r>
      <w:rPr>
        <w:rFonts w:ascii="Bosch Office Sans" w:hAnsi="Bosch Office Sans" w:eastAsia="Bosch Office Sans"/>
        <w:spacing w:val="4"/>
        <w:sz w:val="15"/>
      </w:rPr>
      <w:t>Bosch (China) Investment Ltd.</w:t>
    </w:r>
    <w:bookmarkEnd w:id="6"/>
    <w:r>
      <w:rPr>
        <w:rFonts w:ascii="Bosch Office Sans" w:hAnsi="Bosch Office Sans" w:eastAsia="Bosch Office Sans"/>
        <w:spacing w:val="4"/>
        <w:sz w:val="15"/>
      </w:rPr>
      <w:t xml:space="preserve"> </w:t>
    </w:r>
    <w:bookmarkStart w:id="7" w:name="AddLoc"/>
    <w:r>
      <w:rPr>
        <w:rFonts w:ascii="Bosch Office Sans" w:hAnsi="Bosch Office Sans" w:eastAsia="Bosch Office Sans"/>
        <w:spacing w:val="4"/>
        <w:sz w:val="15"/>
      </w:rPr>
      <w:br w:type="textWrapping"/>
    </w:r>
    <w:r>
      <w:rPr>
        <w:rFonts w:ascii="Bosch Office Sans" w:hAnsi="Bosch Office Sans" w:eastAsia="Bosch Office Sans"/>
        <w:spacing w:val="4"/>
        <w:sz w:val="15"/>
      </w:rPr>
      <w:t xml:space="preserve">333 Fuquan (N.) Road </w:t>
    </w:r>
    <w:r>
      <w:rPr>
        <w:rFonts w:ascii="Bosch Office Sans" w:hAnsi="Bosch Office Sans" w:eastAsia="Bosch Office Sans"/>
        <w:spacing w:val="4"/>
        <w:sz w:val="15"/>
      </w:rPr>
      <w:br w:type="textWrapping"/>
    </w:r>
    <w:r>
      <w:rPr>
        <w:rFonts w:ascii="Bosch Office Sans" w:hAnsi="Bosch Office Sans" w:eastAsia="Bosch Office Sans"/>
        <w:spacing w:val="4"/>
        <w:sz w:val="15"/>
      </w:rPr>
      <w:t xml:space="preserve">Shanghai 200335 </w:t>
    </w:r>
    <w:r>
      <w:rPr>
        <w:rFonts w:ascii="Bosch Office Sans" w:hAnsi="Bosch Office Sans" w:eastAsia="Bosch Office Sans"/>
        <w:spacing w:val="4"/>
        <w:sz w:val="15"/>
      </w:rPr>
      <w:br w:type="textWrapping"/>
    </w:r>
    <w:r>
      <w:rPr>
        <w:rFonts w:ascii="Bosch Office Sans" w:hAnsi="Bosch Office Sans" w:eastAsia="Bosch Office Sans"/>
        <w:spacing w:val="4"/>
        <w:sz w:val="15"/>
      </w:rPr>
      <w:t>P.R. China</w:t>
    </w:r>
    <w:bookmarkEnd w:id="7"/>
    <w:r>
      <w:rPr>
        <w:rFonts w:ascii="Bosch Office Sans" w:hAnsi="Bosch Office Sans" w:eastAsia="Bosch Office Sans"/>
        <w:spacing w:val="4"/>
        <w:sz w:val="15"/>
      </w:rPr>
      <w:t xml:space="preserve"> </w:t>
    </w:r>
    <w:bookmarkStart w:id="8" w:name="AddVisLoc"/>
    <w:bookmarkEnd w:id="8"/>
    <w:r>
      <w:rPr>
        <w:rFonts w:ascii="Bosch Office Sans" w:hAnsi="Bosch Office Sans" w:eastAsia="Bosch Office Sans"/>
        <w:spacing w:val="4"/>
        <w:sz w:val="15"/>
      </w:rPr>
      <w:t xml:space="preserve"> </w:t>
    </w:r>
    <w:bookmarkStart w:id="9" w:name="PhoneLoc"/>
    <w:r>
      <w:rPr>
        <w:rFonts w:ascii="Bosch Office Sans" w:hAnsi="Bosch Office Sans" w:eastAsia="Bosch Office Sans"/>
        <w:spacing w:val="4"/>
        <w:sz w:val="15"/>
      </w:rPr>
      <w:br w:type="textWrapping"/>
    </w:r>
    <w:r>
      <w:rPr>
        <w:rFonts w:ascii="Bosch Office Sans" w:hAnsi="Bosch Office Sans" w:eastAsia="Bosch Office Sans"/>
        <w:spacing w:val="4"/>
        <w:sz w:val="15"/>
      </w:rPr>
      <w:t>Tel +86 21 2218-1111</w:t>
    </w:r>
    <w:bookmarkEnd w:id="9"/>
    <w:r>
      <w:rPr>
        <w:rFonts w:ascii="Bosch Office Sans" w:hAnsi="Bosch Office Sans" w:eastAsia="Bosch Office Sans"/>
        <w:spacing w:val="4"/>
        <w:sz w:val="15"/>
      </w:rPr>
      <w:t xml:space="preserve"> </w:t>
    </w:r>
    <w:bookmarkStart w:id="10" w:name="FaxLoc"/>
    <w:r>
      <w:rPr>
        <w:rFonts w:ascii="Bosch Office Sans" w:hAnsi="Bosch Office Sans" w:eastAsia="Bosch Office Sans"/>
        <w:spacing w:val="4"/>
        <w:sz w:val="15"/>
      </w:rPr>
      <w:br w:type="textWrapping"/>
    </w:r>
    <w:r>
      <w:rPr>
        <w:rFonts w:ascii="Bosch Office Sans" w:hAnsi="Bosch Office Sans" w:eastAsia="Bosch Office Sans"/>
        <w:spacing w:val="4"/>
        <w:sz w:val="15"/>
      </w:rPr>
      <w:t>Fax +86 21 2218-2238</w:t>
    </w:r>
    <w:bookmarkEnd w:id="10"/>
    <w:r>
      <w:rPr>
        <w:rFonts w:ascii="Bosch Office Sans" w:hAnsi="Bosch Office Sans" w:eastAsia="Bosch Office Sans"/>
        <w:spacing w:val="4"/>
        <w:sz w:val="15"/>
      </w:rPr>
      <w:t xml:space="preserve"> </w:t>
    </w:r>
    <w:bookmarkStart w:id="11" w:name="InetLoc"/>
    <w:bookmarkEnd w:id="11"/>
  </w:p>
  <w:p>
    <w:pPr>
      <w:pStyle w:val="27"/>
      <w:framePr w:w="2608" w:h="3184" w:hSpace="408" w:wrap="around" w:vAnchor="page" w:hAnchor="page" w:xAlign="right" w:y="1297" w:anchorLock="1"/>
      <w:tabs>
        <w:tab w:val="left" w:pos="-9656"/>
      </w:tabs>
      <w:spacing w:before="0" w:after="0" w:line="227" w:lineRule="atLeast"/>
      <w:ind w:left="0" w:right="454" w:firstLine="0"/>
      <w:rPr>
        <w:rFonts w:ascii="Bosch Office Sans" w:hAnsi="Bosch Office Sans" w:eastAsia="Bosch Office Sans"/>
        <w:sz w:val="15"/>
      </w:rPr>
    </w:pPr>
  </w:p>
  <w:p>
    <w:pPr>
      <w:framePr w:w="284" w:h="170" w:wrap="around" w:vAnchor="page" w:hAnchor="page" w:x="228" w:y="5955"/>
      <w:spacing w:line="80" w:lineRule="exact"/>
    </w:pPr>
    <w:bookmarkStart w:id="12" w:name="optTitle"/>
    <w:bookmarkEnd w:id="12"/>
    <w:bookmarkStart w:id="13" w:name="bkmFalt"/>
    <w:r>
      <w:t xml:space="preserve">  </w:t>
    </w:r>
    <w:bookmarkEnd w:id="13"/>
  </w:p>
  <w:p>
    <w:pPr>
      <w:framePr w:w="284" w:h="170" w:wrap="around" w:vAnchor="page" w:hAnchor="page" w:x="224" w:y="8367"/>
      <w:spacing w:line="80" w:lineRule="exact"/>
    </w:pPr>
    <w:bookmarkStart w:id="14" w:name="bkmFalt2"/>
    <w:r>
      <w:t xml:space="preserve">  </w:t>
    </w:r>
    <w:bookmarkEnd w:id="14"/>
  </w:p>
  <w:p>
    <w:pPr>
      <w:pStyle w:val="27"/>
      <w:tabs>
        <w:tab w:val="center" w:pos="4153"/>
        <w:tab w:val="right" w:pos="8306"/>
      </w:tabs>
      <w:spacing w:before="0" w:after="0" w:line="295" w:lineRule="atLeast"/>
      <w:ind w:left="0" w:right="0" w:firstLine="0"/>
      <w:rPr>
        <w:rFonts w:ascii="Bosch Office Sans" w:hAnsi="Bosch Office Sans" w:eastAsia="Bosch Office Sans"/>
      </w:rPr>
    </w:pPr>
  </w:p>
  <w:p>
    <w:pPr>
      <w:pStyle w:val="27"/>
      <w:tabs>
        <w:tab w:val="center" w:pos="4153"/>
        <w:tab w:val="right" w:pos="8306"/>
      </w:tabs>
      <w:spacing w:before="0" w:after="0" w:line="295" w:lineRule="atLeast"/>
      <w:ind w:left="0" w:right="0" w:firstLine="0"/>
      <w:rPr>
        <w:rFonts w:ascii="Bosch Office Sans" w:hAnsi="Bosch Office Sans" w:eastAsia="Bosch Office Sans"/>
      </w:rPr>
    </w:pPr>
    <w:bookmarkStart w:id="15" w:name="bkmLogoTopComplete"/>
  </w:p>
  <w:p>
    <w:pPr>
      <w:pStyle w:val="27"/>
      <w:framePr w:w="5670" w:wrap="around" w:vAnchor="page" w:hAnchor="page" w:xAlign="right" w:yAlign="top" w:anchorLock="1"/>
      <w:tabs>
        <w:tab w:val="right" w:pos="3289"/>
      </w:tabs>
      <w:spacing w:before="0" w:after="0" w:line="567" w:lineRule="exact"/>
      <w:ind w:left="0" w:right="0" w:firstLine="0"/>
      <w:rPr>
        <w:rFonts w:ascii="Bosch Office Sans" w:hAnsi="Bosch Office Sans" w:eastAsia="Bosch Office Sans"/>
      </w:rPr>
    </w:pPr>
  </w:p>
  <w:p>
    <w:pPr>
      <w:pStyle w:val="27"/>
      <w:framePr w:w="5670" w:wrap="around" w:vAnchor="page" w:hAnchor="page" w:xAlign="right" w:yAlign="top" w:anchorLock="1"/>
      <w:tabs>
        <w:tab w:val="right" w:pos="5103"/>
      </w:tabs>
      <w:spacing w:before="0" w:after="0" w:line="240" w:lineRule="atLeast"/>
      <w:ind w:left="0" w:right="0" w:firstLine="0"/>
      <w:rPr>
        <w:rFonts w:ascii="Bosch Office Sans" w:hAnsi="Bosch Office Sans" w:eastAsia="Bosch Office Sans"/>
        <w:color w:val="FFFFFF"/>
        <w:sz w:val="20"/>
      </w:rPr>
    </w:pPr>
    <w:r>
      <w:rPr>
        <w:rFonts w:ascii="Bosch Office Sans" w:hAnsi="Bosch Office Sans" w:eastAsia="Bosch Office Sans"/>
        <w:sz w:val="20"/>
      </w:rPr>
      <w:tab/>
    </w:r>
    <w:bookmarkStart w:id="16" w:name="bkmlogo2"/>
    <w:r>
      <w:rPr>
        <w:rFonts w:ascii="Bosch Office Sans" w:hAnsi="Bosch Office Sans" w:eastAsia="Bosch Office Sans"/>
        <w:color w:val="000000"/>
        <w:sz w:val="20"/>
        <w:lang w:val="en-US" w:eastAsia="zh-CN"/>
      </w:rPr>
      <w:drawing>
        <wp:inline distT="0" distB="0" distL="0" distR="0">
          <wp:extent cx="1276350" cy="461645"/>
          <wp:effectExtent l="0" t="0" r="0" b="0"/>
          <wp:docPr id="51" name="Bild 29" descr="Beschreibung: Beschreibung: Beschreibung: Bosch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1" name="Bild 29" descr="Beschreibung: Beschreibung: Beschreibung: BoschColo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3474" r="-24561" b="-13026"/>
                  <a:stretch>
                    <a:fillRect/>
                  </a:stretch>
                </pic:blipFill>
                <pic:spPr>
                  <a:xfrm>
                    <a:off x="0" y="0"/>
                    <a:ext cx="1276350" cy="4616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Bosch Office Sans" w:hAnsi="Bosch Office Sans" w:eastAsia="Bosch Office Sans"/>
        <w:color w:val="000000"/>
        <w:sz w:val="20"/>
      </w:rPr>
      <w:t xml:space="preserve"> </w:t>
    </w:r>
    <w:bookmarkEnd w:id="16"/>
  </w:p>
  <w:p>
    <w:pPr>
      <w:framePr w:w="4536" w:h="561" w:wrap="around" w:vAnchor="page" w:hAnchor="page" w:xAlign="right" w:y="659" w:anchorLock="1"/>
      <w:tabs>
        <w:tab w:val="right" w:pos="1667"/>
      </w:tabs>
    </w:pPr>
    <w:r>
      <w:tab/>
    </w:r>
    <w:bookmarkStart w:id="17" w:name="bkmlogo4"/>
    <w:r>
      <w:t xml:space="preserve"> </w:t>
    </w:r>
    <w:r>
      <w:rPr>
        <w:lang w:val="en-US" w:eastAsia="zh-CN"/>
      </w:rPr>
      <w:drawing>
        <wp:inline distT="0" distB="0" distL="0" distR="0">
          <wp:extent cx="353060" cy="361950"/>
          <wp:effectExtent l="0" t="0" r="8890" b="0"/>
          <wp:docPr id="52" name="Bild 27" descr="Beschreibung: Beschreibung: Beschreibung: Anker_CO_Displa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2" name="Bild 27" descr="Beschreibung: Beschreibung: Beschreibung: Anker_CO_Display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063"/>
                  <a:stretch>
                    <a:fillRect/>
                  </a:stretch>
                </pic:blipFill>
                <pic:spPr>
                  <a:xfrm>
                    <a:off x="0" y="0"/>
                    <a:ext cx="353060" cy="361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sz w:val="2"/>
        <w:szCs w:val="2"/>
      </w:rPr>
      <w:t xml:space="preserve"> </w:t>
    </w:r>
    <w:r>
      <w:t xml:space="preserve"> </w:t>
    </w:r>
    <w:bookmarkEnd w:id="17"/>
  </w:p>
  <w:p>
    <w:pPr>
      <w:pStyle w:val="27"/>
      <w:framePr w:w="2608" w:h="1446" w:hRule="exact" w:hSpace="567" w:wrap="around" w:vAnchor="page" w:hAnchor="page" w:x="9300" w:y="15474" w:anchorLock="1"/>
      <w:tabs>
        <w:tab w:val="right" w:pos="3289"/>
      </w:tabs>
      <w:spacing w:before="0" w:after="0"/>
      <w:ind w:left="0" w:right="0" w:firstLine="0"/>
      <w:rPr>
        <w:rFonts w:ascii="Arial" w:hAnsi="Arial" w:eastAsia="Bosch Office Sans"/>
      </w:rPr>
    </w:pPr>
  </w:p>
  <w:p>
    <w:pPr>
      <w:pStyle w:val="27"/>
      <w:framePr w:w="2608" w:h="1446" w:hRule="exact" w:hSpace="567" w:wrap="around" w:vAnchor="page" w:hAnchor="page" w:x="9300" w:y="15474" w:anchorLock="1"/>
      <w:tabs>
        <w:tab w:val="right" w:pos="5103"/>
      </w:tabs>
      <w:spacing w:before="0" w:after="0" w:line="240" w:lineRule="atLeast"/>
      <w:ind w:left="0" w:right="0" w:firstLine="0"/>
      <w:rPr>
        <w:rFonts w:ascii="Arial" w:hAnsi="Arial" w:eastAsia="Bosch Office Sans"/>
        <w:color w:val="FFFFFF"/>
        <w:sz w:val="20"/>
      </w:rPr>
    </w:pPr>
    <w:r>
      <w:rPr>
        <w:rFonts w:ascii="Arial" w:hAnsi="Arial" w:eastAsia="Bosch Office Sans"/>
        <w:color w:val="000000"/>
        <w:sz w:val="20"/>
      </w:rPr>
      <w:t xml:space="preserve">  </w:t>
    </w:r>
  </w:p>
  <w:bookmarkEnd w:id="15"/>
  <w:p>
    <w:pPr>
      <w:pStyle w:val="27"/>
      <w:tabs>
        <w:tab w:val="center" w:pos="4153"/>
        <w:tab w:val="right" w:pos="8306"/>
      </w:tabs>
      <w:spacing w:before="0" w:after="0" w:line="295" w:lineRule="atLeast"/>
      <w:ind w:left="0" w:right="0" w:firstLine="0"/>
      <w:rPr>
        <w:rFonts w:ascii="Bosch Office Sans" w:hAnsi="Bosch Office Sans" w:eastAsia="Bosch Office San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9EF494F"/>
    <w:multiLevelType w:val="multilevel"/>
    <w:tmpl w:val="09EF494F"/>
    <w:lvl w:ilvl="0" w:tentative="0">
      <w:start w:val="1"/>
      <w:numFmt w:val="decimal"/>
      <w:pStyle w:val="2"/>
      <w:lvlText w:val="%1"/>
      <w:lvlJc w:val="left"/>
      <w:pPr>
        <w:tabs>
          <w:tab w:val="left" w:pos="432"/>
        </w:tabs>
        <w:ind w:left="432" w:hanging="432"/>
      </w:pPr>
    </w:lvl>
    <w:lvl w:ilvl="1" w:tentative="0">
      <w:start w:val="1"/>
      <w:numFmt w:val="decimal"/>
      <w:pStyle w:val="3"/>
      <w:lvlText w:val="%1.%2"/>
      <w:lvlJc w:val="left"/>
      <w:pPr>
        <w:tabs>
          <w:tab w:val="left" w:pos="576"/>
        </w:tabs>
        <w:ind w:left="576" w:hanging="576"/>
      </w:pPr>
    </w:lvl>
    <w:lvl w:ilvl="2" w:tentative="0">
      <w:start w:val="1"/>
      <w:numFmt w:val="decimal"/>
      <w:pStyle w:val="4"/>
      <w:lvlText w:val="%1.%2.%3"/>
      <w:lvlJc w:val="left"/>
      <w:pPr>
        <w:tabs>
          <w:tab w:val="left" w:pos="720"/>
        </w:tabs>
        <w:ind w:left="720" w:hanging="720"/>
      </w:pPr>
    </w:lvl>
    <w:lvl w:ilvl="3" w:tentative="0">
      <w:start w:val="1"/>
      <w:numFmt w:val="decimal"/>
      <w:pStyle w:val="5"/>
      <w:lvlText w:val="%1.%2.%3.%4"/>
      <w:lvlJc w:val="left"/>
      <w:pPr>
        <w:tabs>
          <w:tab w:val="left" w:pos="864"/>
        </w:tabs>
        <w:ind w:left="864" w:hanging="864"/>
      </w:pPr>
    </w:lvl>
    <w:lvl w:ilvl="4" w:tentative="0">
      <w:start w:val="1"/>
      <w:numFmt w:val="decimal"/>
      <w:pStyle w:val="6"/>
      <w:lvlText w:val="%1.%2.%3.%4.%5"/>
      <w:lvlJc w:val="left"/>
      <w:pPr>
        <w:tabs>
          <w:tab w:val="left" w:pos="1008"/>
        </w:tabs>
        <w:ind w:left="1008" w:hanging="1008"/>
      </w:pPr>
    </w:lvl>
    <w:lvl w:ilvl="5" w:tentative="0">
      <w:start w:val="1"/>
      <w:numFmt w:val="decimal"/>
      <w:pStyle w:val="7"/>
      <w:lvlText w:val="%1.%2.%3.%4.%5.%6"/>
      <w:lvlJc w:val="left"/>
      <w:pPr>
        <w:tabs>
          <w:tab w:val="left" w:pos="1152"/>
        </w:tabs>
        <w:ind w:left="1152" w:hanging="1152"/>
      </w:pPr>
    </w:lvl>
    <w:lvl w:ilvl="6" w:tentative="0">
      <w:start w:val="1"/>
      <w:numFmt w:val="decimal"/>
      <w:pStyle w:val="8"/>
      <w:lvlText w:val="%1.%2.%3.%4.%5.%6.%7"/>
      <w:lvlJc w:val="left"/>
      <w:pPr>
        <w:tabs>
          <w:tab w:val="left" w:pos="1296"/>
        </w:tabs>
        <w:ind w:left="1296" w:hanging="1296"/>
      </w:pPr>
    </w:lvl>
    <w:lvl w:ilvl="7" w:tentative="0">
      <w:start w:val="1"/>
      <w:numFmt w:val="decimal"/>
      <w:pStyle w:val="9"/>
      <w:lvlText w:val="%1.%2.%3.%4.%5.%6.%7.%8"/>
      <w:lvlJc w:val="left"/>
      <w:pPr>
        <w:tabs>
          <w:tab w:val="left" w:pos="1440"/>
        </w:tabs>
        <w:ind w:left="1440" w:hanging="1440"/>
      </w:pPr>
    </w:lvl>
    <w:lvl w:ilvl="8" w:tentative="0">
      <w:start w:val="1"/>
      <w:numFmt w:val="decimal"/>
      <w:pStyle w:val="10"/>
      <w:lvlText w:val="%1.%2.%3.%4.%5.%6.%7.%8.%9"/>
      <w:lvlJc w:val="left"/>
      <w:pPr>
        <w:tabs>
          <w:tab w:val="left" w:pos="1584"/>
        </w:tabs>
        <w:ind w:left="1584" w:hanging="1584"/>
      </w:pPr>
    </w:lvl>
  </w:abstractNum>
  <w:abstractNum w:abstractNumId="1">
    <w:nsid w:val="15562C4E"/>
    <w:multiLevelType w:val="multilevel"/>
    <w:tmpl w:val="15562C4E"/>
    <w:lvl w:ilvl="0" w:tentative="0">
      <w:start w:val="1"/>
      <w:numFmt w:val="decimal"/>
      <w:lvlText w:val="%1."/>
      <w:lvlJc w:val="left"/>
      <w:pPr>
        <w:ind w:left="720" w:hanging="360"/>
      </w:p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EF34CC3"/>
    <w:multiLevelType w:val="multilevel"/>
    <w:tmpl w:val="5EF34CC3"/>
    <w:lvl w:ilvl="0" w:tentative="0">
      <w:start w:val="1"/>
      <w:numFmt w:val="decimal"/>
      <w:lvlText w:val="%1."/>
      <w:lvlJc w:val="left"/>
      <w:pPr>
        <w:ind w:left="720" w:hanging="360"/>
      </w:p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720"/>
  <w:hyphenationZone w:val="142"/>
  <w:drawingGridHorizontalSpacing w:val="142"/>
  <w:drawingGridVerticalSpacing w:val="142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fg.Checksum" w:val="7460657"/>
    <w:docVar w:name="cfgDocument" w:val="&lt;CRLF&gt;[System]&lt;CRLF&gt;Name=txt,System&lt;CRLF&gt;Language=txt,1031&lt;CRLF&gt;SystemType=txt,0&lt;CRLF&gt;NodesLevel1=txt,0&lt;CRLF&gt;NodesLevel2=txt,1&lt;CRLF&gt;NodesLevel3=txt,2&lt;CRLF&gt;Nodes=lst,0 ,MainNode1,&lt;CRLF&gt;MdFieldsIDs=lst,0 1 2 3 4 5 6 7 8 9 10 11 12 13 14 15 16 17 18 19 20 21 22 23 24 25 26 27 28 29 30 31 32 33 34 35 36 37 38 39 40 41 42 43 44 45 ,MdField3,MdField4,MdField5,MdField6,MdField7,MdField8,MdField9,MdField10,MdField11,MdField12,MdField13,MdField14,MdField15,MdField16,MdField17,MdField18,MdField19,MdField20,MdField21,MdField22,MdField23,MdField24,MdField25,MdField26,MdField27,MdField28,MdField29,MdField30,MdField31,MdField32,MdField33,MdField34,MdField35,MdField36,MdField37,MdField38,MdField39,MdField40,MdField41,MdField42,MdField43,MdField44,MdField45,MdField46,MdField47,MdField48,&lt;CRLF&gt;MdFieldsNames=lst,0 1 2 3 4 5 6 7 8 9 10 11 12 13 14 15 16 17 18 19 20 21 22 23 24 25 26 27 28 29 30 31 32 33 34 35 36 37 38 39 40 41 42 43 44 45 ,UdFName,UdLName,UdPhoneDir,UdFaxDir,UdDept,UdEMailDir,NameCpy,LglInf1Cpy,LglInf2Cpy,LglInf3Cpy,LglInf4Cpy,LglInf5Cpy,LglInf6Cpy,AddLoc,AddVisLoc,PhoneLoc,FaxLoc,InetLoc,BankLoc,Location,CpyName2,CpyName2ENG,CpyName2FRA,CpyName2CSY,CpyName2DAN,CpyName2ESP,CpyName2NLD,CpyName2PTG,CpyName2RUS,CpyName2TRK,LglInf2CpyENG,LglInf2CpyFRA,LglInf2CpyCSY,LglInf2CpyDAN,LglInf2CpyESP,LglInf2CpyNLD,LglInf2CpyPTG,LglInf2CpyRUS,LglInf2CpyTRK,LglInf0Cpy,CpyName2Alternative,UdSignature,CpyName2HUN,LglInf2CpyHUN,CpyName2ITA,LglInf2CpyITA,&lt;CRLF&gt;MdFieldsCaptions=lst,0 1 2 3 4 5 6 7 8 9 10 11 12 13 14 15 16 17 18 19 20 21 22 23 24 25 26 27 28 29 30 31 32 33 34 35 36 37 38 39 40 41 42 43 44 45 ,&lt;CRLF&gt;MdFieldsProperties=lst,0 1 2 3 4 5 6 7 8 9 10 11 12 13 14 15 16 17 18 19 20 21 22 23 24 25 26 27 28 29 30 31 32 33 34 35 36 37 38 39 40 41 42 43 44 45 ,/DSN=00FirstName,/DSN=00LastName,/DSN=00PhoneDirect,/DSN=00FaxDirect,/DSN=00Department,/DSN=00EMailDirect,/DSN=00NameCompany,/DSN=00LegalInfo1Company,/DSN=00LegalInfo2Company,/DSN=00LegalInfo3Company,/DSN=00LegalInfo4Company,/DSN=00LegalInfo5Company,/DSN=00LegalInfo6Company,/DSN=00AddressLocation,/DSN=00AddressVisitorLocation,/DSN=00PhoneLocation,/DSN=00FaxLocation,/DSN=00InternetLocation,/DSN=00BankInfoLocation,/DSN=00Location,/DSN=00CpyName2,/DSN=00CpyName2ENG,/DSN=00CpyName2FRA,/DSN=00CpyName2CSY,/DSN=00CpyName2DAN,/DSN=00CpyName2ESP,/DSN=00CpyName2NLD,/DSN=00CpyName2PTG,/DSN=00CpyName2RUS,/DSN=00CpyName2TRK,/DSN=00LegalInfo2CompanyENG,/DSN=00LegalInfo2CompanyFRA,/DSN=00LegalInfo2CompanyCSY,/DSN=00LegalInfo2CompanyDAN,/DSN=00LegalInfo2CompanyESP,/DSN=00LegalInfo2CompanyNLD,/DSN=00LegalInfo2CompanyPTG,/DSN=00LegalInfo2CompanyRUS,/DSN=00LegalInfo2CompanyTRK,/DSN=00LegalInfo0Company,/DSN=00NameCompany2,/DSN=00Signature,/DSN=00CpyName2HUN,/DSN=00LegalInfo2CompanyHUN,/DSN=00CpyName2ITA,/DSN=00LegalInfo2CompanyITA,&lt;CRLF&gt;&lt;CRLF&gt;[System.MainNode1]&lt;CRLF&gt;Name=txt,Greek&lt;CRLF&gt;TemplateFile=txt,h:\\develop\\bosch\\eForms\\Data\\RBOEXT00.dot&lt;CRLF&gt;TemplateFile.Inh=txt,0&lt;CRLF&gt;ProtectionPassword=txt,·&lt;CRLF&gt;ProtectionPassword.Inh=txt,0&lt;CRLF&gt;DataDialogType=txt,0&lt;CRLF&gt;DataDialogType.Inh=txt,0&lt;CRLF&gt;Language=txt,1032&lt;CRLF&gt;Language.Inh=txt,-1&lt;CRLF&gt;SupportsFaxTotalPages=txt,0&lt;CRLF&gt;SupportsFaxTotalPages.Inh=txt,0&lt;CRLF&gt;DisplayPrintDialogOnDefaultPrint=txt,-1&lt;CRLF&gt;DisplayPrintDialogOnDefaultPrint.Inh=txt,0&lt;CRLF&gt;SupportsCalibration=txt,0&lt;CRLF&gt;SupportsCalibration.Inh=txt,0&lt;CRLF&gt;InheritanceBroken=txt,-1&lt;CRLF&gt;Nodes=lst,0,&lt;CRLF&gt;SubLayouts=lst,0 1 ,Layout2,Layout3,&lt;CRLF&gt;&lt;CRLF&gt;[System.MainNode1.Layout1]&lt;CRLF&gt;Name=txt,DefLayout&lt;CRLF&gt;InheritanceBroken=txt,0&lt;CRLF&gt;Initialized=txt,0&lt;CRLF&gt;DdFieldsIDs=lst,0 1 2 3 4 5 6 7 8 9 10 11 12 13 14 15 16 17 18 19 20 21 22 23 24 25 26 27 28 29 30 31 32 33 34 35 36 37 38 39 40 41 42 43 44 ,DdField1,DdField2,DdField30,DdField37,DdField3,DdField4,DdField5,DdField6,DdField7,DdField8,DdField9,DdField23,DdField10,DdField11,DdField12,DdField13,DdField14,DdField15,DdField16,DdField17,DdField18,DdField19,DdField20,DdField21,DdField22,DdField25,DdField26,DdField27,DdField28,DdField29,DdField31,DdField24,DdField32,DdField33,DdField34,DdField38,DdField35,DdField36,DdField39,DdField40,DdField41,DdField42,DdField43,DdField44,DdField45,&lt;CRLF&gt;DdFieldsNames=lst,0 1 2 3 4 5 6 7 8 9 10 11 12 13 14 15 16 17 18 19 20 21 22 23 24 25 26 27 28 29 30 31 32 33 34 35 36 37 38 39 40 41 42 43 44 ,DdDate,DdSubject,optTitle,Sender,UdFName,UdLName,UdPhoneDir,UdFaxDir,UdDept,UdEMailDir,NameCpy,LglInf0Cpy,LglInf1Cpy,LglInf2Cpy,LglInf3Cpy,LglInf4Cpy,LglInf5Cpy,LglInf6Cpy,AddLoc,AddVisLoc,PhoneLoc,FaxLoc,InetLoc,BankLoc,stCtPer,stDate,stSubject,stPage,stRecpt,stPageOf,CpyName2,CpyName2Alternative,FullName,SenderLine1,SenderLine2,SenderLine3,UdsLglInfoLine01,UdsLglInfoLine02,OpeningSalutation,ClosingSalutationPart1,ClosingSalutationPart2,ClosingSalutation,TxtRBGroupLine1,TxtRBGroupLine2,TxtRBGroup,&lt;CRLF&gt;DdFieldsCaptions=lst,0 1 2 3 4 5 6 7 8 9 10 11 12 13 14 15 16 17 18 19 20 21 22 23 24 25 26 27 28 29 30 31 32 33 34 35 36 37 38 39 40 41 42 43 44 ,&lt;IDD_4&gt;:/Inh00,&lt;IDD_5&gt;:/Inh00,&lt;IDD_66&gt;:/Inh00,&lt;IDD_12&gt;:/Inh00,&lt;IDD_38&gt;:/Inh00,&lt;IDD_39&gt;:/Inh00,&lt;IDD_43&gt;:/Inh00,&lt;IDD_44&gt;:/Inh00,&lt;IDD_9&gt;:/Inh00,&lt;IDD_42&gt;:/Inh00,/Inh00,/Inh00,/Inh00,/Inh00,/Inh00,/Inh00,/Inh00,/Inh00,/Inh00,/Inh00,/Inh00,/Inh00,/Inh00,/Inh00,/Inh00,/Inh00,/Inh00,/Inh00,/Inh00,/Inh00,/Inh00,/Inh00,/Inh00,/Inh00,/Inh00,/Inh00,/Inh00,/Inh00,&lt;IDD_207&gt;/Inh00,/Inh00,/Inh00,/Inh00,/Inh00,/Inh00,/Inh00,&lt;CRLF&gt;DdFieldsProperties=lst,0 1 2 3 4 5 6 7 8 9 10 11 12 13 14 15 16 17 18 19 20 21 22 23 24 25 26 27 28 29 30 31 32 33 34 35 36 37 38 39 40 41 42 43 44 ,/Inz=XX00/Pre=00/UPr=00-1/STx=00&lt;DateLong&gt;/Tex=00/DTP=002/DNP=00/SUP=00&lt;DateLong&gt;/AFM=001/DTA=002/DNA=00/SUA=00/Suf=00/USu=00-1/Tex=00/Lin=001/Del=002/PST=002/Dlg=00-1/Dlp=0000/Kai=0000/MUL=0000/HSB=0000/Wtl=00-1/FTy=001/Owt=0000/Owd=0000/CTy=001/Ctw=002800/Ctl=001700/FSp=0000/FSd=0000/SCP=00/SCA=00/GRI=000/VAL=000,/Inz=XX00/Pre=00/UPr=00-1/STx=00/Tex=00/DTP=002/DNP=00/SUP=00/AFM=001/DTA=002/DNA=00/SUA=00/Suf=00/USu=00-1/Tex=00/Lin=003/Del=002/PST=002/Dlg=00-1/Dlp=0000/Kai=0000/MUL=00-1/HSB=0000/Wtl=00-1/FTy=001/Owt=0000/Owd=00-1/CTy=001/Ctw=005500/Ctl=001700/FSp=0000/FSd=0000/SCP=00/SCA=00/GRI=000/VAL=000,/Inz=XX00/Pre=00/UPr=00-1/STx=00/Tex=00/DTP=002/DNP=00/SUP=00/AFM=001/DTA=002/DNA=00/SUA=00/Suf=00/USu=00-1/Tex=00/Lin=001/Del=001/PST=001/Dlg=00-1/Dlp=0000/Kai=0000/MUL=0000/HSB=0000/Wtl=00-1/FTy=001/Owt=0000/Owd=0000/CTy=001/Ctw=005100/Ctl=001700/FSp=0000/FSd=0000/SCP=00/SCA=00/GRI=000/VAL=000,/Inz=XX00/Pre=00/UPr=00-1/STx=00/Tex=00/DTP=003/DNP=00/SUP=00/AFM=001/DTA=002/DNA=00/SUA=00/Suf=00/USu=00-1/Tex=00/Lin=003/Del=002/PST=002/Dlg=00-1/Dlp=0000/Kai=0000/MUL=00-1/HSB=0000/Wtl=00-1/FTy=001/Owt=0000/Owd=0000/CTy=001/Ctw=005500/Ctl=001700/FSp=0000/FSd=0000/SCP=00&lt;DdField33&gt;&lt;DdField34&gt;&lt;DdField38&gt;/SCA=00/GRI=000/VAL=000,/Inz=XX00/Pre=00/UPr=00-1/STx=00/Tex=00/DTP=001/DNP=00System.MdField3/SUP=00/AFM=001/DTA=002/DNA=00/SUA=00/Suf=00/USu=0000/Tex=00/Lin=001/Del=001/PST=001/Dlg=0000/Dlp=0000/Kai=0000/MUL=0000/HSB=0000/Wtl=0000/FTy=001/Owt=0000/Owd=00-1/CTy=001/Ctw=001750/Ctl=001700/FSp=0000/FSd=0000/SCP=00/SCA=00/GRI=000/VAL=000,/Inz=XX00/Pre=00/UPr=0000/STx=00/Tex=00/DTP=001/DNP=00System.MdField4/SUP=00/AFM=001/DTA=002/DNA=00/SUA=00/Suf=00/USu=0000/Tex=00/Lin=001/Del=001/PST=001/Dlg=0000/Dlp=0000/Kai=0000/MUL=0000/HSB=0000/Wtl=0000/FTy=001/Owt=0000/Owd=0000/CTy=001/Ctw=001750/Ctl=001700/FSp=0000/FSd=0000/SCP=00/SCA=00/GRI=000/VAL=000,/Inz=XX00/Pre=00Τηλ. /UPr=0000/STx=00/Tex=00/DTP=001/DNP=00System.MdField5/SUP=00/AFM=001/DTA=002/DNA=00/SUA=00/Suf=00/USu=0000/Tex=00/Lin=001/Del=001/PST=001/Dlg=0000/Dlp=0000/Kai=0000/MUL=0000/HSB=0000/Wtl=0000/FTy=001/Owt=0000/Owd=00-1/CTy=001/Ctw=001800/Ctl=001700/FSp=0000/FSd=0000/SCP=00/SCA=00/GRI=000/VAL=000,/Inz=XX00/Pre=00Φαξ /UPr=0000/STx=00/Tex=00/DTP=001/DNP=00System.MdField6/SUP=00/AFM=001/DTA=002/DNA=00/SUA=00/Suf=00/USu=0000/Tex=00/Lin=001/Del=001/PST=001/Dlg=0000/Dlp=0000/Kai=0000/MUL=0000/HSB=0000/Wtl=0000/FTy=001/Owt=0000/Owd=0000/CTy=001/Ctw=001800/Ctl=001700/FSp=0000/FSd=0000/SCP=00/SCA=00/GRI=000/VAL=000,/Inz=XX00/Pre=00/UPr=0000/STx=00/Tex=00/DTP=001/DNP=00System.MdField7/SUP=00/AFM=001/DTA=002/DNA=00/SUA=00/Suf=00/USu=0000/Tex=00/Lin=001/Del=001/PST=001/Dlg=0000/Dlp=0000/Kai=0000/MUL=0000/HSB=0000/Wtl=0000/FTy=001/Owt=0000/Owd=0000/CTy=001/Ctw=001750/Ctl=001700/FSp=0000/FSd=0000/SCP=00/SCA=00/GRI=000/VAL=000,/Inz=XX00/Pre=00/UPr=0000/STx=00/Tex=00/DTP=001/DNP=00System.MdField8/SUP=00/AFM=001/DTA=002/DNA=00/SUA=00/Suf=00/USu=0000/Tex=00/Lin=001/Del=001/PST=001/Dlg=0000/Dlp=0000/Kai=0000/MUL=0000/HSB=0000/Wtl=0000/FTy=001/Owt=0000/Owd=0000/CTy=001/Ctw=004000/Ctl=001700/FSp=0000/FSd=0000/SCP=00/SCA=00/GRI=000/VAL=000,/Inz=XX00/Pre=00\/l/UPr=00-1/STx=00/Tex=00/DTP=001/DNP=00System.MdField9/SUP=00/AFM=001/DTA=002/DNA=00/SUA=00/Suf=00/USu=0000/Tex=00/Lin=002/Del=001/PST=001/Dlg=0000/Dlp=0000/Kai=0000/MUL=0000/HSB=0000/Wtl=00-1/FTy=001/Owt=0000/Owd=0000/CTy=001/Ctw=002000/Ctl=001200/FSp=0000/FSd=0000/SCP=00/SCA=00/GRI=000/VAL=000,/Inz=XX00/Pre=00: /UPr=0000/STx=00/Tex=00/DTP=001/DNP=00System.MdField42/SUP=00/AFM=001/DTA=002/DNA=00/SUA=00/Suf=00/USu=0000/Tex=00/Lin=001/Del=001/PST=001/Dlg=0000/Dlp=0000/Kai=0000/MUL=0000/HSB=0000/Wtl=00-1/FTy=001/Owt=0000/Owd=0000/CTy=001/Ctw=002000/Ctl=001200/FSp=0000/FSd=0000/SCP=00/SCA=00/GRI=000/VAL=000,/Inz=XX00/Pre=00: /UPr=0000/STx=00/Tex=00/DTP=001/DNP=00System.MdField10/SUP=00/AFM=001/DTA=002/DNA=00/SUA=00/Suf=00/USu=0000/Tex=00/Lin=001/Del=001/PST=001/Dlg=0000/Dlp=0000/Kai=0000/MUL=0000/HSB=0000/Wtl=00-1/FTy=001/Owt=0000/Owd=0000/CTy=001/Ctw=002000/Ctl=001200/FSp=0000/FSd=0000/SCP=00/SCA=00/GRI=000/VAL=000,/Inz=XX00/Pre=00\/p/UPr=0000/STx=00/Tex=00/DTP=001/DNP=00System.MdField11/SUP=00/AFM=001/DTA=002/DNA=00/SUA=00/Suf=00/USu=00-1/Tex=00/Lin=003/Del=001/PST=001/Dlg=0000/Dlp=0000/Kai=0000/MUL=0000/HSB=0000/Wtl=00-1/FTy=001/Owt=0000/Owd=00-1/CTy=001/Ctw=002000/Ctl=001200/FSp=0000/FSd=0000/SCP=00/SCA=00/GRI=000/VAL=000,/Inz=XX00/Pre=00: /UPr=0000/STx=00/Tex=00/DTP=001/DNP=00System.MdField12/SUP=00/AFM=001/DTA=002/DNA=00/SUA=00/Suf=00 /USu=0000/Tex=00/Lin=001/Del=001/PST=001/Dlg=0000/Dlp=0000/Kai=0000/MUL=0000/HSB=0000/Wtl=00-1/FTy=001/Owt=0000/Owd=0000/CTy=001/Ctw=002000/Ctl=001200/FSp=0000/FSd=0000/SCP=00/SCA=00/GRI=000/VAL=000,/Inz=XX00/Pre=00: /UPr=0000/STx=00/Tex=00/DTP=001/DNP=00System.MdField13/SUP=00/AFM=001/DTA=002/DNA=00/SUA=00/Suf=00/USu=0000/Tex=00/Lin=001/Del=001/PST=001/Dlg=0000/Dlp=0000/Kai=0000/MUL=0000/HSB=0000/Wtl=00-1/FTy=001/Owt=0000/Owd=0000/CTy=001/Ctw=002000/Ctl=001200/FSp=0000/FSd=0000/SCP=00/SCA=00/GRI=000/VAL=000,/Inz=XX00/Pre=00\/p/UPr=0000/STx=00/Tex=00/DTP=001/DNP=00System.MdField14/SUP=00/AFM=001/DTA=002/DNA=00/SUA=00/Suf=00/USu=00-1/Tex=00/Lin=003/Del=001/PST=001/Dlg=0000/Dlp=0000/Kai=0000/MUL=0000/HSB=0000/Wtl=00-1/FTy=001/Owt=0000/Owd=0000/CTy=001/Ctw=002000/Ctl=001200/FSp=0000/FSd=0000/SCP=00/SCA=00/GRI=000/VAL=000,/Inz=XX00/Pre=00\/p/UPr=0000/STx=00/Tex=00/DTP=001/DNP=00System.MdField15/SUP=00/AFM=001/DTA=002/DNA=00/SUA=00/Suf=00/USu=00-1/Tex=00/Lin=003/Del=001/PST=001/Dlg=0000/Dlp=0000/Kai=0000/MUL=0000/HSB=0000/Wtl=00-1/FTy=001/Owt=0000/Owd=0000/CTy=001/Ctw=002000/Ctl=001200/FSp=0000/FSd=0000/SCP=00/SCA=00/GRI=000/VAL=000,/Inz=XX00/Pre=00\/l/UPr=0000/STx=00/Tex=00/DTP=001/DNP=00System.MdField16/SUP=00/AFM=001/DTA=002/DNA=00/SUA=00/Suf=00/USu=00-1/Tex=00/Lin=001/Del=001/PST=001/Dlg=0000/Dlp=0000/Kai=0000/MUL=0000/HSB=0000/Wtl=00-1/FTy=001/Owt=0000/Owd=0000/CTy=001/Ctw=002000/Ctl=001200/FSp=0000/FSd=0000/SCP=00/SCA=00/GRI=000/VAL=000,/Inz=XX00/Pre=00\/lΕπισκέπτες:\/l/UPr=0000/STx=00/Tex=00/DTP=001/DNP=00System.MdField17/SUP=00/AFM=001/DTA=002/DNA=00/SUA=00/Suf=00/USu=00-1/Tex=00/Lin=004/Del=001/PST=001/Dlg=0000/Dlp=0000/Kai=0000/MUL=0000/HSB=0000/Wtl=00-1/FTy=001/Owt=0000/Owd=0000/CTy=001/Ctw=002000/Ctl=001200/FSp=0000/FSd=0000/SCP=00/SCA=00/GRI=000/VAL=000,/Inz=XX00/Pre=00\/lΤηλ. /UPr=0000/STx=00/Tex=00/DTP=001/DNP=00System.MdField18/SUP=00/AFM=001/DTA=002/DNA=00/SUA=00/Suf=00/USu=00-1/Tex=00/Lin=001/Del=001/PST=001/Dlg=0000/Dlp=0000/Kai=0000/MUL=0000/HSB=0000/Wtl=00-1/FTy=001/Owt=0000/Owd=0000/CTy=001/Ctw=002000/Ctl=001200/FSp=0000/FSd=0000/SCP=00/SCA=00/GRI=000/VAL=000,/Inz=XX00/Pre=00\/lΦαξ /UPr=0000/STx=00/Tex=00/DTP=001/DNP=00System.MdField19/SUP=00/AFM=001/DTA=002/DNA=00/SUA=00/Suf=00/USu=00-1/Tex=00/Lin=001/Del=001/PST=001/Dlg=0000/Dlp=0000/Kai=0000/MUL=0000/HSB=0000/Wtl=00-1/FTy=001/Owt=0000/Owd=0000/CTy=001/Ctw=002000/Ctl=001200/FSp=0000/FSd=0000/SCP=00/SCA=00/GRI=000/VAL=000,/Inz=XX00/Pre=00\/l/UPr=0000/STx=00/Tex=00/DTP=001/DNP=00System.MdField20/SUP=00/AFM=001/DTA=002/DNA=00/SUA=00/Suf=00/USu=00-1/Tex=00/Lin=001/Del=001/PST=001/Dlg=0000/Dlp=0000/Kai=0000/MUL=0000/HSB=0000/Wtl=00-1/FTy=001/Owt=0000/Owd=0000/CTy=001/Ctw=002000/Ctl=001200/FSp=0000/FSd=0000/SCP=00/SCA=00/GRI=000/VAL=000,/Inz=XX00/Pre=00\/p: /UPr=0000/STx=00/Tex=00/DTP=001/DNP=00System.MdField21/SUP=00/AFM=001/DTA=002/DNA=00/SUA=00/Suf=00/USu=00-1/Tex=00/Lin=003/Del=001/PST=001/Dlg=0000/Dlp=0000/Kai=0000/MUL=0000/HSB=0000/Wtl=00-1/FTy=001/Owt=0000/Owd=00-1/CTy=001/Ctw=002000/Ctl=001200/FSp=0000/FSd=0000/SCP=00/SCA=00/GRI=000/VAL=000,/Inz=XX00/Pre=00/UPr=00-1/STx=00Αποστολέας/Tex=00/DTP=002/DNP=00/SUP=00Αποστολέας/AFM=001/DTA=002/DNA=00/SUA=00/Suf=00/USu=00-1/Tex=00/Lin=001/Del=001/PST=001/Dlg=0000/Dlp=0000/Kai=0000/MUL=0000/HSB=0000/Wtl=00-1/FTy=002/Owt=0000/Owd=0000/CTy=001/Ctw=002000/Ctl=001200/FSp=0000/FSd=0000/SCP=00/SCA=00/GRI=000/VAL=000,/Inz=XX00/Pre=00/UPr=00-1/STx=00Ημερομηνία oder Ημ\/νία/Tex=00/DTP=002/DNP=00/SUP=00Ημερομηνία oder Ημ\/νία/AFM=001/DTA=002/DNA=00/SUA=00/Suf=00/USu=00-1/Tex=00/Lin=001/Del=001/PST=001/Dlg=0000/Dlp=0000/Kai=0000/MUL=0000/HSB=0000/Wtl=00-1/FTy=002/Owt=0000/Owd=0000/CTy=001/Ctw=002000/Ctl=001200/FSp=0000/FSd=0000/SCP=00/SCA=00/GRI=000/VAL=000,/Inz=XX00/Pre=00/UPr=00-1/STx=00Θέμα/Tex=00/DTP=002/DNP=00/SUP=00Θέμα/AFM=001/DTA=002/DNA=00/SUA=00/Suf=00/USu=00-1/Tex=00/Lin=003/Del=001/PST=001/Dlg=0000/Dlp=0000/Kai=0000/MUL=0000/HSB=0000/Wtl=00-1/FTy=002/Owt=0000/Owd=0000/CTy=001/Ctw=002000/Ctl=001200/FSp=0000/FSd=0000/SCP=00/SCA=00/GRI=000/VAL=000,/Inz=XX00/Pre=00/UPr=00-1/STx=00Σελίδα/Tex=00/DTP=002/DNP=00/SUP=00Σελίδα/AFM=001/DTA=002/DNA=00/SUA=00/Suf=00/USu=00-1/Tex=00/Lin=001/Del=001/PST=001/Dlg=0000/Dlp=0000/Kai=0000/MUL=0000/HSB=0000/Wtl=00-1/FTy=001/Owt=0000/Owd=0000/CTy=001/Ctw=002000/Ctl=001200/FSp=0000/FSd=0000/SCP=00/SCA=00/GRI=000/VAL=000,/Inz=XX00/Pre=00/UPr=00-1/STx=00Παραλήπτης/Tex=00/DTP=002/DNP=00/SUP=00Παραλήπτης/AFM=001/DTA=002/DNA=00/SUA=00/Suf=00/USu=00-1/Tex=00/Lin=001/Del=001/PST=001/Dlg=0000/Dlp=0000/Kai=0000/MUL=0000/HSB=0000/Wtl=00-1/FTy=001/Owt=0000/Owd=0000/CTy=001/Ctw=002000/Ctl=001200/FSp=0000/FSd=0000/SCP=00/SCA=00/GRI=000/VAL=000,/Inz=XX00/Pre=00/UPr=00-1/STx=00από/Tex=00/DTP=002/DNP=00/SUP=00από/AFM=001/DTA=002/DNA=00/SUA=00/Suf=00/USu=00-1/Tex=00/Lin=001/Del=001/PST=001/Dlg=0000/Dlp=0000/Kai=0000/MUL=0000/HSB=0000/Wtl=00-1/FTy=001/Owt=0000/Owd=0000/CTy=001/Ctw=002000/Ctl=001200/FSp=0000/FSd=0000/SCP=00/SCA=00/GRI=000/VAL=000,/Inz=XX00/Pre=00/UPr=00-1/STx=00/Tex=00/DTP=001/DNP=00System.MdField23/SUP=00/AFM=001/DTA=002/DNA=00/SUA=00/Suf=00/USu=00-1/Tex=00/Lin=001/Del=001/PST=001/Dlg=0000/Dlp=0000/Kai=0000/MUL=0000/HSB=0000/Wtl=00-1/FTy=001/Owt=0000/Owd=0000/CTy=001/Ctw=002000/Ctl=001200/FSp=0000/FSd=0000/SCP=00/SCA=00/GRI=000/VAL=000,/Inz=XX00/Pre=00/UPr=00-1/STx=00/Tex=00/DTP=001/DNP=00System.MdField43/SUP=00/AFM=001/DTA=002/DNA=00/SUA=00/Suf=00/USu=00-1/Tex=00/Lin=002/Del=001/PST=001/Dlg=0000/Dlp=0000/Kai=0000/MUL=0000/HSB=0000/Wtl=00-1/FTy=001/Owt=0000/Owd=0000/CTy=001/Ctw=002000/Ctl=001200/FSp=0000/FSd=0000/SCP=00/SCA=00/GRI=000/VAL=000,/Inz=XX00/Pre=00/UPr=0000/STx=00/Tex=00/DTP=003/DNP=00/SUP=00/AFM=001/DTA=002/DNA=00/SUA=00/Suf=00/USu=0000/Tex=00/Lin=001/Del=001/PST=001/Dlg=0000/Dlp=0000/Kai=0000/MUL=0000/HSB=0000/Wtl=00-1/FTy=001/Owt=0000/Owd=0000/CTy=001/Ctw=002000/Ctl=001200/FSp=0000/FSd=0000/SCP=00&lt;DdField3&gt;*[ ]&lt;DdField4&gt;/SCA=00/GRI=000/VAL=000,/Inz=XX00/Pre=00/UPr=0000/STx=00/Tex=00/DTP=003/DNP=00/SUP=00/AFM=001/DTA=002/DNA=00/SUA=00/Suf=00/USu=0000/Tex=00/Lin=001/Del=001/PST=001/Dlg=0000/Dlp=0000/Kai=0000/MUL=0000/HSB=0000/Wtl=00-1/FTy=001/Owt=0000/Owd=0000/CTy=001/Ctw=002000/Ctl=001200/FSp=0000/FSd=0000/SCP=00&lt;DdField32&gt;*[\, ]&lt;DdField7&gt; /SCA=00/GRI=000/VAL=000,/Inz=XX00/Pre=00\/p/UPr=0000/STx=00/Tex=00/DTP=003/DNP=00/SUP=00/AFM=001/DTA=002/DNA=00/SUA=00/Suf=00/USu=0000/Tex=00/Lin=001/Del=001/PST=001/Dlg=0000/Dlp=0000/Kai=0000/MUL=0000/HSB=0000/Wtl=00-1/FTy=001/Owt=0000/Owd=0000/CTy=001/Ctw=002000/Ctl=001200/FSp=0000/FSd=0000/SCP=00&lt;DdField5&gt;*[\, ]&lt;DdField6&gt;/SCA=00/GRI=000/VAL=000,/Inz=XX00/Pre=00\/p/UPr=00-1/STx=00/Tex=00/DTP=003/DNP=00/SUP=00/AFM=001/DTA=002/DNA=00/SUA=00/Suf=00/USu=00-1/Tex=00/Lin=001/Del=001/PST=001/Dlg=0000/Dlp=0000/Kai=0000/MUL=0000/HSB=0000/Wtl=00-1/FTy=002/Owt=0000/Owd=0000/CTy=001/Ctw=002000/Ctl=001200/FSp=0000/FSd=0000/SCP=00&lt;DdField8&gt;/SCA=00/GRI=000/VAL=000,/Inz=XX00/Pre=00/UPr=0000/STx=00/Tex=00/DTP=003/DNP=00/SUP=00/AFM=001/DTA=002/DNA=00/SUA=00/Suf=00/USu=0000/Tex=00/Lin=001/Del=001/PST=001/Dlg=0000/Dlp=0000/Kai=0000/MUL=0000/HSB=0000/Wtl=00-1/FTy=001/Owt=0000/Owd=0000/CTy=001/Ctw=002000/Ctl=001200/FSp=0000/FSd=0000/SCP=00&lt;DdField23&gt;*[\, ]&lt;DdField10&gt;/SCA=00/GRI=000/VAL=000,/Inz=XX00/Pre=00\/p/UPr=0000/STx=00/Tex=00/DTP=003/DNP=00/SUP=00/AFM=001/DTA=002/DNA=00/SUA=00/Suf=00 /USu=00-1/Tex=00/Lin=001/Del=001/PST=001/Dlg=0000/Dlp=0000/Kai=0000/MUL=0000/HSB=0000/Wtl=00-1/FTy=001/Owt=0000/Owd=0000/CTy=001/Ctw=002000/Ctl=001200/FSp=0000/FSd=0000/SCP=00&lt;DdField12&gt;&lt;DdField13&gt;/SCA=00/GRI=000/VAL=000,/Inz=XX00/Pre=00/UPr=00-1/STx=00Αξιότιμη κυρία\, αξιότιμε κύριε/Tex=00/DTP=002/DNP=00/SUP=-1Αξιότιμη κυρία\, αξιότιμε κύριε/AFM=001/DTA=002/DNA=00/SUA=00/Suf=00/USu=00-1/Tex=00/Lin=001/Del=002/PST=002/Dlg=-100/Dlp=0000/Kai=0000/MUL=0000/HSB=0000/Wtl=00-1/FTy=001/Owt=0000/Owd=0000/CTy=004/Ctw=005500/Ctl=001700/FSp=0000/FSd=0000/SCP=00/SCA=00/GRI=000/VAL=000,/Inz=XX00/Pre=00Με εκτίμηση\/p\/p/UPr=00-1/STx=00/Tex=00/DTP=001/DNP=00System.MdField9/SUP=00/AFM=001/DTA=002/DNA=00/SUA=00/Suf=00/USu=00-1/Tex=00/Lin=001/Del=002/PST=001/Dlg=0000/Dlp=0000/Kai=0000/MUL=0000/HSB=0000/Wtl=0000/FTy=001/Owt=0000/Owd=0000/CTy=001/Ctw=002000/Ctl=001200/FSp=0000/FSd=0000/SCP=00/SCA=00/GRI=000/VAL=000,/Inz=XX00/Pre=00\/p/UPr=0000/STx=00/Tex=00/DTP=001/DNP=00System.MdField44/SUP=00/AFM=001/DTA=002/DNA=00/SUA=00/Suf=00/USu=0000/Tex=00/Lin=001/Del=001/PST=001/Dlg=0000/Dlp=0000/Kai=0000/MUL=0000/HSB=0000/Wtl=0000/FTy=002/Owt=0000/Owd=0000/CTy=001/Ctw=002000/Ctl=001200/FSp=0000/FSd=0000/SCP=00/SCA=00/GRI=000/VAL=000,/Inz=XX00/Pre=00/UPr=00-1/STx=00/Tex=00/DTP=003/DNP=00/SUP=00/AFM=001/DTA=002/DNA=00/SUA=00/Suf=00/USu=00-1/Tex=00/Lin=001/Del=002/PST=001/Dlg=0000/Dlp=0000/Kai=00-1/MUL=0000/HSB=0000/Wtl=00-1/FTy=001/Owt=0000/Owd=0000/CTy=001/Ctw=002000/Ctl=001200/FSp=0000/FSd=0000/SCP=00&lt;DdField40&gt;&lt;DdField41&gt;/SCA=00/GRI=000/VAL=000,/Inz=XX00/Pre=00/UPr=00-1/STx=00/Tex=00/DTP=002/DNP=00/SUP=00/AFM=001/DTA=002/DNA=00/SUA=00/Suf=00\/p/USu=0000/Tex=00/Lin=001/Del=001/PST=001/Dlg=0000/Dlp=0000/Kai=0000/MUL=0000/HSB=0000/Wtl=0000/FTy=001/Owt=0000/Owd=0000/CTy=001/Ctw=002000/Ctl=001200/FSp=0000/FSd=0000/SCP=00/SCA=00/GRI=000/VAL=000,/Inz=XX00/Pre=00/UPr=00-1/STx=00/Tex=00/DTP=002/DNP=00/SUP=00/AFM=001/DTA=002/DNA=00/SUA=00/Suf=00/USu=00-1/Tex=00/Lin=001/Del=001/PST=001/Dlg=0000/Dlp=0000/Kai=0000/MUL=0000/HSB=0000/Wtl=0000/FTy=001/Owt=0000/Owd=0000/CTy=001/Ctw=002000/Ctl=001200/FSp=0000/FSd=0000/SCP=00/SCA=00/GRI=000/VAL=000,/Inz=XX00/Pre=00/UPr=00-1/STx=00/Tex=00/DTP=003/DNP=00/SUP=00/AFM=001/DTA=002/DNA=00/SUA=00/Suf=00/USu=00-1/Tex=00/Lin=001/Del=001/PST=001/Dlg=0000/Dlp=0000/Kai=0000/MUL=0000/HSB=0000/Wtl=00-1/FTy=001/Owt=0000/Owd=0000/CTy=001/Ctw=002000/Ctl=001200/FSp=00-1/FSd=00-1/SCP=00&lt;DdField43&gt;&lt;DdField44&gt;/SCA=00/GRI=000/VAL=000,&lt;CRLF&gt;&lt;CRLF&gt;[System.MainNode1.Layout2]&lt;CRLF&gt;Name=txt,&lt;IDD_146&gt;&lt;CRLF&gt;InheritanceBroken=txt,0&lt;CRLF&gt;Initialized=txt,0&lt;CRLF&gt;DdFieldsIDs=lst,0 1 2 3 4 5 6 7 8 9 10 11 12 13 14 15 16 17 18 19 20 21 22 23 24 25 26 27 28 29 30 31 32 33 34 35 36 37 38 39 40 41 42 43 44 ,DdField1,DdField2,DdField30,DdField37,DdField3,DdField4,DdField5,DdField6,DdField7,DdField8,DdField9,DdField23,DdField10,DdField11,DdField12,DdField13,DdField14,DdField15,DdField16,DdField17,DdField18,DdField19,DdField20,DdField21,DdField22,DdField25,DdField26,DdField27,DdField28,DdField29,DdField31,DdField24,DdField32,DdField33,DdField34,DdField38,DdField35,DdField36,DdField39,DdField40,DdField41,DdField42,DdField43,DdField44,DdField45,&lt;CRLF&gt;DdFieldsNames=lst,0 1 2 3 4 5 6 7 8 9 10 11 12 13 14 15 16 17 18 19 20 21 22 23 24 25 26 27 28 29 30 31 32 33 34 35 36 37 38 39 40 41 42 43 44 ,DdDate,DdSubject,optTitle,Sender,UdFName,UdLName,UdPhoneDir,UdFaxDir,UdDept,UdEMailDir,NameCpy,LglInf0Cpy,LglInf1Cpy,LglInf2Cpy,LglInf3Cpy,LglInf4Cpy,LglInf5Cpy,LglInf6Cpy,AddLoc,AddVisLoc,PhoneLoc,FaxLoc,InetLoc,BankLoc,stCtPer,stDate,stSubject,stPage,stRecpt,stPageOf,CpyName2,CpyName2Alternative,FullName,SenderLine1,SenderLine2,SenderLine3,UdsLglInfoLine01,UdsLglInfoLine02,OpeningSalutation,ClosingSalutationPart1,ClosingSalutationPart2,ClosingSalutation,TxtRBGroupLine1,TxtRBGroupLine2,TxtRBGroup,&lt;CRLF&gt;DdFieldsCaptions=lst,0 1 2 3 4 5 6 7 8 9 10 11 12 13 14 15 16 17 18 19 20 21 22 23 24 25 26 27 28 29 30 31 32 33 34 35 36 37 38 39 40 41 42 43 44 ,&lt;IDD_4&gt;:/Inh00,&lt;IDD_5&gt;:/Inh00,&lt;IDD_66&gt;:/Inh00,&lt;IDD_12&gt;:/Inh00,&lt;IDD_38&gt;:/Inh00,&lt;IDD_39&gt;:/Inh00,&lt;IDD_43&gt;:/Inh00,&lt;IDD_44&gt;:/Inh00,&lt;IDD_9&gt;:/Inh00,&lt;IDD_42&gt;:/Inh00,/Inh00,/Inh00,/Inh00,/Inh00,/Inh00,/Inh00,/Inh00,/Inh00,/Inh00,/Inh00,/Inh00,/Inh00,/Inh00,/Inh00,/Inh00,/Inh00,/Inh00,/Inh00,/Inh00,/Inh00,/Inh00,/Inh00,/Inh00,/Inh00,/Inh00,/Inh00,/Inh00,/Inh00,&lt;IDD_207&gt;/Inh00,/Inh00,/Inh00,/Inh00,/Inh00,/Inh00,/Inh00,&lt;CRLF&gt;DdFieldsProperties=lst,0 1 2 3 4 5 6 7 8 9 10 11 12 13 14 15 16 17 18 19 20 21 22 23 24 25 26 27 28 29 30 31 32 33 34 35 36 37 38 39 40 41 42 43 44 ,/Inz=XX00/Pre=00/UPr=00-1/STx=00&lt;DateLong&gt;/Tex=00/DTP=002/DNP=00/SUP=00&lt;DateLong&gt;/AFM=001/DTA=002/DNA=00/SUA=00/Suf=00/USu=00-1/Tex=00/Lin=001/Del=002/PST=002/Dlg=00-1/Dlp=0000/Kai=0000/MUL=0000/HSB=0000/Wtl=00-1/FTy=001/Owt=0000/Owd=0000/CTy=001/Ctw=002800/Ctl=001700/FSp=0000/FSd=0000/SCP=00/SCA=00/GRI=000/VAL=000,/Inz=XX00/Pre=00/UPr=00-1/STx=00/Tex=00/DTP=002/DNP=00/SUP=00/AFM=001/DTA=002/DNA=00/SUA=00/Suf=00/USu=00-1/Tex=00/Lin=003/Del=002/PST=002/Dlg=00-1/Dlp=0000/Kai=0000/MUL=00-1/HSB=0000/Wtl=00-1/FTy=001/Owt=0000/Owd=00-1/CTy=001/Ctw=005500/Ctl=001700/FSp=0000/FSd=0000/SCP=00/SCA=00/GRI=000/VAL=000,/Inz=XX00/Pre=00/UPr=00-1/STx=00/Tex=00/DTP=002/DNP=00/SUP=00/AFM=001/DTA=002/DNA=00/SUA=00/Suf=00/USu=00-1/Tex=00/Lin=001/Del=001/PST=001/Dlg=00-1/Dlp=0000/Kai=0000/MUL=0000/HSB=0000/Wtl=00-1/FTy=001/Owt=0000/Owd=0000/CTy=001/Ctw=005100/Ctl=001700/FSp=0000/FSd=0000/SCP=00/SCA=00/GRI=000/VAL=000,/Inz=XX00/Pre=00/UPr=00-1/STx=00/Tex=00/DTP=003/DNP=00/SUP=00/AFM=001/DTA=002/DNA=00/SUA=00/Suf=00/USu=00-1/Tex=00/Lin=003/Del=002/PST=002/Dlg=00-1/Dlp=0000/Kai=0000/MUL=00-1/HSB=0000/Wtl=00-1/FTy=001/Owt=0000/Owd=0000/CTy=001/Ctw=005500/Ctl=001700/FSp=0000/FSd=0000/SCP=00&lt;DdField33&gt;&lt;DdField34&gt;&lt;DdField38&gt;/SCA=00/GRI=000/VAL=000,/Inz=XX00/Pre=00/UPr=00-1/STx=00/Tex=00/DTP=001/DNP=00System.MdField3/SUP=00/AFM=001/DTA=002/DNA=00/SUA=00/Suf=00/USu=0000/Tex=00/Lin=001/Del=001/PST=001/Dlg=0000/Dlp=0000/Kai=0000/MUL=0000/HSB=0000/Wtl=0000/FTy=001/Owt=0000/Owd=00-1/CTy=001/Ctw=001750/Ctl=001700/FSp=0000/FSd=0000/SCP=00/SCA=00/GRI=000/VAL=000,/Inz=XX00/Pre=00/UPr=0000/STx=00/Tex=00/DTP=001/DNP=00System.MdField4/SUP=00/AFM=001/DTA=002/DNA=00/SUA=00/Suf=00/USu=0000/Tex=00/Lin=001/Del=001/PST=001/Dlg=0000/Dlp=0000/Kai=0000/MUL=0000/HSB=0000/Wtl=0000/FTy=001/Owt=0000/Owd=0000/CTy=001/Ctw=001750/Ctl=001700/FSp=0000/FSd=0000/SCP=00/SCA=00/GRI=000/VAL=000,/Inz=XX00/Pre=00Τηλ. /UPr=0000/STx=00/Tex=00/DTP=001/DNP=00System.MdField5/SUP=00/AFM=001/DTA=002/DNA=00/SUA=00/Suf=00/USu=0000/Tex=00/Lin=001/Del=001/PST=001/Dlg=0000/Dlp=0000/Kai=0000/MUL=0000/HSB=0000/Wtl=0000/FTy=001/Owt=0000/Owd=00-1/CTy=001/Ctw=001800/Ctl=001700/FSp=0000/FSd=0000/SCP=00/SCA=00/GRI=000/VAL=000,/Inz=XX00/Pre=00Φαξ /UPr=0000/STx=00/Tex=00/DTP=001/DNP=00System.MdField6/SUP=00/AFM=001/DTA=002/DNA=00/SUA=00/Suf=00/USu=0000/Tex=00/Lin=001/Del=001/PST=001/Dlg=0000/Dlp=0000/Kai=0000/MUL=0000/HSB=0000/Wtl=0000/FTy=001/Owt=0000/Owd=0000/CTy=001/Ctw=001800/Ctl=001700/FSp=0000/FSd=0000/SCP=00/SCA=00/GRI=000/VAL=000,/Inz=XX00/Pre=00/UPr=0000/STx=00/Tex=00/DTP=001/DNP=00System.MdField7/SUP=00/AFM=001/DTA=002/DNA=00/SUA=00/Suf=00/USu=0000/Tex=00/Lin=001/Del=001/PST=001/Dlg=0000/Dlp=0000/Kai=0000/MUL=0000/HSB=0000/Wtl=0000/FTy=001/Owt=0000/Owd=0000/CTy=001/Ctw=001750/Ctl=001700/FSp=0000/FSd=0000/SCP=00/SCA=00/GRI=000/VAL=000,/Inz=XX00/Pre=00/UPr=0000/STx=00/Tex=00/DTP=001/DNP=00System.MdField8/SUP=00/AFM=001/DTA=002/DNA=00/SUA=00/Suf=00/USu=0000/Tex=00/Lin=001/Del=001/PST=001/Dlg=0000/Dlp=0000/Kai=0000/MUL=0000/HSB=0000/Wtl=0000/FTy=001/Owt=0000/Owd=0000/CTy=001/Ctw=004000/Ctl=001700/FSp=0000/FSd=0000/SCP=00/SCA=00/GRI=000/VAL=000,/Inz=XX00/Pre=00\/l/UPr=00-1/STx=00/Tex=00/DTP=001/DNP=00System.MdField9/SUP=00/AFM=001/DTA=002/DNA=00/SUA=00/Suf=00/USu=0000/Tex=00/Lin=002/Del=001/PST=001/Dlg=0000/Dlp=0000/Kai=0000/MUL=0000/HSB=0000/Wtl=00-1/FTy=001/Owt=0000/Owd=0000/CTy=001/Ctw=002000/Ctl=001200/FSp=0000/FSd=0000/SCP=00/SCA=00/GRI=000/VAL=000,/Inz=XX00/Pre=00: /UPr=0000/STx=00/Tex=00/DTP=001/DNP=00System.MdField42/SUP=00/AFM=001/DTA=002/DNA=00/SUA=00/Suf=00/USu=0000/Tex=00/Lin=001/Del=001/PST=001/Dlg=0000/Dlp=0000/Kai=0000/MUL=0000/HSB=0000/Wtl=00-1/FTy=001/Owt=0000/Owd=0000/CTy=001/Ctw=002000/Ctl=001200/FSp=0000/FSd=0000/SCP=00/SCA=00/GRI=000/VAL=000,/Inz=XX00/Pre=00: /UPr=0000/STx=00/Tex=00/DTP=001/DNP=00System.MdField10/SUP=00/AFM=001/DTA=002/DNA=00/SUA=00/Suf=00/USu=0000/Tex=00/Lin=001/Del=001/PST=001/Dlg=0000/Dlp=0000/Kai=0000/MUL=0000/HSB=0000/Wtl=00-1/FTy=001/Owt=0000/Owd=0000/CTy=001/Ctw=002000/Ctl=001200/FSp=0000/FSd=0000/SCP=00/SCA=00/GRI=000/VAL=000,/Inz=XX00/Pre=00\/p/UPr=0000/STx=00/Tex=00/DTP=001/DNP=00System.MdField11/SUP=00/AFM=001/DTA=002/DNA=00/SUA=00/Suf=00/USu=00-1/Tex=00/Lin=003/Del=001/PST=001/Dlg=0000/Dlp=0000/Kai=0000/MUL=0000/HSB=0000/Wtl=00-1/FTy=001/Owt=0000/Owd=00-1/CTy=001/Ctw=002000/Ctl=001200/FSp=0000/FSd=0000/SCP=00/SCA=00/GRI=000/VAL=000,/Inz=XX00/Pre=00: /UPr=0000/STx=00/Tex=00/DTP=001/DNP=00System.MdField12/SUP=00/AFM=001/DTA=002/DNA=00/SUA=00/Suf=00 /USu=0000/Tex=00/Lin=001/Del=001/PST=001/Dlg=0000/Dlp=0000/Kai=0000/MUL=0000/HSB=0000/Wtl=00-1/FTy=001/Owt=0000/Owd=0000/CTy=001/Ctw=002000/Ctl=001200/FSp=0000/FSd=0000/SCP=00/SCA=00/GRI=000/VAL=000,/Inz=XX00/Pre=00: /UPr=0000/STx=00/Tex=00/DTP=001/DNP=00System.MdField13/SUP=00/AFM=001/DTA=002/DNA=00/SUA=00/Suf=00/USu=0000/Tex=00/Lin=001/Del=001/PST=001/Dlg=0000/Dlp=0000/Kai=0000/MUL=0000/HSB=0000/Wtl=00-1/FTy=001/Owt=0000/Owd=0000/CTy=001/Ctw=002000/Ctl=001200/FSp=0000/FSd=0000/SCP=00/SCA=00/GRI=000/VAL=000,/Inz=XX00/Pre=00\/p/UPr=0000/STx=00/Tex=00/DTP=001/DNP=00System.MdField14/SUP=00/AFM=001/DTA=002/DNA=00/SUA=00/Suf=00/USu=00-1/Tex=00/Lin=003/Del=001/PST=001/Dlg=0000/Dlp=0000/Kai=0000/MUL=0000/HSB=0000/Wtl=00-1/FTy=001/Owt=0000/Owd=0000/CTy=001/Ctw=002000/Ctl=001200/FSp=0000/FSd=0000/SCP=00/SCA=00/GRI=000/VAL=000,/Inz=XX00/Pre=00\/p/UPr=0000/STx=00/Tex=00/DTP=001/DNP=00System.MdField15/SUP=00/AFM=001/DTA=002/DNA=00/SUA=00/Suf=00/USu=00-1/Tex=00/Lin=003/Del=001/PST=001/Dlg=0000/Dlp=0000/Kai=0000/MUL=0000/HSB=0000/Wtl=00-1/FTy=001/Owt=0000/Owd=0000/CTy=001/Ctw=002000/Ctl=001200/FSp=0000/FSd=0000/SCP=00/SCA=00/GRI=000/VAL=000,/Inz=XX00/Pre=00\/l/UPr=0000/STx=00/Tex=00/DTP=001/DNP=00System.MdField16/SUP=00/AFM=001/DTA=002/DNA=00/SUA=00/Suf=00/USu=00-1/Tex=00/Lin=001/Del=001/PST=001/Dlg=0000/Dlp=0000/Kai=0000/MUL=0000/HSB=0000/Wtl=00-1/FTy=001/Owt=0000/Owd=0000/CTy=001/Ctw=002000/Ctl=001200/FSp=0000/FSd=0000/SCP=00/SCA=00/GRI=000/VAL=000,/Inz=XX00/Pre=00\/lΕπισκέπτες:\/l/UPr=0000/STx=00/Tex=00/DTP=001/DNP=00System.MdField17/SUP=00/AFM=001/DTA=002/DNA=00/SUA=00/Suf=00/USu=00-1/Tex=00/Lin=004/Del=001/PST=001/Dlg=0000/Dlp=0000/Kai=0000/MUL=0000/HSB=0000/Wtl=00-1/FTy=001/Owt=0000/Owd=0000/CTy=001/Ctw=002000/Ctl=001200/FSp=0000/FSd=0000/SCP=00/SCA=00/GRI=000/VAL=000,/Inz=XX00/Pre=00\/lΤηλ. /UPr=0000/STx=00/Tex=00/DTP=001/DNP=00System.MdField18/SUP=00/AFM=001/DTA=002/DNA=00/SUA=00/Suf=00/USu=00-1/Tex=00/Lin=001/Del=001/PST=001/Dlg=0000/Dlp=0000/Kai=0000/MUL=0000/HSB=0000/Wtl=00-1/FTy=001/Owt=0000/Owd=0000/CTy=001/Ctw=002000/Ctl=001200/FSp=0000/FSd=0000/SCP=00/SCA=00/GRI=000/VAL=000,/Inz=XX00/Pre=00\/lΦαξ /UPr=0000/STx=00/Tex=00/DTP=001/DNP=00System.MdField19/SUP=00/AFM=001/DTA=002/DNA=00/SUA=00/Suf=00/USu=00-1/Tex=00/Lin=001/Del=001/PST=001/Dlg=0000/Dlp=0000/Kai=0000/MUL=0000/HSB=0000/Wtl=00-1/FTy=001/Owt=0000/Owd=0000/CTy=001/Ctw=002000/Ctl=001200/FSp=0000/FSd=0000/SCP=00/SCA=00/GRI=000/VAL=000,/Inz=XX00/Pre=00\/l/UPr=0000/STx=00/Tex=00/DTP=001/DNP=00System.MdField20/SUP=00/AFM=001/DTA=002/DNA=00/SUA=00/Suf=00/USu=00-1/Tex=00/Lin=001/Del=001/PST=001/Dlg=0000/Dlp=0000/Kai=0000/MUL=0000/HSB=0000/Wtl=00-1/FTy=001/Owt=0000/Owd=0000/CTy=001/Ctw=002000/Ctl=001200/FSp=0000/FSd=0000/SCP=00/SCA=00/GRI=000/VAL=000,/Inz=XX00/Pre=00\/p: /UPr=0000/STx=00/Tex=00/DTP=001/DNP=00System.MdField21/SUP=00/AFM=001/DTA=002/DNA=00/SUA=00/Suf=00/USu=00-1/Tex=00/Lin=003/Del=001/PST=001/Dlg=0000/Dlp=0000/Kai=0000/MUL=0000/HSB=0000/Wtl=00-1/FTy=001/Owt=0000/Owd=00-1/CTy=001/Ctw=002000/Ctl=001200/FSp=0000/FSd=0000/SCP=00/SCA=00/GRI=000/VAL=000,/Inz=XX00/Pre=00/UPr=00-1/STx=00Αποστολέας/Tex=00/DTP=002/DNP=00/SUP=00Αποστολέας/AFM=001/DTA=002/DNA=00/SUA=00/Suf=00/USu=00-1/Tex=00/Lin=001/Del=001/PST=001/Dlg=0000/Dlp=0000/Kai=0000/MUL=0000/HSB=0000/Wtl=00-1/FTy=002/Owt=0000/Owd=0000/CTy=001/Ctw=002000/Ctl=001200/FSp=0000/FSd=0000/SCP=00/SCA=00/GRI=000/VAL=000,/Inz=XX00/Pre=00/UPr=00-1/STx=00Ημερομηνία oder Ημ\/νία/Tex=00/DTP=002/DNP=00/SUP=00Ημερομηνία oder Ημ\/νία/AFM=001/DTA=002/DNA=00/SUA=00/Suf=00/USu=00-1/Tex=00/Lin=001/Del=001/PST=001/Dlg=0000/Dlp=0000/Kai=0000/MUL=0000/HSB=0000/Wtl=00-1/FTy=002/Owt=0000/Owd=0000/CTy=001/Ctw=002000/Ctl=001200/FSp=0000/FSd=0000/SCP=00/SCA=00/GRI=000/VAL=000,/Inz=XX00/Pre=00/UPr=00-1/STx=00Θέμα/Tex=00/DTP=002/DNP=00/SUP=00Θέμα/AFM=001/DTA=002/DNA=00/SUA=00/Suf=00/USu=00-1/Tex=00/Lin=003/Del=001/PST=001/Dlg=0000/Dlp=0000/Kai=0000/MUL=0000/HSB=0000/Wtl=00-1/FTy=002/Owt=0000/Owd=0000/CTy=001/Ctw=002000/Ctl=001200/FSp=0000/FSd=0000/SCP=00/SCA=00/GRI=000/VAL=000,/Inz=XX00/Pre=00/UPr=00-1/STx=00Σελίδα/Tex=00/DTP=002/DNP=00/SUP=00Σελίδα/AFM=001/DTA=002/DNA=00/SUA=00/Suf=00/USu=00-1/Tex=00/Lin=001/Del=001/PST=001/Dlg=0000/Dlp=0000/Kai=0000/MUL=0000/HSB=0000/Wtl=00-1/FTy=001/Owt=0000/Owd=0000/CTy=001/Ctw=002000/Ctl=001200/FSp=0000/FSd=0000/SCP=00/SCA=00/GRI=000/VAL=000,/Inz=XX00/Pre=00/UPr=00-1/STx=00Παραλήπτης/Tex=00/DTP=002/DNP=00/SUP=00Παραλήπτης/AFM=001/DTA=002/DNA=00/SUA=00/Suf=00/USu=00-1/Tex=00/Lin=001/Del=001/PST=001/Dlg=0000/Dlp=0000/Kai=0000/MUL=0000/HSB=0000/Wtl=00-1/FTy=001/Owt=0000/Owd=0000/CTy=001/Ctw=002000/Ctl=001200/FSp=0000/FSd=0000/SCP=00/SCA=00/GRI=000/VAL=000,/Inz=XX00/Pre=00/UPr=00-1/STx=00από/Tex=00/DTP=002/DNP=00/SUP=00από/AFM=001/DTA=002/DNA=00/SUA=00/Suf=00/USu=00-1/Tex=00/Lin=001/Del=001/PST=001/Dlg=0000/Dlp=0000/Kai=0000/MUL=0000/HSB=0000/Wtl=00-1/FTy=001/Owt=0000/Owd=0000/CTy=001/Ctw=002000/Ctl=001200/FSp=0000/FSd=0000/SCP=00/SCA=00/GRI=000/VAL=000,/Inz=XX00/Pre=00/UPr=00-1/STx=00/Tex=00/DTP=001/DNP=00System.MdField23/SUP=00/AFM=001/DTA=002/DNA=00/SUA=00/Suf=00/USu=00-1/Tex=00/Lin=001/Del=001/PST=001/Dlg=0000/Dlp=0000/Kai=0000/MUL=0000/HSB=0000/Wtl=00-1/FTy=001/Owt=0000/Owd=0000/CTy=001/Ctw=002000/Ctl=001200/FSp=0000/FSd=0000/SCP=00/SCA=00/GRI=000/VAL=000,/Inz=XX00/Pre=00/UPr=00-1/STx=00/Tex=00/DTP=001/DNP=00System.MdField43/SUP=00/AFM=001/DTA=002/DNA=00/SUA=00/Suf=00/USu=00-1/Tex=00/Lin=002/Del=001/PST=001/Dlg=0000/Dlp=0000/Kai=0000/MUL=0000/HSB=0000/Wtl=00-1/FTy=001/Owt=0000/Owd=0000/CTy=001/Ctw=002000/Ctl=001200/FSp=0000/FSd=0000/SCP=00/SCA=00/GRI=000/VAL=000,/Inz=XX00/Pre=00/UPr=0000/STx=00/Tex=00/DTP=003/DNP=00/SUP=00/AFM=001/DTA=002/DNA=00/SUA=00/Suf=00/USu=0000/Tex=00/Lin=001/Del=001/PST=001/Dlg=0000/Dlp=0000/Kai=0000/MUL=0000/HSB=0000/Wtl=00-1/FTy=001/Owt=0000/Owd=0000/CTy=001/Ctw=002000/Ctl=001200/FSp=0000/FSd=0000/SCP=00&lt;DdField3&gt;*[ ]&lt;DdField4&gt;/SCA=00/GRI=000/VAL=000,/Inz=XX00/Pre=00/UPr=0000/STx=00/Tex=00/DTP=003/DNP=00/SUP=00/AFM=001/DTA=002/DNA=00/SUA=00/Suf=00/USu=0000/Tex=00/Lin=001/Del=001/PST=001/Dlg=0000/Dlp=0000/Kai=0000/MUL=0000/HSB=0000/Wtl=00-1/FTy=001/Owt=0000/Owd=0000/CTy=001/Ctw=002000/Ctl=001200/FSp=0000/FSd=0000/SCP=00&lt;DdField32&gt;*[\, ]&lt;DdField7&gt; /SCA=00/GRI=000/VAL=000,/Inz=XX00/Pre=00\/p/UPr=0000/STx=00/Tex=00/DTP=003/DNP=00/SUP=00/AFM=001/DTA=002/DNA=00/SUA=00/Suf=00/USu=0000/Tex=00/Lin=001/Del=001/PST=001/Dlg=0000/Dlp=0000/Kai=0000/MUL=0000/HSB=0000/Wtl=00-1/FTy=001/Owt=0000/Owd=0000/CTy=001/Ctw=002000/Ctl=001200/FSp=0000/FSd=0000/SCP=00&lt;DdField5&gt;*[\, ]&lt;DdField6&gt;/SCA=00/GRI=000/VAL=000,/Inz=XX00/Pre=00\/p/UPr=00-1/STx=00/Tex=00/DTP=003/DNP=00/SUP=00/AFM=001/DTA=002/DNA=00/SUA=00/Suf=00/USu=00-1/Tex=00/Lin=001/Del=001/PST=001/Dlg=0000/Dlp=0000/Kai=0000/MUL=0000/HSB=0000/Wtl=00-1/FTy=002/Owt=0000/Owd=0000/CTy=001/Ctw=002000/Ctl=001200/FSp=0000/FSd=0000/SCP=00&lt;DdField8&gt;/SCA=00/GRI=000/VAL=000,/Inz=XX00/Pre=00/UPr=0000/STx=00/Tex=00/DTP=003/DNP=00/SUP=00/AFM=001/DTA=002/DNA=00/SUA=00/Suf=00/USu=0000/Tex=00/Lin=001/Del=001/PST=001/Dlg=0000/Dlp=0000/Kai=0000/MUL=0000/HSB=0000/Wtl=00-1/FTy=001/Owt=0000/Owd=0000/CTy=001/Ctw=002000/Ctl=001200/FSp=0000/FSd=0000/SCP=00&lt;DdField23&gt;*[\, ]&lt;DdField10&gt;/SCA=00/GRI=000/VAL=000,/Inz=XX00/Pre=00\/p/UPr=0000/STx=00/Tex=00/DTP=003/DNP=00/SUP=00/AFM=001/DTA=002/DNA=00/SUA=00/Suf=00 /USu=00-1/Tex=00/Lin=001/Del=001/PST=001/Dlg=0000/Dlp=0000/Kai=0000/MUL=0000/HSB=0000/Wtl=00-1/FTy=001/Owt=0000/Owd=0000/CTy=001/Ctw=002000/Ctl=001200/FSp=0000/FSd=0000/SCP=00&lt;DdField12&gt;&lt;DdField13&gt;/SCA=00/GRI=000/VAL=000,/Inz=XX00/Pre=00/UPr=00-1/STx=00Αξιότιμη κυρία\, αξιότιμε κύριε/Tex=00/DTP=002/DNP=00/SUP=00Αξιότιμη κυρία\, αξιότιμε κύριε/AFM=001/DTA=002/DNA=00/SUA=00/Suf=00/USu=00-1/Tex=00/Lin=001/Del=002/PST=002/Dlg=0000/Dlp=0000/Kai=0000/MUL=0000/HSB=0000/Wtl=00-1/FTy=001/Owt=0000/Owd=0000/CTy=004/Ctw=005500/Ctl=001700/FSp=0000/FSd=0000/SCP=00/SCA=00/GRI=000/VAL=000,/Inz=XX00/Pre=00Με εκτίμηση\/p\/p/UPr=00-1/STx=00/Tex=00/DTP=001/DNP=00System.MdField9/SUP=00/AFM=001/DTA=002/DNA=00/SUA=00/Suf=00/USu=00-1/Tex=00/Lin=001/Del=002/PST=001/Dlg=0000/Dlp=0000/Kai=0000/MUL=0000/HSB=0000/Wtl=0000/FTy=001/Owt=0000/Owd=0000/CTy=001/Ctw=002000/Ctl=001200/FSp=0000/FSd=0000/SCP=00/SCA=00/GRI=000/VAL=000,/Inz=XX00/Pre=00\/p/UPr=0000/STx=00/Tex=00/DTP=001/DNP=00System.MdField44/SUP=00/AFM=001/DTA=002/DNA=00/SUA=00/Suf=00/USu=0000/Tex=00/Lin=001/Del=001/PST=001/Dlg=0000/Dlp=0000/Kai=0000/MUL=0000/HSB=0000/Wtl=0000/FTy=002/Owt=0000/Owd=0000/CTy=001/Ctw=002000/Ctl=001200/FSp=0000/FSd=0000/SCP=00/SCA=00/GRI=000/VAL=000,/Inz=XX00/Pre=00/UPr=00-1/STx=00/Tex=00/DTP=003/DNP=00/SUP=00/AFM=001/DTA=002/DNA=00/SUA=00/Suf=00/USu=00-1/Tex=00/Lin=001/Del=002/PST=001/Dlg=0000/Dlp=0000/Kai=00-1/MUL=0000/HSB=0000/Wtl=00-1/FTy=001/Owt=0000/Owd=0000/CTy=001/Ctw=002000/Ctl=001200/FSp=0000/FSd=0000/SCP=00&lt;DdField40&gt;&lt;DdField41&gt;/SCA=00/GRI=000/VAL=000,/Inz=XX00/Pre=00/UPr=00-1/STx=00/Tex=00/DTP=002/DNP=00/SUP=00/AFM=001/DTA=002/DNA=00/SUA=00/Suf=00\/p/USu=0000/Tex=00/Lin=001/Del=001/PST=001/Dlg=0000/Dlp=0000/Kai=0000/MUL=0000/HSB=0000/Wtl=0000/FTy=001/Owt=0000/Owd=0000/CTy=001/Ctw=002000/Ctl=001200/FSp=0000/FSd=0000/SCP=00/SCA=00/GRI=000/VAL=000,/Inz=XX00/Pre=00/UPr=00-1/STx=00/Tex=00/DTP=002/DNP=00/SUP=00/AFM=001/DTA=002/DNA=00/SUA=00/Suf=00/USu=00-1/Tex=00/Lin=001/Del=001/PST=001/Dlg=0000/Dlp=0000/Kai=0000/MUL=0000/HSB=0000/Wtl=0000/FTy=001/Owt=0000/Owd=0000/CTy=001/Ctw=002000/Ctl=001200/FSp=0000/FSd=0000/SCP=00/SCA=00/GRI=000/VAL=000,/Inz=XX00/Pre=00/UPr=00-1/STx=00/Tex=00/DTP=003/DNP=00/SUP=00/AFM=001/DTA=002/DNA=00/SUA=00/Suf=00/USu=00-1/Tex=00/Lin=001/Del=001/PST=001/Dlg=0000/Dlp=0000/Kai=0000/MUL=0000/HSB=0000/Wtl=00-1/FTy=001/Owt=0000/Owd=0000/CTy=001/Ctw=002000/Ctl=001200/FSp=00-1/FSd=00-1/SCP=00&lt;DdField43&gt;&lt;DdField44&gt;/SCA=00/GRI=000/VAL=000,&lt;CRLF&gt;&lt;CRLF&gt;[System.MainNode1.Layout3]&lt;CRLF&gt;Name=txt,&lt;IDD_147&gt;&lt;CRLF&gt;InheritanceBroken=txt,0&lt;CRLF&gt;Initialized=txt,0&lt;CRLF&gt;DdFieldsIDs=lst,0 1 2 3 4 5 6 7 8 9 10 11 12 13 14 15 16 17 18 19 20 21 22 23 24 25 26 27 28 29 30 31 32 33 34 35 36 37 38 39 40 41 42 43 44 ,DdField1,DdField2,DdField30,DdField37,DdField3,DdField4,DdField5,DdField6,DdField7,DdField8,DdField9,DdField23,DdField10,DdField11,DdField12,DdField13,DdField14,DdField15,DdField16,DdField17,DdField18,DdField19,DdField20,DdField21,DdField22,DdField25,DdField26,DdField27,DdField28,DdField29,DdField31,DdField24,DdField32,DdField33,DdField34,DdField38,DdField35,DdField36,DdField39,DdField40,DdField41,DdField42,DdField43,DdField44,DdField45,&lt;CRLF&gt;DdFieldsNames=lst,0 1 2 3 4 5 6 7 8 9 10 11 12 13 14 15 16 17 18 19 20 21 22 23 24 25 26 27 28 29 30 31 32 33 34 35 36 37 38 39 40 41 42 43 44 ,DdDate,DdSubject,optTitle,Sender,UdFName,UdLName,UdPhoneDir,UdFaxDir,UdDept,UdEMailDir,NameCpy,LglInf0Cpy,LglInf1Cpy,LglInf2Cpy,LglInf3Cpy,LglInf4Cpy,LglInf5Cpy,LglInf6Cpy,AddLoc,AddVisLoc,PhoneLoc,FaxLoc,InetLoc,BankLoc,stCtPer,stDate,stSubject,stPage,stRecpt,stPageOf,CpyName2,CpyName2Alternative,FullName,SenderLine1,SenderLine2,SenderLine3,UdsLglInfoLine01,UdsLglInfoLine02,OpeningSalutation,ClosingSalutationPart1,ClosingSalutationPart2,ClosingSalutation,TxtRBGroupLine1,TxtRBGroupLine2,TxtRBGroup,&lt;CRLF&gt;DdFieldsCaptions=lst,0 1 2 3 4 5 6 7 8 9 10 11 12 13 14 15 16 17 18 19 20 21 22 23 24 25 26 27 28 29 30 31 32 33 34 35 36 37 38 39 40 41 42 43 44 ,&lt;IDD_4&gt;:/Inh00,&lt;IDD_5&gt;:/Inh00,&lt;IDD_66&gt;:/Inh00,&lt;IDD_12&gt;:/Inh00,&lt;IDD_38&gt;:/Inh00,&lt;IDD_39&gt;:/Inh00,&lt;IDD_43&gt;:/Inh00,&lt;IDD_44&gt;:/Inh00,&lt;IDD_9&gt;:/Inh00,&lt;IDD_42&gt;:/Inh00,/Inh00,/Inh00,/Inh00,/Inh00,/Inh00,/Inh00,/Inh00,/Inh00,/Inh00,/Inh00,/Inh00,/Inh00,/Inh00,/Inh00,/Inh00,/Inh00,/Inh00,/Inh00,/Inh00,/Inh00,/Inh00,/Inh00,/Inh00,/Inh00,/Inh00,/Inh00,/Inh00,/Inh00,&lt;IDD_207&gt;/Inh00,/Inh00,/Inh00,/Inh00,/Inh00,/Inh00,/Inh00,&lt;CRLF&gt;DdFieldsProperties=lst,0 1 2 3 4 5 6 7 8 9 10 11 12 13 14 15 16 17 18 19 20 21 22 23 24 25 26 27 28 29 30 31 32 33 34 35 36 37 38 39 40 41 42 43 44 ,/Inz=XX00/Pre=00/UPr=00-1/STx=00&lt;DateLong&gt;/Tex=00/DTP=002/DNP=00/SUP=00&lt;DateLong&gt;/AFM=001/DTA=002/DNA=00/SUA=00/Suf=00/USu=00-1/Tex=00/Lin=001/Del=002/PST=002/Dlg=00-1/Dlp=0000/Kai=0000/MUL=0000/HSB=0000/Wtl=00-1/FTy=001/Owt=0000/Owd=0000/CTy=001/Ctw=002800/Ctl=001700/FSp=0000/FSd=0000/SCP=00/SCA=00/GRI=000/VAL=000,/Inz=XX00/Pre=00/UPr=00-1/STx=00/Tex=00/DTP=002/DNP=00/SUP=00/AFM=001/DTA=002/DNA=00/SUA=00/Suf=00/USu=00-1/Tex=00/Lin=003/Del=002/PST=002/Dlg=00-1/Dlp=0000/Kai=0000/MUL=00-1/HSB=0000/Wtl=00-1/FTy=001/Owt=0000/Owd=00-1/CTy=001/Ctw=005500/Ctl=001700/FSp=0000/FSd=0000/SCP=00/SCA=00/GRI=000/VAL=000,/Inz=XX00/Pre=00/UPr=00-1/STx=00/Tex=00/DTP=002/DNP=00/SUP=00/AFM=001/DTA=002/DNA=00/SUA=00/Suf=00/USu=00-1/Tex=00/Lin=001/Del=001/PST=001/Dlg=00-1/Dlp=0000/Kai=0000/MUL=0000/HSB=0000/Wtl=00-1/FTy=001/Owt=0000/Owd=0000/CTy=001/Ctw=005100/Ctl=001700/FSp=0000/FSd=0000/SCP=00/SCA=00/GRI=000/VAL=000,/Inz=XX00/Pre=00/UPr=00-1/STx=00/Tex=00/DTP=003/DNP=00/SUP=00/AFM=001/DTA=002/DNA=00/SUA=00/Suf=00/USu=00-1/Tex=00/Lin=003/Del=002/PST=002/Dlg=00-1/Dlp=0000/Kai=0000/MUL=00-1/HSB=0000/Wtl=00-1/FTy=001/Owt=0000/Owd=0000/CTy=001/Ctw=005500/Ctl=001700/FSp=0000/FSd=0000/SCP=00&lt;DdField33&gt;&lt;DdField34&gt;&lt;DdField38&gt;/SCA=00/GRI=000/VAL=000,/Inz=XX00/Pre=00/UPr=00-1/STx=00/Tex=00/DTP=001/DNP=00System.MdField3/SUP=00/AFM=001/DTA=002/DNA=00/SUA=00/Suf=00/USu=0000/Tex=00/Lin=001/Del=001/PST=001/Dlg=0000/Dlp=0000/Kai=0000/MUL=0000/HSB=0000/Wtl=0000/FTy=001/Owt=0000/Owd=00-1/CTy=001/Ctw=001750/Ctl=001700/FSp=0000/FSd=0000/SCP=00/SCA=00/GRI=000/VAL=000,/Inz=XX00/Pre=00/UPr=0000/STx=00/Tex=00/DTP=001/DNP=00System.MdField4/SUP=00/AFM=001/DTA=002/DNA=00/SUA=00/Suf=00/USu=0000/Tex=00/Lin=001/Del=001/PST=001/Dlg=0000/Dlp=0000/Kai=0000/MUL=0000/HSB=0000/Wtl=0000/FTy=001/Owt=0000/Owd=0000/CTy=001/Ctw=001750/Ctl=001700/FSp=0000/FSd=0000/SCP=00/SCA=00/GRI=000/VAL=000,/Inz=XX00/Pre=00Τηλ. /UPr=0000/STx=00/Tex=00/DTP=001/DNP=00System.MdField5/SUP=00/AFM=001/DTA=002/DNA=00/SUA=00/Suf=00/USu=0000/Tex=00/Lin=001/Del=001/PST=001/Dlg=0000/Dlp=0000/Kai=0000/MUL=0000/HSB=0000/Wtl=0000/FTy=001/Owt=0000/Owd=00-1/CTy=001/Ctw=001800/Ctl=001700/FSp=0000/FSd=0000/SCP=00/SCA=00/GRI=000/VAL=000,/Inz=XX00/Pre=00Φαξ /UPr=0000/STx=00/Tex=00/DTP=001/DNP=00System.MdField6/SUP=00/AFM=001/DTA=002/DNA=00/SUA=00/Suf=00/USu=0000/Tex=00/Lin=001/Del=001/PST=001/Dlg=0000/Dlp=0000/Kai=0000/MUL=0000/HSB=0000/Wtl=0000/FTy=001/Owt=0000/Owd=0000/CTy=001/Ctw=001800/Ctl=001700/FSp=0000/FSd=0000/SCP=00/SCA=00/GRI=000/VAL=000,/Inz=XX00/Pre=00/UPr=0000/STx=00/Tex=00/DTP=001/DNP=00System.MdField7/SUP=00/AFM=001/DTA=002/DNA=00/SUA=00/Suf=00/USu=0000/Tex=00/Lin=001/Del=001/PST=001/Dlg=0000/Dlp=0000/Kai=0000/MUL=0000/HSB=0000/Wtl=0000/FTy=001/Owt=0000/Owd=0000/CTy=001/Ctw=001750/Ctl=001700/FSp=0000/FSd=0000/SCP=00/SCA=00/GRI=000/VAL=000,/Inz=XX00/Pre=00/UPr=0000/STx=00/Tex=00/DTP=001/DNP=00System.MdField8/SUP=00/AFM=001/DTA=002/DNA=00/SUA=00/Suf=00/USu=0000/Tex=00/Lin=001/Del=001/PST=001/Dlg=0000/Dlp=0000/Kai=0000/MUL=0000/HSB=0000/Wtl=0000/FTy=001/Owt=0000/Owd=0000/CTy=001/Ctw=004000/Ctl=001700/FSp=0000/FSd=0000/SCP=00/SCA=00/GRI=000/VAL=000,/Inz=XX00/Pre=00\/l/UPr=00-1/STx=00/Tex=00/DTP=001/DNP=00System.MdField9/SUP=00/AFM=001/DTA=002/DNA=00/SUA=00/Suf=00/USu=0000/Tex=00/Lin=002/Del=001/PST=001/Dlg=0000/Dlp=0000/Kai=0000/MUL=0000/HSB=0000/Wtl=00-1/FTy=001/Owt=0000/Owd=0000/CTy=001/Ctw=002000/Ctl=001200/FSp=0000/FSd=0000/SCP=00/SCA=00/GRI=000/VAL=000,/Inz=XX00/Pre=00: /UPr=0000/STx=00/Tex=00/DTP=001/DNP=00System.MdField42/SUP=00/AFM=001/DTA=002/DNA=00/SUA=00/Suf=00/USu=0000/Tex=00/Lin=001/Del=001/PST=001/Dlg=0000/Dlp=0000/Kai=0000/MUL=0000/HSB=0000/Wtl=00-1/FTy=001/Owt=0000/Owd=0000/CTy=001/Ctw=002000/Ctl=001200/FSp=0000/FSd=0000/SCP=00/SCA=00/GRI=000/VAL=000,/Inz=XX00/Pre=00: /UPr=0000/STx=00/Tex=00/DTP=001/DNP=00System.MdField10/SUP=00/AFM=001/DTA=002/DNA=00/SUA=00/Suf=00/USu=0000/Tex=00/Lin=001/Del=001/PST=001/Dlg=0000/Dlp=0000/Kai=0000/MUL=0000/HSB=0000/Wtl=00-1/FTy=001/Owt=0000/Owd=0000/CTy=001/Ctw=002000/Ctl=001200/FSp=0000/FSd=0000/SCP=00/SCA=00/GRI=000/VAL=000,/Inz=XX00/Pre=00\/p/UPr=0000/STx=00/Tex=00/DTP=001/DNP=00System.MdField11/SUP=00/AFM=001/DTA=002/DNA=00/SUA=00/Suf=00/USu=00-1/Tex=00/Lin=003/Del=001/PST=001/Dlg=0000/Dlp=0000/Kai=0000/MUL=0000/HSB=0000/Wtl=00-1/FTy=001/Owt=0000/Owd=00-1/CTy=001/Ctw=002000/Ctl=001200/FSp=0000/FSd=0000/SCP=00/SCA=00/GRI=000/VAL=000,/Inz=XX00/Pre=00: /UPr=0000/STx=00/Tex=00/DTP=001/DNP=00System.MdField12/SUP=00/AFM=001/DTA=002/DNA=00/SUA=00/Suf=00 /USu=0000/Tex=00/Lin=001/Del=001/PST=001/Dlg=0000/Dlp=0000/Kai=0000/MUL=0000/HSB=0000/Wtl=00-1/FTy=001/Owt=0000/Owd=0000/CTy=001/Ctw=002000/Ctl=001200/FSp=0000/FSd=0000/SCP=00/SCA=00/GRI=000/VAL=000,/Inz=XX00/Pre=00: /UPr=0000/STx=00/Tex=00/DTP=001/DNP=00System.MdField13/SUP=00/AFM=001/DTA=002/DNA=00/SUA=00/Suf=00/USu=0000/Tex=00/Lin=001/Del=001/PST=001/Dlg=0000/Dlp=0000/Kai=0000/MUL=0000/HSB=0000/Wtl=00-1/FTy=001/Owt=0000/Owd=0000/CTy=001/Ctw=002000/Ctl=001200/FSp=0000/FSd=0000/SCP=00/SCA=00/GRI=000/VAL=000,/Inz=XX00/Pre=00\/p/UPr=0000/STx=00/Tex=00/DTP=001/DNP=00System.MdField14/SUP=00/AFM=001/DTA=002/DNA=00/SUA=00/Suf=00/USu=00-1/Tex=00/Lin=003/Del=001/PST=001/Dlg=0000/Dlp=0000/Kai=0000/MUL=0000/HSB=0000/Wtl=00-1/FTy=001/Owt=0000/Owd=0000/CTy=001/Ctw=002000/Ctl=001200/FSp=0000/FSd=0000/SCP=00/SCA=00/GRI=000/VAL=000,/Inz=XX00/Pre=00\/p/UPr=0000/STx=00/Tex=00/DTP=001/DNP=00System.MdField15/SUP=00/AFM=001/DTA=002/DNA=00/SUA=00/Suf=00/USu=00-1/Tex=00/Lin=003/Del=001/PST=001/Dlg=0000/Dlp=0000/Kai=0000/MUL=0000/HSB=0000/Wtl=00-1/FTy=001/Owt=0000/Owd=0000/CTy=001/Ctw=002000/Ctl=001200/FSp=0000/FSd=0000/SCP=00/SCA=00/GRI=000/VAL=000,/Inz=XX00/Pre=00\/l/UPr=0000/STx=00/Tex=00/DTP=001/DNP=00System.MdField16/SUP=00/AFM=001/DTA=002/DNA=00/SUA=00/Suf=00/USu=00-1/Tex=00/Lin=001/Del=001/PST=001/Dlg=0000/Dlp=0000/Kai=0000/MUL=0000/HSB=0000/Wtl=00-1/FTy=001/Owt=0000/Owd=0000/CTy=001/Ctw=002000/Ctl=001200/FSp=0000/FSd=0000/SCP=00/SCA=00/GRI=000/VAL=000,/Inz=XX00/Pre=00\/lΕπισκέπτες:\/l/UPr=0000/STx=00/Tex=00/DTP=001/DNP=00System.MdField17/SUP=00/AFM=001/DTA=002/DNA=00/SUA=00/Suf=00/USu=00-1/Tex=00/Lin=004/Del=001/PST=001/Dlg=0000/Dlp=0000/Kai=0000/MUL=0000/HSB=0000/Wtl=00-1/FTy=001/Owt=0000/Owd=0000/CTy=001/Ctw=002000/Ctl=001200/FSp=0000/FSd=0000/SCP=00/SCA=00/GRI=000/VAL=000,/Inz=XX00/Pre=00\/lΤηλ. /UPr=0000/STx=00/Tex=00/DTP=001/DNP=00System.MdField18/SUP=00/AFM=001/DTA=002/DNA=00/SUA=00/Suf=00/USu=00-1/Tex=00/Lin=001/Del=001/PST=001/Dlg=0000/Dlp=0000/Kai=0000/MUL=0000/HSB=0000/Wtl=00-1/FTy=001/Owt=0000/Owd=0000/CTy=001/Ctw=002000/Ctl=001200/FSp=0000/FSd=0000/SCP=00/SCA=00/GRI=000/VAL=000,/Inz=XX00/Pre=00\/lΦαξ /UPr=0000/STx=00/Tex=00/DTP=001/DNP=00System.MdField19/SUP=00/AFM=001/DTA=002/DNA=00/SUA=00/Suf=00/USu=00-1/Tex=00/Lin=001/Del=001/PST=001/Dlg=0000/Dlp=0000/Kai=0000/MUL=0000/HSB=0000/Wtl=00-1/FTy=001/Owt=0000/Owd=0000/CTy=001/Ctw=002000/Ctl=001200/FSp=0000/FSd=0000/SCP=00/SCA=00/GRI=000/VAL=000,/Inz=XX00/Pre=00\/l/UPr=0000/STx=00/Tex=00/DTP=001/DNP=00System.MdField20/SUP=00/AFM=001/DTA=002/DNA=00/SUA=00/Suf=00/USu=00-1/Tex=00/Lin=001/Del=001/PST=001/Dlg=0000/Dlp=0000/Kai=0000/MUL=0000/HSB=0000/Wtl=00-1/FTy=001/Owt=0000/Owd=0000/CTy=001/Ctw=002000/Ctl=001200/FSp=0000/FSd=0000/SCP=00/SCA=00/GRI=000/VAL=000,/Inz=XX00/Pre=00\/p: /UPr=0000/STx=00/Tex=00/DTP=001/DNP=00System.MdField21/SUP=00/AFM=001/DTA=002/DNA=00/SUA=00/Suf=00/USu=00-1/Tex=00/Lin=003/Del=001/PST=001/Dlg=0000/Dlp=0000/Kai=0000/MUL=0000/HSB=0000/Wtl=00-1/FTy=001/Owt=0000/Owd=00-1/CTy=001/Ctw=002000/Ctl=001200/FSp=0000/FSd=0000/SCP=00/SCA=00/GRI=000/VAL=000,/Inz=XX00/Pre=00/UPr=00-1/STx=00Αποστολέας/Tex=00/DTP=002/DNP=00/SUP=00Αποστολέας/AFM=001/DTA=002/DNA=00/SUA=00/Suf=00/USu=00-1/Tex=00/Lin=001/Del=001/PST=001/Dlg=0000/Dlp=0000/Kai=0000/MUL=0000/HSB=0000/Wtl=00-1/FTy=002/Owt=0000/Owd=0000/CTy=001/Ctw=002000/Ctl=001200/FSp=0000/FSd=0000/SCP=00/SCA=00/GRI=000/VAL=000,/Inz=XX00/Pre=00/UPr=00-1/STx=00Ημερομηνία oder Ημ\/νία/Tex=00/DTP=002/DNP=00/SUP=00Ημερομηνία oder Ημ\/νία/AFM=001/DTA=002/DNA=00/SUA=00/Suf=00/USu=00-1/Tex=00/Lin=001/Del=001/PST=001/Dlg=0000/Dlp=0000/Kai=0000/MUL=0000/HSB=0000/Wtl=00-1/FTy=002/Owt=0000/Owd=0000/CTy=001/Ctw=002000/Ctl=001200/FSp=0000/FSd=0000/SCP=00/SCA=00/GRI=000/VAL=000,/Inz=XX00/Pre=00/UPr=00-1/STx=00Θέμα/Tex=00/DTP=002/DNP=00/SUP=00Θέμα/AFM=001/DTA=002/DNA=00/SUA=00/Suf=00/USu=00-1/Tex=00/Lin=003/Del=001/PST=001/Dlg=0000/Dlp=0000/Kai=0000/MUL=0000/HSB=0000/Wtl=00-1/FTy=002/Owt=0000/Owd=0000/CTy=001/Ctw=002000/Ctl=001200/FSp=0000/FSd=0000/SCP=00/SCA=00/GRI=000/VAL=000,/Inz=XX00/Pre=00/UPr=00-1/STx=00Σελίδα/Tex=00/DTP=002/DNP=00/SUP=00Σελίδα/AFM=001/DTA=002/DNA=00/SUA=00/Suf=00/USu=00-1/Tex=00/Lin=001/Del=001/PST=001/Dlg=0000/Dlp=0000/Kai=0000/MUL=0000/HSB=0000/Wtl=00-1/FTy=001/Owt=0000/Owd=0000/CTy=001/Ctw=002000/Ctl=001200/FSp=0000/FSd=0000/SCP=00/SCA=00/GRI=000/VAL=000,/Inz=XX00/Pre=00/UPr=00-1/STx=00Παραλήπτης/Tex=00/DTP=002/DNP=00/SUP=00Παραλήπτης/AFM=001/DTA=002/DNA=00/SUA=00/Suf=00/USu=00-1/Tex=00/Lin=001/Del=001/PST=001/Dlg=0000/Dlp=0000/Kai=0000/MUL=0000/HSB=0000/Wtl=00-1/FTy=001/Owt=0000/Owd=0000/CTy=001/Ctw=002000/Ctl=001200/FSp=0000/FSd=0000/SCP=00/SCA=00/GRI=000/VAL=000,/Inz=XX00/Pre=00/UPr=00-1/STx=00από/Tex=00/DTP=002/DNP=00/SUP=00από/AFM=001/DTA=002/DNA=00/SUA=00/Suf=00/USu=00-1/Tex=00/Lin=001/Del=001/PST=001/Dlg=0000/Dlp=0000/Kai=0000/MUL=0000/HSB=0000/Wtl=00-1/FTy=001/Owt=0000/Owd=0000/CTy=001/Ctw=002000/Ctl=001200/FSp=0000/FSd=0000/SCP=00/SCA=00/GRI=000/VAL=000,/Inz=XX00/Pre=00/UPr=00-1/STx=00/Tex=00/DTP=001/DNP=00System.MdField23/SUP=00/AFM=001/DTA=002/DNA=00/SUA=00/Suf=00/USu=00-1/Tex=00/Lin=001/Del=001/PST=001/Dlg=0000/Dlp=0000/Kai=0000/MUL=0000/HSB=0000/Wtl=00-1/FTy=001/Owt=0000/Owd=0000/CTy=001/Ctw=002000/Ctl=001200/FSp=0000/FSd=0000/SCP=00/SCA=00/GRI=000/VAL=000,/Inz=XX00/Pre=00/UPr=00-1/STx=00/Tex=00/DTP=001/DNP=00System.MdField43/SUP=00/AFM=001/DTA=002/DNA=00/SUA=00/Suf=00/USu=00-1/Tex=00/Lin=002/Del=001/PST=001/Dlg=0000/Dlp=0000/Kai=0000/MUL=0000/HSB=0000/Wtl=00-1/FTy=001/Owt=0000/Owd=0000/CTy=001/Ctw=002000/Ctl=001200/FSp=0000/FSd=0000/SCP=00/SCA=00/GRI=000/VAL=000,/Inz=XX00/Pre=00/UPr=0000/STx=00/Tex=00/DTP=003/DNP=00/SUP=00/AFM=001/DTA=002/DNA=00/SUA=00/Suf=00/USu=0000/Tex=00/Lin=001/Del=001/PST=001/Dlg=0000/Dlp=0000/Kai=0000/MUL=0000/HSB=0000/Wtl=00-1/FTy=001/Owt=0000/Owd=0000/CTy=001/Ctw=002000/Ctl=001200/FSp=0000/FSd=0000/SCP=00&lt;DdField3&gt;*[ ]&lt;DdField4&gt;/SCA=00/GRI=000/VAL=000,/Inz=XX00/Pre=00/UPr=0000/STx=00/Tex=00/DTP=003/DNP=00/SUP=00/AFM=001/DTA=002/DNA=00/SUA=00/Suf=00/USu=0000/Tex=00/Lin=001/Del=001/PST=001/Dlg=0000/Dlp=0000/Kai=0000/MUL=0000/HSB=0000/Wtl=00-1/FTy=001/Owt=0000/Owd=0000/CTy=001/Ctw=002000/Ctl=001200/FSp=0000/FSd=0000/SCP=00&lt;DdField32&gt;*[\, ]&lt;DdField7&gt; /SCA=00/GRI=000/VAL=000,/Inz=XX00/Pre=00\/p/UPr=0000/STx=00/Tex=00/DTP=003/DNP=00/SUP=00/AFM=001/DTA=002/DNA=00/SUA=00/Suf=00/USu=0000/Tex=00/Lin=001/Del=001/PST=001/Dlg=0000/Dlp=0000/Kai=0000/MUL=0000/HSB=0000/Wtl=00-1/FTy=001/Owt=0000/Owd=0000/CTy=001/Ctw=002000/Ctl=001200/FSp=0000/FSd=0000/SCP=00&lt;DdField5&gt;*[\, ]&lt;DdField6&gt;/SCA=00/GRI=000/VAL=000,/Inz=XX00/Pre=00\/p/UPr=00-1/STx=00/Tex=00/DTP=003/DNP=00/SUP=00/AFM=001/DTA=002/DNA=00/SUA=00/Suf=00/USu=00-1/Tex=00/Lin=001/Del=001/PST=001/Dlg=0000/Dlp=0000/Kai=0000/MUL=0000/HSB=0000/Wtl=00-1/FTy=002/Owt=0000/Owd=0000/CTy=001/Ctw=002000/Ctl=001200/FSp=0000/FSd=0000/SCP=00&lt;DdField8&gt;/SCA=00/GRI=000/VAL=000,/Inz=XX00/Pre=00/UPr=0000/STx=00/Tex=00/DTP=003/DNP=00/SUP=00/AFM=001/DTA=002/DNA=00/SUA=00/Suf=00/USu=0000/Tex=00/Lin=001/Del=001/PST=001/Dlg=0000/Dlp=0000/Kai=0000/MUL=0000/HSB=0000/Wtl=00-1/FTy=001/Owt=0000/Owd=0000/CTy=001/Ctw=002000/Ctl=001200/FSp=0000/FSd=0000/SCP=00&lt;DdField23&gt;*[\, ]&lt;DdField10&gt;/SCA=00/GRI=000/VAL=000,/Inz=XX00/Pre=00\/p/UPr=0000/STx=00/Tex=00/DTP=003/DNP=00/SUP=00/AFM=001/DTA=002/DNA=00/SUA=00/Suf=00 /USu=00-1/Tex=00/Lin=001/Del=001/PST=001/Dlg=0000/Dlp=0000/Kai=0000/MUL=0000/HSB=0000/Wtl=00-1/FTy=001/Owt=0000/Owd=0000/CTy=001/Ctw=002000/Ctl=001200/FSp=0000/FSd=0000/SCP=00&lt;DdField12&gt;&lt;DdField13&gt;/SCA=00/GRI=000/VAL=000,/Inz=XX00/Pre=00/UPr=00-1/STx=00Αξιότιμη κυρία\, αξιότιμε κύριε/Tex=00/DTP=002/DNP=00/SUP=00Αξιότιμη κυρία\, αξιότιμε κύριε/AFM=001/DTA=002/DNA=00/SUA=00/Suf=00/USu=00-1/Tex=00/Lin=001/Del=002/PST=002/Dlg=0000/Dlp=0000/Kai=0000/MUL=0000/HSB=0000/Wtl=00-1/FTy=001/Owt=0000/Owd=0000/CTy=004/Ctw=005500/Ctl=001700/FSp=0000/FSd=0000/SCP=00/SCA=00/GRI=000/VAL=000,/Inz=XX00/Pre=00Με εκτίμηση\/p\/p/UPr=00-1/STx=00/Tex=00/DTP=001/DNP=00System.MdField9/SUP=00/AFM=001/DTA=002/DNA=00/SUA=00/Suf=00/USu=00-1/Tex=00/Lin=001/Del=002/PST=001/Dlg=0000/Dlp=0000/Kai=0000/MUL=0000/HSB=0000/Wtl=0000/FTy=001/Owt=0000/Owd=0000/CTy=001/Ctw=002000/Ctl=001200/FSp=0000/FSd=0000/SCP=00/SCA=00/GRI=000/VAL=000,/Inz=XX00/Pre=00\/p/UPr=0000/STx=00/Tex=00/DTP=001/DNP=00System.MdField44/SUP=00/AFM=001/DTA=002/DNA=00/SUA=00/Suf=00/USu=0000/Tex=00/Lin=001/Del=001/PST=001/Dlg=0000/Dlp=0000/Kai=0000/MUL=0000/HSB=0000/Wtl=0000/FTy=002/Owt=0000/Owd=0000/CTy=001/Ctw=002000/Ctl=001200/FSp=0000/FSd=0000/SCP=00/SCA=00/GRI=000/VAL=000,/Inz=XX00/Pre=00/UPr=00-1/STx=00/Tex=00/DTP=003/DNP=00/SUP=00/AFM=001/DTA=002/DNA=00/SUA=00/Suf=00/USu=00-1/Tex=00/Lin=001/Del=002/PST=001/Dlg=0000/Dlp=0000/Kai=00-1/MUL=0000/HSB=0000/Wtl=00-1/FTy=001/Owt=0000/Owd=0000/CTy=001/Ctw=002000/Ctl=001200/FSp=0000/FSd=0000/SCP=00&lt;DdField40&gt;&lt;DdField41&gt;/SCA=00/GRI=000/VAL=000,/Inz=XX00/Pre=00/UPr=00-1/STx=00/Tex=00/DTP=002/DNP=00/SUP=00/AFM=001/DTA=002/DNA=00/SUA=00/Suf=00\/p/USu=0000/Tex=00/Lin=001/Del=001/PST=001/Dlg=0000/Dlp=0000/Kai=0000/MUL=0000/HSB=0000/Wtl=0000/FTy=001/Owt=0000/Owd=0000/CTy=001/Ctw=002000/Ctl=001200/FSp=0000/FSd=0000/SCP=00/SCA=00/GRI=000/VAL=000,/Inz=XX00/Pre=00/UPr=00-1/STx=00/Tex=00/DTP=002/DNP=00/SUP=00/AFM=001/DTA=002/DNA=00/SUA=00/Suf=00/USu=00-1/Tex=00/Lin=001/Del=001/PST=001/Dlg=0000/Dlp=0000/Kai=0000/MUL=0000/HSB=0000/Wtl=0000/FTy=001/Owt=0000/Owd=0000/CTy=001/Ctw=002000/Ctl=001200/FSp=0000/FSd=0000/SCP=00/SCA=00/GRI=000/VAL=000,/Inz=XX00/Pre=00/UPr=00-1/STx=00/Tex=00/DTP=003/DNP=00/SUP=00/AFM=001/DTA=002/DNA=00/SUA=00/Suf=00/USu=00-1/Tex=00/Lin=001/Del=001/PST=001/Dlg=0000/Dlp=0000/Kai=0000/MUL=0000/HSB=0000/Wtl=00-1/FTy=001/Owt=0000/Owd=0000/CTy=001/Ctw=002000/Ctl=001200/FSp=00-1/FSd=00-1/SCP=00&lt;DdField43&gt;&lt;DdField44&gt;/SCA=00/GRI=000/VAL=000,&lt;CRLF&gt;"/>
    <w:docVar w:name="cfgDocument.ConfigStructure" w:val="[Global]&lt;CRLF&gt;Version=1.0.0&lt;CRLF&gt;[Config]&lt;CRLF&gt;Nodes=1&lt;CRLF&gt;Node1=MainNode1&lt;CRLF&gt;DefNode=MainNode1&lt;CRLF&gt;[MainNode1]&lt;CRLF&gt;Name=Default&lt;CRLF&gt;Nodes=1&lt;CRLF&gt;DefNode=MainNode1.MainNode1&lt;CRLF&gt;Node1=MainNode1.MainNode1&lt;CRLF&gt;[MainNode1.MainNode1]&lt;CRLF&gt;Name=Default&lt;CRLF&gt;"/>
    <w:docVar w:name="cfgDocument.Default.Default" w:val="&lt;CRLF&gt;[System]&lt;CRLF&gt;Name=txt,System&lt;CRLF&gt;Language=txt,1031&lt;CRLF&gt;SystemType=txt,0&lt;CRLF&gt;NodesLevel1=txt,0&lt;CRLF&gt;NodesLevel2=txt,1&lt;CRLF&gt;NodesLevel3=txt,2&lt;CRLF&gt;Nodes=lst,0 ,MainNode1,&lt;CRLF&gt;MdFieldsIDs=lst,0 1 2 3 4 5 6 7 8 9 10 11 12 13 14 15 16 17 18 19 20 21 22 23 24 25 26 27 28 29 30 31 32 33 34 35 36 37 38 39 40 41 42 43 44 45 46 ,MdField3,MdField4,MdField5,MdField6,MdField7,MdField8,MdField9,MdField10,MdField11,MdField12,MdField13,MdField14,MdField15,MdField16,MdField17,MdField18,MdField19,MdField20,MdField21,MdField22,MdField23,MdField24,MdField25,MdField26,MdField27,MdField28,MdField29,MdField30,MdField31,MdField32,MdField33,MdField34,MdField35,MdField36,MdField37,MdField38,MdField39,MdField40,MdField41,MdField42,MdField43,MdField44,MdField45,MdField46,MdField47,MdField48,MdField49,&lt;CRLF&gt;MdFieldsNames=lst,0 1 2 3 4 5 6 7 8 9 10 11 12 13 14 15 16 17 18 19 20 21 22 23 24 25 26 27 28 29 30 31 32 33 34 35 36 37 38 39 40 41 42 43 44 45 46 ,UdFName,UdLName,UdPhoneDir,UdFaxDir,UdDept,UdEMailDir,NameCpy,LglInf1Cpy,LglInf2Cpy,LglInf3Cpy,LglInf4Cpy,LglInf5Cpy,LglInf6Cpy,AddLoc,AddVisLoc,PhoneLoc,FaxLoc,InetLoc,BankLoc,Location,CpyName2,CpyName2ENG,CpyName2FRA,CpyName2CSY,CpyName2DAN,CpyName2ESP,CpyName2NLD,CpyName2PTG,CpyName2RUS,CpyName2TRK,LglInf2CpyENG,LglInf2CpyFRA,LglInf2CpyCSY,LglInf2CpyDAN,LglInf2CpyESP,LglInf2CpyNLD,LglInf2CpyPTG,LglInf2CpyRUS,LglInf2CpyTRK,LglInf0Cpy,CpyName2Alternative,UdSignature,CpyName2HUN,LglInf2CpyHUN,CpyName2ITA,LglInf2CpyITA,CpySignature,&lt;CRLF&gt;MdFieldsCaptions=lst,0 1 2 3 4 5 6 7 8 9 10 11 12 13 14 15 16 17 18 19 20 21 22 23 24 25 26 27 28 29 30 31 32 33 34 35 36 37 38 39 40 41 42 43 44 45 46 ,&lt;CRLF&gt;MdFieldsProperties=lst,0 1 2 3 4 5 6 7 8 9 10 11 12 13 14 15 16 17 18 19 20 21 22 23 24 25 26 27 28 29 30 31 32 33 34 35 36 37 38 39 40 41 42 43 44 45 46 ,/DSN=00FirstName,/DSN=00LastName,/DSN=00PhoneDirect,/DSN=00FaxDirect,/DSN=00Department,/DSN=00EMailDirect,/DSN=00NameCompany,/DSN=00LegalInfo1Company,/DSN=00LegalInfo2Company,/DSN=00LegalInfo3Company,/DSN=00LegalInfo4Company,/DSN=00LegalInfo5Company,/DSN=00LegalInfo6Company,/DSN=00AddressLocation,/DSN=00AddressVisitorLocation,/DSN=00PhoneLocation,/DSN=00FaxLocation,/DSN=00InternetLocation,/DSN=00BankInfoLocation,/DSN=00Location,/DSN=00CpyName2,/DSN=00CpyName2ENG,/DSN=00CpyName2FRA,/DSN=00CpyName2CSY,/DSN=00CpyName2DAN,/DSN=00CpyName2ESP,/DSN=00CpyName2NLD,/DSN=00CpyName2PTG,/DSN=00CpyName2RUS,/DSN=00CpyName2TRK,/DSN=00LegalInfo2CompanyENG,/DSN=00LegalInfo2CompanyFRA,/DSN=00LegalInfo2CompanyCSY,/DSN=00LegalInfo2CompanyDAN,/DSN=00LegalInfo2CompanyESP,/DSN=00LegalInfo2CompanyNLD,/DSN=00LegalInfo2CompanyPTG,/DSN=00LegalInfo2CompanyRUS,/DSN=00LegalInfo2CompanyTRK,/DSN=00LegalInfo0Company,/DSN=00NameCompany2,/DSN=00Signature,/DSN=00CpyName2HUN,/DSN=00LegalInfo2CompanyHUN,/DSN=00CpyName2ITA,/DSN=00LegalInfo2CompanyITA,/DSN=00CompanySignature,&lt;CRLF&gt;&lt;CRLF&gt;[System.MainNode1]&lt;CRLF&gt;Name=txt,Externer Brief&lt;CRLF&gt;TemplateFile=txt,D:\\Masterlayout\\Bosch\\Masterlayout\\Data\\RBOEXT00.dot&lt;CRLF&gt;TemplateFile.Inh=txt,0&lt;CRLF&gt;ProtectionPassword=txt,·&lt;CRLF&gt;ProtectionPassword.Inh=txt,0&lt;CRLF&gt;DataDialogType=txt,0&lt;CRLF&gt;DataDialogType.Inh=txt,0&lt;CRLF&gt;Language=txt,2057&lt;CRLF&gt;Language.Inh=txt,0&lt;CRLF&gt;SupportsFaxTotalPages=txt,0&lt;CRLF&gt;SupportsFaxTotalPages.Inh=txt,0&lt;CRLF&gt;DisplayPrintDialogOnDefaultPrint=txt,-1&lt;CRLF&gt;DisplayPrintDialogOnDefaultPrint.Inh=txt,0&lt;CRLF&gt;SupportsCalibration=txt,0&lt;CRLF&gt;SupportsCalibration.Inh=txt,0&lt;CRLF&gt;CompressDocumentVariables=txt,0&lt;CRLF&gt;CompressDocumentVariables.Inh=txt,0&lt;CRLF&gt;InheritanceBroken=txt,0&lt;CRLF&gt;Nodes=lst,0,&lt;CRLF&gt;SubLayouts=lst,0 1 ,Layout2,Layout3,&lt;CRLF&gt;&lt;CRLF&gt;[System.MainNode1.Layout1]&lt;CRLF&gt;Name=txt,DefLayout&lt;CRLF&gt;InheritanceBroken=txt,0&lt;CRLF&gt;Initialized=txt,-1&lt;CRLF&gt;DdFieldsIDs=lst,0 1 2 3 4 5 6 7 8 9 10 11 12 13 14 15 16 17 18 19 20 21 22 23 24 25 26 27 28 29 30 31 32 33 34 35 36 37 38 39 40 41 42 43 44 ,DdField1,DdField2,DdField30,DdField37,DdField3,DdField4,DdField5,DdField6,DdField7,DdField8,DdField9,DdField23,DdField10,DdField11,DdField12,DdField13,DdField14,DdField15,DdField16,DdField17,DdField18,DdField19,DdField20,DdField21,DdField22,DdField25,DdField26,DdField27,DdField28,DdField29,DdField31,DdField24,DdField32,DdField33,DdField34,DdField38,DdField35,DdField36,DdField39,DdField40,DdField41,DdField42,DdField43,DdField44,DdField45,&lt;CRLF&gt;DdFieldsNames=lst,0 1 2 3 4 5 6 7 8 9 10 11 12 13 14 15 16 17 18 19 20 21 22 23 24 25 26 27 28 29 30 31 32 33 34 35 36 37 38 39 40 41 42 43 44 ,DdDate,DdSubject,optTitle,Sender,UdFName,UdLName,UdPhoneDir,UdFaxDir,UdDept,UdEMailDir,NameCpy,LglInf0Cpy,LglInf1Cpy,LglInf2Cpy,LglInf3Cpy,LglInf4Cpy,LglInf5Cpy,LglInf6Cpy,AddLoc,AddVisLoc,PhoneLoc,FaxLoc,InetLoc,BankLoc,stCtPer,stDate,stSubject,stPage,stRecpt,stPageOf,CpyName2,CpyName2Alternative,FullName,SenderLine1,SenderLine2,SenderLine3,UdsLglInfoLine01,UdsLglInfoLine02,OpeningSalutation,ClosingSalutationPart1,ClosingSalutationPart2,ClosingSalutation,TxtRBGroupLine1,TxtRBGroupLine2,TxtRBGroup,&lt;CRLF&gt;DdFieldsCaptions=lst,0 1 2 3 4 5 6 7 8 9 10 11 12 13 14 15 16 17 18 19 20 21 22 23 24 25 26 27 28 29 30 31 32 33 34 35 36 37 38 39 40 41 42 43 44 ,%IDD_4%:/Inh00,%IDD_5%:/Inh00,%IDD_66%:/Inh00,%IDD_12%:/Inh00,%IDD_38%:/Inh00,%IDD_39%:/Inh00,%IDD_43%:/Inh00,%IDD_44%:/Inh00,%IDD_9%:/Inh00,%IDD_42%:/Inh00,/Inh00,/Inh00,/Inh00,/Inh00,/Inh00,/Inh00,/Inh00,/Inh00,/Inh00,/Inh00,/Inh00,/Inh00,/Inh00,/Inh00,/Inh00,/Inh00,/Inh00,/Inh00,/Inh00,/Inh00,/Inh00,/Inh00,/Inh00,/Inh00,/Inh00,/Inh00,/Inh00,/Inh00,%IDD_229%/Inh00,/Inh00,/Inh00,/Inh00,/Inh00,/Inh00,/Inh00,&lt;CRLF&gt;DdFieldsProperties=lst,0 1 2 3 4 5 6 7 8 9 10 11 12 13 14 15 16 17 18 19 20 21 22 23 24 25 26 27 28 29 30 31 32 33 34 35 36 37 38 39 40 41 42 43 44 ,/Inz=XX-1/Pre=00/UPr=00-1/STx=0011 April 2016/Tex=0011 April 2016/DTP=002/DNP=00/SUP=00%IDS_271%/AFM=001/DTA=002/DNA=00/SUA=00/Suf=00/USu=00-1/Lin=001/Del=002/PST=002/FUE=000/Dlg=00-1/RDF=0000/Dlp=0000/Kai=0000/MUL=0000/HSB=0000/Wtl=00-1/FTy=001/Owt=0000/Owd=0000/CTy=001/Ctw=002800/Ctl=001700/FSp=0000/FSd=0000/SCP=00/SCA=00/GRI=000/VAL=000/DPR=00,/Inz=XX-1/Pre=00/UPr=00-1/STx=00/Tex=00/DTP=002/DNP=00/SUP=00/AFM=001/DTA=002/DNA=00/SUA=00/Suf=00/USu=00-1/Lin=003/Del=002/PST=002/FUE=000/Dlg=00-1/RDF=0000/Dlp=0000/Kai=0000/MUL=00-1/HSB=0000/Wtl=00-1/FTy=001/Owt=0000/Owd=00-1/CTy=001/Ctw=005500/Ctl=001700/FSp=0000/FSd=0000/SCP=00/SCA=00/GRI=000/VAL=000/DPR=00,/Inz=XX-1/Pre=00/UPr=00-1/STx=00/Tex=00/DTP=002/DNP=00/SUP=00/AFM=001/DTA=002/DNA=00/SUA=00/Suf=00/USu=00-1/Lin=001/Del=001/PST=001/FUE=000/Dlg=00-1/RDF=0000/Dlp=0000/Kai=0000/MUL=0000/HSB=0000/Wtl=00-1/FTy=001/Owt=0000/Owd=0000/CTy=001/Ctw=005100/Ctl=001700/FSp=0000/FSd=0000/SCP=00/SCA=00/GRI=000/VAL=000/DPR=00,/Inz=XX-1/Pre=00/UPr=00-1/STx=00Zimo CHEN\, RBCN\/CWR &lt;CR&gt;Tel +86(21)2218-1227&lt;CR&gt;Zimo.Chen@cn.bosch.com/Tex=00Zimo CHEN\, RBCN\/CWR &lt;CR&gt;Tel +86(21)2218-1227&lt;CR&gt;Zimo.Chen@cn.bosch.com/DTP=003/DNP=00/SUP=00Zimo CHEN\, RBCN\/CWR &lt;CR&gt;Tel +86(21)2218-1227&lt;CR&gt;Zimo.Chen@cn.bosch.com/AFM=001/DTA=002/DNA=00/SUA=00/Suf=00/USu=00-1/Lin=003/Del=002/PST=002/FUE=000/Dlg=00-1/RDF=0000/Dlp=0000/Kai=0000/MUL=00-1/HSB=0000/Wtl=00-1/FTy=001/Owt=0000/Owd=0000/CTy=001/Ctw=005500/Ctl=001700/FSp=0000/FSd=0000/SCP=00&lt;DdField33&gt;&lt;DdField34&gt;&lt;DdField38&gt;/SCA=00/GRI=000/VAL=000/DPR=00,/Inz=XX-1/Pre=00/UPr=00-1/STx=00Zimo/Tex=00Zimo/DTP=001/DNP=00System.MdField3/SUP=00Zimo/AFM=001/DTA=002/DNA=00/SUA=00/Suf=00/USu=0000/Lin=001/Del=001/PST=001/FUE=000/Dlg=0000/RDF=0000/Dlp=0000/Kai=0000/MUL=0000/HSB=0000/Wtl=0000/FTy=001/Owt=0000/Owd=00-1/CTy=001/Ctw=001750/Ctl=001700/FSp=0000/FSd=0000/SCP=00/SCA=00/GRI=000/VAL=000/DPR=00,/Inz=XX-1/Pre=00/UPr=0000/STx=00CHEN/Tex=00CHEN/DTP=001/DNP=00System.MdField4/SUP=00CHEN/AFM=001/DTA=002/DNA=00/SUA=00/Suf=00/USu=0000/Lin=001/Del=001/PST=001/FUE=000/Dlg=0000/RDF=0000/Dlp=0000/Kai=0000/MUL=0000/HSB=0000/Wtl=0000/FTy=001/Owt=0000/Owd=0000/CTy=001/Ctw=001750/Ctl=001700/FSp=0000/FSd=0000/SCP=00/SCA=00/GRI=000/VAL=000/DPR=00,/Inz=XX-1/Pre=00%IDS_43% /UPr=0000/STx=00+86(21)2218-1227/Tex=00+86(21)2218-1227/DTP=001/DNP=00System.MdField5/SUP=00+86(21)2218-1227/AFM=001/DTA=002/DNA=00/SUA=00/Suf=00/USu=0000/Lin=001/Del=001/PST=001/FUE=000/Dlg=0000/RDF=0000/Dlp=0000/Kai=0000/MUL=0000/HSB=0000/Wtl=0000/FTy=001/Owt=0000/Owd=00-1/CTy=001/Ctw=001800/Ctl=001700/FSp=0000/FSd=0000/SCP=00/SCA=00/GRI=000/VAL=000/DPR=00,/Inz=XX-1/Pre=00%IDS_44% /UPr=0000/STx=00/Tex=00/DTP=001/DNP=00System.MdField6/SUP=00/AFM=001/DTA=002/DNA=00/SUA=00/Suf=00/USu=0000/Lin=001/Del=001/PST=001/FUE=000/Dlg=0000/RDF=0000/Dlp=0000/Kai=0000/MUL=0000/HSB=0000/Wtl=0000/FTy=001/Owt=0000/Owd=0000/CTy=001/Ctw=001800/Ctl=001700/FSp=0000/FSd=0000/SCP=00/SCA=00/GRI=000/VAL=000/DPR=00,/Inz=XX-1/Pre=00/UPr=0000/STx=00RBCN\/CWR/Tex=00RBCN\/CWR/DTP=001/DNP=00System.MdField7/SUP=00RBCN\/CWR/AFM=001/DTA=002/DNA=00/SUA=00/Suf=00/USu=0000/Lin=001/Del=001/PST=001/FUE=000/Dlg=0000/RDF=0000/Dlp=0000/Kai=0000/MUL=0000/HSB=0000/Wtl=0000/FTy=001/Owt=0000/Owd=0000/CTy=001/Ctw=001750/Ctl=001700/FSp=0000/FSd=0000/SCP=00/SCA=00/GRI=000/VAL=000/DPR=00,/Inz=XX-1/Pre=00/UPr=0000/STx=00Zimo.Chen@cn.bosch.com/Tex=00Zimo.Chen@cn.bosch.com/DTP=001/DNP=00System.MdField8/SUP=00Zimo.Chen@cn.bosch.com/AFM=001/DTA=002/DNA=00/SUA=00/Suf=00/USu=0000/Lin=001/Del=001/PST=001/FUE=000/Dlg=0000/RDF=0000/Dlp=0000/Kai=0000/MUL=0000/HSB=0000/Wtl=0000/FTy=001/Owt=0000/Owd=0000/CTy=001/Ctw=004000/Ctl=001700/FSp=0000/FSd=0000/SCP=00/SCA=00/GRI=000/VAL=000/DPR=00,/Inz=XX-1/Pre=00\/l/UPr=00-1/STx=00Bosch (China) Investment Ltd./Tex=00Bosch (China) Investment Ltd./DTP=001/DNP=00System.MdField9/SUP=00Bosch (China) Investment Ltd./AFM=001/DTA=002/DNA=00/SUA=00/Suf=00/USu=0000/Lin=002/Del=001/PST=001/FUE=000/Dlg=0000/RDF=0000/Dlp=0000/Kai=0000/MUL=0000/HSB=0000/Wtl=00-1/FTy=001/Owt=0000/Owd=0000/CTy=001/Ctw=002000/Ctl=001200/FSp=0000/FSd=0000/SCP=00/SCA=00/GRI=000/VAL=000/DPR=00,/Inz=XX-1/Pre=00%IDS_101%: /UPr=0000/STx=00/Tex=00/DTP=001/DNP=00System.MdField42/SUP=00/AFM=001/DTA=002/DNA=00/SUA=00/Suf=00/USu=0000/Lin=001/Del=001/PST=001/FUE=000/Dlg=0000/RDF=0000/Dlp=0000/Kai=0000/MUL=0000/HSB=0000/Wtl=00-1/FTy=001/Owt=0000/Owd=0000/CTy=001/Ctw=002000/Ctl=001200/FSp=0000/FSd=0000/SCP=00/SCA=00/GRI=000/VAL=000/DPR=00,/Inz=XX-1/Pre=00%IDS_108%: /UPr=0000/STx=00/Tex=00/DTP=001/DNP=00System.MdField10/SUP=00/AFM=001/DTA=002/DNA=00/SUA=00/Suf=00/USu=0000/Lin=001/Del=001/PST=001/FUE=000/Dlg=0000/RDF=0000/Dlp=0000/Kai=0000/MUL=0000/HSB=0000/Wtl=00-1/FTy=001/Owt=0000/Owd=0000/CTy=001/Ctw=002000/Ctl=001200/FSp=0000/FSd=0000/SCP=00/SCA=00/GRI=000/VAL=000/DPR=00,/Inz=XX-1/Pre=00\/p/UPr=0000/STx=00/Tex=00/DTP=001/DNP=00System.MdField11/SUP=00/AFM=001/DTA=002/DNA=00/SUA=00/Suf=00/USu=00-1/Lin=003/Del=001/PST=001/FUE=000/Dlg=0000/RDF=0000/Dlp=0000/Kai=0000/MUL=0000/HSB=0000/Wtl=00-1/FTy=001/Owt=0000/Owd=00-1/CTy=001/Ctw=002000/Ctl=001200/FSp=0000/FSd=0000/SCP=00/SCA=00/GRI=000/VAL=000/DPR=00,/Inz=XX-1/Pre=00%IDS_67%: /UPr=0000/STx=00/Tex=00/DTP=001/DNP=00System.MdField12/SUP=00/AFM=001/DTA=002/DNA=00/SUA=00/Suf=00 /USu=0000/Lin=001/Del=001/PST=001/FUE=000/Dlg=0000/RDF=0000/Dlp=0000/Kai=0000/MUL=0000/HSB=0000/Wtl=00-1/FTy=001/Owt=0000/Owd=0000/CTy=001/Ctw=002000/Ctl=001200/FSp=0000/FSd=0000/SCP=00/SCA=00/GRI=000/VAL=000/DPR=00,/Inz=XX-1/Pre=00%IDS_68%: /UPr=0000/STx=00/Tex=00/DTP=001/DNP=00System.MdField13/SUP=00/AFM=001/DTA=002/DNA=00/SUA=00/Suf=00/USu=0000/Lin=001/Del=001/PST=001/FUE=000/Dlg=0000/RDF=0000/Dlp=0000/Kai=0000/MUL=0000/HSB=0000/Wtl=00-1/FTy=001/Owt=0000/Owd=0000/CTy=001/Ctw=002000/Ctl=001200/FSp=0000/FSd=0000/SCP=00/SCA=00/GRI=000/VAL=000/DPR=00,/Inz=XX-1/Pre=00\/p/UPr=0000/STx=00/Tex=00/DTP=001/DNP=00System.MdField14/SUP=00/AFM=001/DTA=002/DNA=00/SUA=00/Suf=00/USu=00-1/Lin=003/Del=001/PST=001/FUE=000/Dlg=0000/RDF=0000/Dlp=0000/Kai=0000/MUL=0000/HSB=0000/Wtl=00-1/FTy=001/Owt=0000/Owd=0000/CTy=001/Ctw=002000/Ctl=001200/FSp=0000/FSd=0000/SCP=00/SCA=00/GRI=000/VAL=000/DPR=00,/Inz=XX-1/Pre=00\/p/UPr=0000/STx=00/Tex=00/DTP=001/DNP=00System.MdField15/SUP=00/AFM=001/DTA=002/DNA=00/SUA=00/Suf=00/USu=00-1/Lin=003/Del=001/PST=001/FUE=000/Dlg=0000/RDF=0000/Dlp=0000/Kai=0000/MUL=0000/HSB=0000/Wtl=00-1/FTy=001/Owt=0000/Owd=0000/CTy=001/Ctw=002000/Ctl=001200/FSp=0000/FSd=0000/SCP=00/SCA=00/GRI=000/VAL=000/DPR=00,/Inz=XX-1/Pre=00\/l/UPr=0000/STx=00333 Fuquan (N.) Road &lt;VT&gt;Shanghai 200335 &lt;VT&gt;P.R. China/Tex=00333 Fuquan (N.) Road &lt;VT&gt;Shanghai 200335 &lt;VT&gt;P.R. China/DTP=001/DNP=00System.MdField16/SUP=00333 Fuquan (N.) Road &lt;VT&gt;Shanghai 200335 &lt;VT&gt;P.R. China/AFM=001/DTA=002/DNA=00/SUA=00/Suf=00/USu=00-1/Lin=001/Del=001/PST=001/FUE=000/Dlg=0000/RDF=0000/Dlp=0000/Kai=0000/MUL=0000/HSB=0000/Wtl=00-1/FTy=001/Owt=0000/Owd=0000/CTy=001/Ctw=002000/Ctl=001200/FSp=0000/FSd=0000/SCP=00/SCA=00/GRI=000/VAL=000/DPR=00,/Inz=XX-1/Pre=00\/l%IDS_69%:\/l/UPr=0000/STx=00/Tex=00/DTP=001/DNP=00System.MdField17/SUP=00/AFM=001/DTA=002/DNA=00/SUA=00/Suf=00/USu=00-1/Lin=004/Del=001/PST=001/FUE=000/Dlg=0000/RDF=0000/Dlp=0000/Kai=0000/MUL=0000/HSB=0000/Wtl=00-1/FTy=001/Owt=0000/Owd=0000/CTy=001/Ctw=002000/Ctl=001200/FSp=0000/FSd=0000/SCP=00/SCA=00/GRI=000/VAL=000/DPR=00,/Inz=XX-1/Pre=00\/l%IDS_43% /UPr=0000/STx=00+86 21 2218-1111/Tex=00+86 21 2218-1111/DTP=001/DNP=00System.MdField18/SUP=00+86 21 2218-1111/AFM=001/DTA=002/DNA=00/SUA=00/Suf=00/USu=00-1/Lin=001/Del=001/PST=001/FUE=000/Dlg=0000/RDF=0000/Dlp=0000/Kai=0000/MUL=0000/HSB=0000/Wtl=00-1/FTy=001/Owt=0000/Owd=0000/CTy=001/Ctw=002000/Ctl=001200/FSp=0000/FSd=0000/SCP=00/SCA=00/GRI=000/VAL=000/DPR=00,/Inz=XX-1/Pre=00\/l%IDS_44% /UPr=0000/STx=00+86 21 2218-2238/Tex=00+86 21 2218-2238/DTP=001/DNP=00System.MdField19/SUP=00+86 21 2218-2238/AFM=001/DTA=002/DNA=00/SUA=00/Suf=00/USu=00-1/Lin=001/Del=001/PST=001/FUE=000/Dlg=0000/RDF=0000/Dlp=0000/Kai=0000/MUL=0000/HSB=0000/Wtl=00-1/FTy=001/Owt=0000/Owd=0000/CTy=001/Ctw=002000/Ctl=001200/FSp=0000/FSd=0000/SCP=00/SCA=00/GRI=000/VAL=000/DPR=00,/Inz=XX-1/Pre=00\/l/UPr=0000/STx=00/Tex=00/DTP=001/DNP=00System.MdField20/SUP=00/AFM=001/DTA=002/DNA=00/SUA=00/Suf=00/USu=00-1/Lin=001/Del=001/PST=001/FUE=000/Dlg=0000/RDF=0000/Dlp=0000/Kai=0000/MUL=0000/HSB=0000/Wtl=00-1/FTy=001/Owt=0000/Owd=0000/CTy=001/Ctw=002000/Ctl=001200/FSp=0000/FSd=0000/SCP=00/SCA=00/GRI=000/VAL=000/DPR=00,/Inz=XX-1/Pre=00\/p%IDS_70%: /UPr=0000/STx=00/Tex=00/DTP=001/DNP=00System.MdField21/SUP=00/AFM=001/DTA=002/DNA=00/SUA=00/Suf=00/USu=00-1/Lin=003/Del=001/PST=001/FUE=000/Dlg=0000/RDF=0000/Dlp=0000/Kai=0000/MUL=0000/HSB=0000/Wtl=00-1/FTy=001/Owt=0000/Owd=00-1/CTy=001/Ctw=002000/Ctl=001200/FSp=0000/FSd=0000/SCP=00/SCA=00/GRI=000/VAL=000/DPR=00,/Inz=XX-1/Pre=00/UPr=00-1/STx=00Sender/Tex=00Sender/DTP=002/DNP=00/SUP=00%IDS_71%/AFM=001/DTA=002/DNA=00/SUA=00/Suf=00/USu=00-1/Lin=001/Del=001/PST=001/FUE=000/Dlg=0000/RDF=0000/Dlp=0000/Kai=0000/MUL=0000/HSB=0000/Wtl=00-1/FTy=002/Owt=0000/Owd=0000/CTy=001/Ctw=002000/Ctl=001200/FSp=0000/FSd=0000/SCP=00/SCA=00/GRI=000/VAL=000/DPR=00,/Inz=XX-1/Pre=00/UPr=00-1/STx=00Date/Tex=00Date/DTP=002/DNP=00/SUP=00%IDS_4%/AFM=001/DTA=002/DNA=00/SUA=00/Suf=00/USu=00-1/Lin=001/Del=001/PST=001/FUE=000/Dlg=0000/RDF=0000/Dlp=0000/Kai=0000/MUL=0000/HSB=0000/Wtl=00-1/FTy=002/Owt=0000/Owd=0000/CTy=001/Ctw=002000/Ctl=001200/FSp=0000/FSd=0000/SCP=00/SCA=00/GRI=000/VAL=000/DPR=00,/Inz=XX-1/Pre=00/UPr=00-1/STx=00Reference/Tex=00Reference/DTP=002/DNP=00/SUP=00%IDS_5%/AFM=001/DTA=002/DNA=00/SUA=00/Suf=00/USu=00-1/Lin=003/Del=001/PST=001/FUE=000/Dlg=0000/RDF=0000/Dlp=0000/Kai=0000/MUL=0000/HSB=0000/Wtl=00-1/FTy=002/Owt=0000/Owd=0000/CTy=001/Ctw=002000/Ctl=001200/FSp=0000/FSd=0000/SCP=00/SCA=00/GRI=000/VAL=000/DPR=00,/Inz=XX-1/Pre=00/UPr=00-1/STx=00Page/Tex=00Page/DTP=002/DNP=00/SUP=00%IDS_47%/AFM=001/DTA=002/DNA=00/SUA=00/Suf=00/USu=00-1/Lin=001/Del=001/PST=001/FUE=000/Dlg=0000/RDF=0000/Dlp=0000/Kai=0000/MUL=0000/HSB=0000/Wtl=00-1/FTy=001/Owt=0000/Owd=0000/CTy=001/Ctw=002000/Ctl=001200/FSp=0000/FSd=0000/SCP=00/SCA=00/GRI=000/VAL=000/DPR=00,/Inz=XX-1/Pre=00/UPr=00-1/STx=00Recipient/Tex=00Recipient/DTP=002/DNP=00/SUP=00%IDS_7%/AFM=001/DTA=002/DNA=00/SUA=00/Suf=00/USu=00-1/Lin=001/Del=001/PST=001/FUE=000/Dlg=0000/RDF=0000/Dlp=0000/Kai=0000/MUL=0000/HSB=0000/Wtl=00-1/FTy=001/Owt=0000/Owd=0000/CTy=001/Ctw=002000/Ctl=001200/FSp=0000/FSd=0000/SCP=00/SCA=00/GRI=000/VAL=000/DPR=00,/Inz=XX-1/Pre=00/UPr=00-1/STx=00of/Tex=00of/DTP=002/DNP=00/SUP=00%IDS_11%/AFM=001/DTA=002/DNA=00/SUA=00/Suf=00/USu=00-1/Lin=001/Del=001/PST=001/FUE=000/Dlg=0000/RDF=0000/Dlp=0000/Kai=0000/MUL=0000/HSB=0000/Wtl=00-1/FTy=001/Owt=0000/Owd=0000/CTy=001/Ctw=002000/Ctl=001200/FSp=0000/FSd=0000/SCP=00/SCA=00/GRI=000/VAL=000/DPR=00,/Inz=XX-1/Pre=00/UPr=00-1/STx=00/Tex=00/DTP=001/DNP=00System.MdField23/SUP=00/AFM=001/DTA=002/DNA=00/SUA=00/Suf=00/USu=00-1/Lin=001/Del=001/PST=001/FUE=000/Dlg=0000/RDF=0000/Dlp=0000/Kai=0000/MUL=0000/HSB=0000/Wtl=00-1/FTy=001/Owt=0000/Owd=0000/CTy=001/Ctw=002000/Ctl=001200/FSp=0000/FSd=0000/SCP=00/SCA=00/GRI=000/VAL=000/DPR=00,/Inz=XX-1/Pre=00/UPr=00-1/STx=00Bosch (China) Investment Ltd./Tex=00Bosch (China) Investment Ltd./DTP=001/DNP=00System.MdField43/SUP=00Bosch (China) Investment Ltd./AFM=001/DTA=002/DNA=00/SUA=00/Suf=00/USu=00-1/Lin=002/Del=001/PST=001/FUE=000/Dlg=0000/RDF=0000/Dlp=0000/Kai=0000/MUL=0000/HSB=0000/Wtl=00-1/FTy=001/Owt=0000/Owd=0000/CTy=001/Ctw=002000/Ctl=001200/FSp=0000/FSd=0000/SCP=00/SCA=00/GRI=000/VAL=000/DPR=00,/Inz=XX-1/Pre=00/UPr=0000/STx=00Zimo CHEN/Tex=00Zimo CHEN/DTP=003/DNP=00/SUP=00Zimo CHEN/AFM=001/DTA=002/DNA=00/SUA=00/Suf=00/USu=0000/Lin=001/Del=001/PST=001/FUE=000/Dlg=0000/RDF=0000/Dlp=0000/Kai=0000/MUL=0000/HSB=0000/Wtl=00-1/FTy=001/Owt=0000/Owd=0000/CTy=001/Ctw=002000/Ctl=001200/FSp=0000/FSd=0000/SCP=00&lt;DdField3&gt;*[ ]&lt;DdField4&gt;/SCA=00/GRI=000/VAL=000/DPR=00,/Inz=XX-1/Pre=00/UPr=0000/STx=00Zimo CHEN\, RBCN\/CWR /Tex=00Zimo CHEN\, RBCN\/CWR /DTP=003/DNP=00/SUP=00Zimo CHEN\, RBCN\/CWR /AFM=001/DTA=002/DNA=00/SUA=00/Suf=00/USu=0000/Lin=001/Del=001/PST=001/FUE=000/Dlg=0000/RDF=0000/Dlp=0000/Kai=0000/MUL=0000/HSB=0000/Wtl=00-1/FTy=001/Owt=0000/Owd=0000/CTy=001/Ctw=002000/Ctl=001200/FSp=0000/FSd=0000/SCP=00&lt;DdField32&gt;*[\, ]&lt;DdField7&gt; /SCA=00/GRI=000/VAL=000/DPR=00,/Inz=XX-1/Pre=00\/p/UPr=0000/STx=00Tel +86(21)2218-1227/Tex=00Tel +86(21)2218-1227/DTP=003/DNP=00/SUP=00Tel +86(21)2218-1227/AFM=001/DTA=002/DNA=00/SUA=00/Suf=00/USu=0000/Lin=001/Del=001/PST=001/FUE=000/Dlg=0000/RDF=0000/Dlp=0000/Kai=0000/MUL=0000/HSB=0000/Wtl=00-1/FTy=001/Owt=0000/Owd=0000/CTy=001/Ctw=002000/Ctl=001200/FSp=0000/FSd=0000/SCP=00&lt;DdField5&gt;*[\, ]&lt;DdField6&gt;/SCA=00/GRI=000/VAL=000/DPR=00,/Inz=XX-1/Pre=00\/p/UPr=00-1/STx=00Zimo.Chen@cn.bosch.com/Tex=00Zimo.Chen@cn.bosch.com/DTP=003/DNP=00/SUP=00Zimo.Chen@cn.bosch.com/AFM=001/DTA=002/DNA=00/SUA=00/Suf=00/USu=00-1/Lin=001/Del=001/PST=001/FUE=000/Dlg=0000/RDF=0000/Dlp=0000/Kai=0000/MUL=0000/HSB=0000/Wtl=00-1/FTy=002/Owt=0000/Owd=0000/CTy=001/Ctw=002000/Ctl=001200/FSp=0000/FSd=0000/SCP=00&lt;DdField8&gt;/SCA=00/GRI=000/VAL=000/DPR=00,/Inz=XX-1/Pre=00/UPr=0000/STx=00/Tex=00/DTP=003/DNP=00/SUP=00/AFM=001/DTA=002/DNA=00/SUA=00/Suf=00/USu=0000/Lin=001/Del=001/PST=001/FUE=000/Dlg=0000/RDF=0000/Dlp=0000/Kai=0000/MUL=0000/HSB=0000/Wtl=00-1/FTy=001/Owt=0000/Owd=0000/CTy=001/Ctw=002000/Ctl=001200/FSp=0000/FSd=0000/SCP=00&lt;DdField23&gt;*[\, ]&lt;DdField10&gt;/SCA=00/GRI=000/VAL=000/DPR=00,/Inz=XX-1/Pre=00\/p/UPr=0000/STx=00/Tex=00/DTP=003/DNP=00/SUP=00/AFM=001/DTA=002/DNA=00/SUA=00/Suf=00 /USu=00-1/Lin=001/Del=001/PST=001/FUE=000/Dlg=0000/RDF=0000/Dlp=0000/Kai=0000/MUL=0000/HSB=0000/Wtl=00-1/FTy=001/Owt=0000/Owd=0000/CTy=001/Ctw=002000/Ctl=001200/FSp=0000/FSd=0000/SCP=00&lt;DdField12&gt;&lt;DdField13&gt;/SCA=00/GRI=000/VAL=000/DPR=00,/Inz=XX-1/Pre=00/UPr=00-1/STx=00&quot;Ladies and gentlemen\,&quot;\,&quot;Gentlemen&quot;\,&quot;Dear Mr. &quot;\,&quot;Dear Ms. &quot;\,&quot;Dear Mr. and Mrs. &quot;\,&quot;Dear&quot;/Tex=00Ladies and gentlemen\,/DTP=002/DNP=00/SUP=00%IDS_113%/AFM=001/DTA=002/DNA=00/SUA=00/Suf=00/USu=00-1/Lin=001/Del=002/PST=002/FUE=000/Dlg=00-1/RDF=0000/Dlp=0000/Kai=0000/MUL=0000/HSB=0000/Wtl=00-1/FTy=001/Owt=0000/Owd=0000/CTy=004/Ctw=005500/Ctl=001700/FSp=0000/FSd=0000/SCP=00/SCA=00/GRI=000/VAL=000/DPR=00,/Inz=XX-1/Pre=00%IDS_112%\/p\/p/UPr=00-1/STx=00Bosch (China) Investment Ltd./Tex=00Bosch (China) Investment Ltd./DTP=001/DNP=00System.MdField49/SUP=00/AFM=003/DTA=001/DNA=00System.MdField9/SUA=00Bosch (China) Investment Ltd./Suf=00/USu=00-1/Lin=001/Del=002/PST=001/FUE=000/Dlg=0000/RDF=0000/Dlp=0000/Kai=0000/MUL=0000/HSB=0000/Wtl=0000/FTy=001/Owt=0000/Owd=0000/CTy=001/Ctw=002000/Ctl=001200/FSp=0000/FSd=0000/SCP=00/SCA=00/GRI=000/VAL=000/DPR=00,/Inz=XX-1/Pre=00\/p/UPr=0000/STx=00/Tex=00/DTP=001/DNP=00System.MdField44/SUP=00/AFM=001/DTA=002/DNA=00/SUA=00/Suf=00/USu=0000/Lin=001/Del=001/PST=001/FUE=000/Dlg=0000/RDF=0000/Dlp=0000/Kai=0000/MUL=0000/HSB=0000/Wtl=0000/FTy=002/Owt=0000/Owd=0000/CTy=001/Ctw=002000/Ctl=001200/FSp=0000/FSd=0000/SCP=00/SCA=00/GRI=000/VAL=000/DPR=00,/Inz=XX-1/Pre=00/UPr=00-1/STx=00Yours sincerely&lt;CR&gt;&lt;CR&gt;Bosch (China) Investment Ltd./Tex=00Yours sincerely&lt;CR&gt;&lt;CR&gt;Bosch (China) Investment Ltd./DTP=003/DNP=00/SUP=00Yours sincerely&lt;CR&gt;&lt;CR&gt;Bosch (China) Investment Ltd./AFM=001/DTA=002/DNA=00/SUA=00/Suf=00/USu=00-1/Lin=001/Del=002/PST=001/FUE=000/Dlg=0000/RDF=0000/Dlp=0000/Kai=00-1/MUL=0000/HSB=0000/Wtl=00-1/FTy=001/Owt=0000/Owd=0000/CTy=001/Ctw=002000/Ctl=001200/FSp=0000/FSd=0000/SCP=00&lt;DdField40&gt;&lt;DdField41&gt;/SCA=00/GRI=000/VAL=000/DPR=00,/Inz=XX-1/Pre=00/UPr=00-1/STx=00A Bosch Group/Tex=00A Bosch Group/DTP=002/DNP=00/SUP=00%IDS_138%/AFM=001/DTA=002/DNA=00/SUA=00/Suf=00\/p/USu=0000/Lin=001/Del=001/PST=001/FUE=000/Dlg=0000/RDF=0000/Dlp=0000/Kai=0000/MUL=0000/HSB=0000/Wtl=0000/FTy=001/Owt=0000/Owd=0000/CTy=001/Ctw=002000/Ctl=001200/FSp=0000/FSd=0000/SCP=00/SCA=00/GRI=000/VAL=000/DPR=00,/Inz=XX-1/Pre=00/UPr=00-1/STx=00Company/Tex=00Company/DTP=002/DNP=00/SUP=00%IDS_139%/AFM=001/DTA=002/DNA=00/SUA=00/Suf=00/USu=00-1/Lin=001/Del=001/PST=001/FUE=000/Dlg=0000/RDF=0000/Dlp=0000/Kai=0000/MUL=0000/HSB=0000/Wtl=0000/FTy=001/Owt=0000/Owd=0000/CTy=001/Ctw=002000/Ctl=001200/FSp=0000/FSd=0000/SCP=00/SCA=00/GRI=000/VAL=000/DPR=00,/Inz=XX-1/Pre=00/UPr=00-1/STx=00A Bosch Group&lt;CR&gt;Company/Tex=00A Bosch Group&lt;CR&gt;Company/DTP=003/DNP=00/SUP=00A Bosch Group&lt;CR&gt;Company/AFM=001/DTA=002/DNA=00/SUA=00/Suf=00/USu=00-1/Lin=001/Del=001/PST=001/FUE=000/Dlg=0000/RDF=0000/Dlp=0000/Kai=0000/MUL=0000/HSB=0000/Wtl=00-1/FTy=001/Owt=0000/Owd=0000/CTy=001/Ctw=002000/Ctl=001200/FSp=00-1/FSd=00-1/SCP=00&lt;DdField43&gt;&lt;DdField44&gt;/SCA=00/GRI=000/VAL=000/DPR=00,&lt;CRLF&gt;&lt;CRLF&gt;[System.MainNode1.Layout2]&lt;CRLF&gt;Name=txt,%IDD_146%&lt;CRLF&gt;InheritanceBroken=txt,0&lt;CRLF&gt;Initialized=txt,0&lt;CRLF&gt;DdFieldsIDs=lst,0 1 2 3 4 5 6 7 8 9 10 11 12 13 14 15 16 17 18 19 20 21 22 23 24 25 26 27 28 29 30 31 32 33 34 35 36 37 38 39 40 41 42 43 44 ,DdField1,DdField2,DdField30,DdField37,DdField3,DdField4,DdField5,DdField6,DdField7,DdField8,DdField9,DdField23,DdField10,DdField11,DdField12,DdField13,DdField14,DdField15,DdField16,DdField17,DdField18,DdField19,DdField20,DdField21,DdField22,DdField25,DdField26,DdField27,DdField28,DdField29,DdField31,DdField24,DdField32,DdField33,DdField34,DdField38,DdField35,DdField36,DdField39,DdField40,DdField41,DdField42,DdField43,DdField44,DdField45,&lt;CRLF&gt;DdFieldsNames=lst,0 1 2 3 4 5 6 7 8 9 10 11 12 13 14 15 16 17 18 19 20 21 22 23 24 25 26 27 28 29 30 31 32 33 34 35 36 37 38 39 40 41 42 43 44 ,DdDate,DdSubject,optTitle,Sender,UdFName,UdLName,UdPhoneDir,UdFaxDir,UdDept,UdEMailDir,NameCpy,LglInf0Cpy,LglInf1Cpy,LglInf2Cpy,LglInf3Cpy,LglInf4Cpy,LglInf5Cpy,LglInf6Cpy,AddLoc,AddVisLoc,PhoneLoc,FaxLoc,InetLoc,BankLoc,stCtPer,stDate,stSubject,stPage,stRecpt,stPageOf,CpyName2,CpyName2Alternative,FullName,SenderLine1,SenderLine2,SenderLine3,UdsLglInfoLine01,UdsLglInfoLine02,OpeningSalutation,ClosingSalutationPart1,ClosingSalutationPart2,ClosingSalutation,TxtRBGroupLine1,TxtRBGroupLine2,TxtRBGroup,&lt;CRLF&gt;DdFieldsCaptions=lst,0 1 2 3 4 5 6 7 8 9 10 11 12 13 14 15 16 17 18 19 20 21 22 23 24 25 26 27 28 29 30 31 32 33 34 35 36 37 38 39 40 41 42 43 44 ,%IDD_4%:/Inh00,%IDD_5%:/Inh00,%IDD_66%:/Inh00,%IDD_12%:/Inh00,%IDD_38%:/Inh00,%IDD_39%:/Inh00,%IDD_43%:/Inh00,%IDD_44%:/Inh00,%IDD_9%:/Inh00,%IDD_42%:/Inh00,/Inh00,/Inh00,/Inh00,/Inh00,/Inh00,/Inh00,/Inh00,/Inh00,/Inh00,/Inh00,/Inh00,/Inh00,/Inh00,/Inh00,/Inh00,/Inh00,/Inh00,/Inh00,/Inh00,/Inh00,/Inh00,/Inh00,/Inh00,/Inh00,/Inh00,/Inh00,/Inh00,/Inh00,%IDD_229%/Inh00,/Inh00,/Inh00,/Inh00,/Inh00,/Inh00,/Inh00,&lt;CRLF&gt;DdFieldsProperties=lst,0 1 2 3 4 5 6 7 8 9 10 11 12 13 14 15 16 17 18 19 20 21 22 23 24 25 26 27 28 29 30 31 32 33 34 35 36 37 38 39 40 41 42 43 44 ,/Inz=XX00/Pre=00/UPr=00-1/STx=00%IDS_271%/Tex=00/DTP=002/DNP=00/SUP=00%IDS_271%/AFM=001/DTA=002/DNA=00/SUA=00/Suf=00/USu=00-1/Lin=001/Del=002/PST=002/FUE=000/Dlg=00-1/RDF=0000/Dlp=0000/Kai=0000/MUL=0000/HSB=0000/Wtl=00-1/FTy=001/Owt=0000/Owd=0000/CTy=001/Ctw=002800/Ctl=001700/FSp=0000/FSd=0000/SCP=00/SCA=00/GRI=000/VAL=000/DPR=00,/Inz=XX00/Pre=00/UPr=00-1/STx=00/Tex=00/DTP=002/DNP=00/SUP=00/AFM=001/DTA=002/DNA=00/SUA=00/Suf=00/USu=00-1/Lin=003/Del=002/PST=002/FUE=000/Dlg=00-1/RDF=0000/Dlp=0000/Kai=0000/MUL=00-1/HSB=0000/Wtl=00-1/FTy=001/Owt=0000/Owd=00-1/CTy=001/Ctw=005500/Ctl=001700/FSp=0000/FSd=0000/SCP=00/SCA=00/GRI=000/VAL=000/DPR=00,/Inz=XX00/Pre=00/UPr=00-1/STx=00/Tex=00/DTP=002/DNP=00/SUP=00/AFM=001/DTA=002/DNA=00/SUA=00/Suf=00/USu=00-1/Lin=001/Del=001/PST=001/FUE=000/Dlg=00-1/RDF=0000/Dlp=0000/Kai=0000/MUL=0000/HSB=0000/Wtl=00-1/FTy=001/Owt=0000/Owd=0000/CTy=001/Ctw=005100/Ctl=001700/FSp=0000/FSd=0000/SCP=00/SCA=00/GRI=000/VAL=000/DPR=00,/Inz=XX00/Pre=00/UPr=00-1/STx=00/Tex=00/DTP=003/DNP=00/SUP=00/AFM=001/DTA=002/DNA=00/SUA=00/Suf=00/USu=00-1/Lin=003/Del=002/PST=002/FUE=000/Dlg=00-1/RDF=0000/Dlp=0000/Kai=0000/MUL=00-1/HSB=0000/Wtl=00-1/FTy=001/Owt=0000/Owd=0000/CTy=001/Ctw=005500/Ctl=001700/FSp=0000/FSd=0000/SCP=00&lt;DdField33&gt;&lt;DdField34&gt;&lt;DdField38&gt;/SCA=00/GRI=000/VAL=000/DPR=00,/Inz=XX00/Pre=00/UPr=00-1/STx=00/Tex=00/DTP=001/DNP=00System.MdField3/SUP=00/AFM=001/DTA=002/DNA=00/SUA=00/Suf=00/USu=0000/Lin=001/Del=001/PST=001/FUE=000/Dlg=0000/RDF=0000/Dlp=0000/Kai=0000/MUL=0000/HSB=0000/Wtl=0000/FTy=001/Owt=0000/Owd=00-1/CTy=001/Ctw=001750/Ctl=001700/FSp=0000/FSd=0000/SCP=00/SCA=00/GRI=000/VAL=000/DPR=00,/Inz=XX00/Pre=00/UPr=0000/STx=00/Tex=00/DTP=001/DNP=00System.MdField4/SUP=00/AFM=001/DTA=002/DNA=00/SUA=00/Suf=00/USu=0000/Lin=001/Del=001/PST=001/FUE=000/Dlg=0000/RDF=0000/Dlp=0000/Kai=0000/MUL=0000/HSB=0000/Wtl=0000/FTy=001/Owt=0000/Owd=0000/CTy=001/Ctw=001750/Ctl=001700/FSp=0000/FSd=0000/SCP=00/SCA=00/GRI=000/VAL=000/DPR=00,/Inz=XX00/Pre=00%IDS_43% /UPr=0000/STx=00/Tex=00/DTP=001/DNP=00System.MdField5/SUP=00/AFM=001/DTA=002/DNA=00/SUA=00/Suf=00/USu=0000/Lin=001/Del=001/PST=001/FUE=000/Dlg=0000/RDF=0000/Dlp=0000/Kai=0000/MUL=0000/HSB=0000/Wtl=0000/FTy=001/Owt=0000/Owd=00-1/CTy=001/Ctw=001800/Ctl=001700/FSp=0000/FSd=0000/SCP=00/SCA=00/GRI=000/VAL=000/DPR=00,/Inz=XX00/Pre=00%IDS_44% /UPr=0000/STx=00/Tex=00/DTP=001/DNP=00System.MdField6/SUP=00/AFM=001/DTA=002/DNA=00/SUA=00/Suf=00/USu=0000/Lin=001/Del=001/PST=001/FUE=000/Dlg=0000/RDF=0000/Dlp=0000/Kai=0000/MUL=0000/HSB=0000/Wtl=0000/FTy=001/Owt=0000/Owd=0000/CTy=001/Ctw=001800/Ctl=001700/FSp=0000/FSd=0000/SCP=00/SCA=00/GRI=000/VAL=000/DPR=00,/Inz=XX00/Pre=00/UPr=0000/STx=00/Tex=00/DTP=001/DNP=00System.MdField7/SUP=00/AFM=001/DTA=002/DNA=00/SUA=00/Suf=00/USu=0000/Lin=001/Del=001/PST=001/FUE=000/Dlg=0000/RDF=0000/Dlp=0000/Kai=0000/MUL=0000/HSB=0000/Wtl=0000/FTy=001/Owt=0000/Owd=0000/CTy=001/Ctw=001750/Ctl=001700/FSp=0000/FSd=0000/SCP=00/SCA=00/GRI=000/VAL=000/DPR=00,/Inz=XX00/Pre=00/UPr=0000/STx=00/Tex=00/DTP=001/DNP=00System.MdField8/SUP=00/AFM=001/DTA=002/DNA=00/SUA=00/Suf=00/USu=0000/Lin=001/Del=001/PST=001/FUE=000/Dlg=0000/RDF=0000/Dlp=0000/Kai=0000/MUL=0000/HSB=0000/Wtl=0000/FTy=001/Owt=0000/Owd=0000/CTy=001/Ctw=004000/Ctl=001700/FSp=0000/FSd=0000/SCP=00/SCA=00/GRI=000/VAL=000/DPR=00,/Inz=XX00/Pre=00\/l/UPr=00-1/STx=00/Tex=00/DTP=001/DNP=00System.MdField9/SUP=00/AFM=001/DTA=002/DNA=00/SUA=00/Suf=00/USu=0000/Lin=002/Del=001/PST=001/FUE=000/Dlg=0000/RDF=0000/Dlp=0000/Kai=0000/MUL=0000/HSB=0000/Wtl=00-1/FTy=001/Owt=0000/Owd=0000/CTy=001/Ctw=002000/Ctl=001200/FSp=0000/FSd=0000/SCP=00/SCA=00/GRI=000/VAL=000/DPR=00,/Inz=XX00/Pre=00%IDS_101%: /UPr=0000/STx=00/Tex=00/DTP=001/DNP=00System.MdField42/SUP=00/AFM=001/DTA=002/DNA=00/SUA=00/Suf=00/USu=0000/Lin=001/Del=001/PST=001/FUE=000/Dlg=0000/RDF=0000/Dlp=0000/Kai=0000/MUL=0000/HSB=0000/Wtl=00-1/FTy=001/Owt=0000/Owd=0000/CTy=001/Ctw=002000/Ctl=001200/FSp=0000/FSd=0000/SCP=00/SCA=00/GRI=000/VAL=000/DPR=00,/Inz=XX00/Pre=00%IDS_108%: /UPr=0000/STx=00/Tex=00/DTP=001/DNP=00System.MdField10/SUP=00/AFM=001/DTA=002/DNA=00/SUA=00/Suf=00/USu=0000/Lin=001/Del=001/PST=001/FUE=000/Dlg=0000/RDF=0000/Dlp=0000/Kai=0000/MUL=0000/HSB=0000/Wtl=00-1/FTy=001/Owt=0000/Owd=0000/CTy=001/Ctw=002000/Ctl=001200/FSp=0000/FSd=0000/SCP=00/SCA=00/GRI=000/VAL=000/DPR=00,/Inz=XX00/Pre=00\/p/UPr=0000/STx=00/Tex=00/DTP=001/DNP=00System.MdField11/SUP=00/AFM=001/DTA=002/DNA=00/SUA=00/Suf=00/USu=00-1/Lin=003/Del=001/PST=001/FUE=000/Dlg=0000/RDF=0000/Dlp=0000/Kai=0000/MUL=0000/HSB=0000/Wtl=00-1/FTy=001/Owt=0000/Owd=00-1/CTy=001/Ctw=002000/Ctl=001200/FSp=0000/FSd=0000/SCP=00/SCA=00/GRI=000/VAL=000/DPR=00,/Inz=XX00/Pre=00%IDS_67%: /UPr=0000/STx=00/Tex=00/DTP=001/DNP=00System.MdField12/SUP=00/AFM=001/DTA=002/DNA=00/SUA=00/Suf=00 /USu=0000/Lin=001/Del=001/PST=001/FUE=000/Dlg=0000/RDF=0000/Dlp=0000/Kai=0000/MUL=0000/HSB=0000/Wtl=00-1/FTy=001/Owt=0000/Owd=0000/CTy=001/Ctw=002000/Ctl=001200/FSp=0000/FSd=0000/SCP=00/SCA=00/GRI=000/VAL=000/DPR=00,/Inz=XX00/Pre=00%IDS_68%: /UPr=0000/STx=00/Tex=00/DTP=001/DNP=00System.MdField13/SUP=00/AFM=001/DTA=002/DNA=00/SUA=00/Suf=00/USu=0000/Lin=001/Del=001/PST=001/FUE=000/Dlg=0000/RDF=0000/Dlp=0000/Kai=0000/MUL=0000/HSB=0000/Wtl=00-1/FTy=001/Owt=0000/Owd=0000/CTy=001/Ctw=002000/Ctl=001200/FSp=0000/FSd=0000/SCP=00/SCA=00/GRI=000/VAL=000/DPR=00,/Inz=XX00/Pre=00\/p/UPr=0000/STx=00/Tex=00/DTP=001/DNP=00System.MdField14/SUP=00/AFM=001/DTA=002/DNA=00/SUA=00/Suf=00/USu=00-1/Lin=003/Del=001/PST=001/FUE=000/Dlg=0000/RDF=0000/Dlp=0000/Kai=0000/MUL=0000/HSB=0000/Wtl=00-1/FTy=001/Owt=0000/Owd=0000/CTy=001/Ctw=002000/Ctl=001200/FSp=0000/FSd=0000/SCP=00/SCA=00/GRI=000/VAL=000/DPR=00,/Inz=XX00/Pre=00\/p/UPr=0000/STx=00/Tex=00/DTP=001/DNP=00System.MdField15/SUP=00/AFM=001/DTA=002/DNA=00/SUA=00/Suf=00/USu=00-1/Lin=003/Del=001/PST=001/FUE=000/Dlg=0000/RDF=0000/Dlp=0000/Kai=0000/MUL=0000/HSB=0000/Wtl=00-1/FTy=001/Owt=0000/Owd=0000/CTy=001/Ctw=002000/Ctl=001200/FSp=0000/FSd=0000/SCP=00/SCA=00/GRI=000/VAL=000/DPR=00,/Inz=XX00/Pre=00\/l/UPr=0000/STx=00/Tex=00/DTP=001/DNP=00System.MdField16/SUP=00/AFM=001/DTA=002/DNA=00/SUA=00/Suf=00/USu=00-1/Lin=001/Del=001/PST=001/FUE=000/Dlg=0000/RDF=0000/Dlp=0000/Kai=0000/MUL=0000/HSB=0000/Wtl=00-1/FTy=001/Owt=0000/Owd=0000/CTy=001/Ctw=002000/Ctl=001200/FSp=0000/FSd=0000/SCP=00/SCA=00/GRI=000/VAL=000/DPR=00,/Inz=XX00/Pre=00\/l%IDS_69%:\/l/UPr=0000/STx=00/Tex=00/DTP=001/DNP=00System.MdField17/SUP=00/AFM=001/DTA=002/DNA=00/SUA=00/Suf=00/USu=00-1/Lin=004/Del=001/PST=001/FUE=000/Dlg=0000/RDF=0000/Dlp=0000/Kai=0000/MUL=0000/HSB=0000/Wtl=00-1/FTy=001/Owt=0000/Owd=0000/CTy=001/Ctw=002000/Ctl=001200/FSp=0000/FSd=0000/SCP=00/SCA=00/GRI=000/VAL=000/DPR=00,/Inz=XX00/Pre=00\/l%IDS_43% /UPr=0000/STx=00/Tex=00/DTP=001/DNP=00System.MdField18/SUP=00/AFM=001/DTA=002/DNA=00/SUA=00/Suf=00/USu=00-1/Lin=001/Del=001/PST=001/FUE=000/Dlg=0000/RDF=0000/Dlp=0000/Kai=0000/MUL=0000/HSB=0000/Wtl=00-1/FTy=001/Owt=0000/Owd=0000/CTy=001/Ctw=002000/Ctl=001200/FSp=0000/FSd=0000/SCP=00/SCA=00/GRI=000/VAL=000/DPR=00,/Inz=XX00/Pre=00\/l%IDS_44% /UPr=0000/STx=00/Tex=00/DTP=001/DNP=00System.MdField19/SUP=00/AFM=001/DTA=002/DNA=00/SUA=00/Suf=00/USu=00-1/Lin=001/Del=001/PST=001/FUE=000/Dlg=0000/RDF=0000/Dlp=0000/Kai=0000/MUL=0000/HSB=0000/Wtl=00-1/FTy=001/Owt=0000/Owd=0000/CTy=001/Ctw=002000/Ctl=001200/FSp=0000/FSd=0000/SCP=00/SCA=00/GRI=000/VAL=000/DPR=00,/Inz=XX00/Pre=00\/l/UPr=0000/STx=00/Tex=00/DTP=001/DNP=00System.MdField20/SUP=00/AFM=001/DTA=002/DNA=00/SUA=00/Suf=00/USu=00-1/Lin=001/Del=001/PST=001/FUE=000/Dlg=0000/RDF=0000/Dlp=0000/Kai=0000/MUL=0000/HSB=0000/Wtl=00-1/FTy=001/Owt=0000/Owd=0000/CTy=001/Ctw=002000/Ctl=001200/FSp=0000/FSd=0000/SCP=00/SCA=00/GRI=000/VAL=000/DPR=00,/Inz=XX00/Pre=00\/p%IDS_70%: /UPr=0000/STx=00/Tex=00/DTP=001/DNP=00System.MdField21/SUP=00/AFM=001/DTA=002/DNA=00/SUA=00/Suf=00/USu=00-1/Lin=003/Del=001/PST=001/FUE=000/Dlg=0000/RDF=0000/Dlp=0000/Kai=0000/MUL=0000/HSB=0000/Wtl=00-1/FTy=001/Owt=0000/Owd=00-1/CTy=001/Ctw=002000/Ctl=001200/FSp=0000/FSd=0000/SCP=00/SCA=00/GRI=000/VAL=000/DPR=00,/Inz=XX00/Pre=00/UPr=00-1/STx=00%IDS_71%/Tex=00/DTP=002/DNP=00/SUP=00%IDS_71%/AFM=001/DTA=002/DNA=00/SUA=00/Suf=00/USu=00-1/Lin=001/Del=001/PST=001/FUE=000/Dlg=0000/RDF=0000/Dlp=0000/Kai=0000/MUL=0000/HSB=0000/Wtl=00-1/FTy=002/Owt=0000/Owd=0000/CTy=001/Ctw=002000/Ctl=001200/FSp=0000/FSd=0000/SCP=00/SCA=00/GRI=000/VAL=000/DPR=00,/Inz=XX00/Pre=00/UPr=00-1/STx=00%IDS_4%/Tex=00/DTP=002/DNP=00/SUP=00%IDS_4%/AFM=001/DTA=002/DNA=00/SUA=00/Suf=00/USu=00-1/Lin=001/Del=001/PST=001/FUE=000/Dlg=0000/RDF=0000/Dlp=0000/Kai=0000/MUL=0000/HSB=0000/Wtl=00-1/FTy=002/Owt=0000/Owd=0000/CTy=001/Ctw=002000/Ctl=001200/FSp=0000/FSd=0000/SCP=00/SCA=00/GRI=000/VAL=000/DPR=00,/Inz=XX00/Pre=00/UPr=00-1/STx=00%IDS_5%/Tex=00/DTP=002/DNP=00/SUP=00%IDS_5%/AFM=001/DTA=002/DNA=00/SUA=00/Suf=00/USu=00-1/Lin=003/Del=001/PST=001/FUE=000/Dlg=0000/RDF=0000/Dlp=0000/Kai=0000/MUL=0000/HSB=0000/Wtl=00-1/FTy=002/Owt=0000/Owd=0000/CTy=001/Ctw=002000/Ctl=001200/FSp=0000/FSd=0000/SCP=00/SCA=00/GRI=000/VAL=000/DPR=00,/Inz=XX00/Pre=00/UPr=00-1/STx=00%IDS_47%/Tex=00/DTP=002/DNP=00/SUP=00%IDS_47%/AFM=001/DTA=002/DNA=00/SUA=00/Suf=00/USu=00-1/Lin=001/Del=001/PST=001/FUE=000/Dlg=0000/RDF=0000/Dlp=0000/Kai=0000/MUL=0000/HSB=0000/Wtl=00-1/FTy=001/Owt=0000/Owd=0000/CTy=001/Ctw=002000/Ctl=001200/FSp=0000/FSd=0000/SCP=00/SCA=00/GRI=000/VAL=000/DPR=00,/Inz=XX00/Pre=00/UPr=00-1/STx=00%IDS_7%/Tex=00/DTP=002/DNP=00/SUP=00%IDS_7%/AFM=001/DTA=002/DNA=00/SUA=00/Suf=00/USu=00-1/Lin=001/Del=001/PST=001/FUE=000/Dlg=0000/RDF=0000/Dlp=0000/Kai=0000/MUL=0000/HSB=0000/Wtl=00-1/FTy=001/Owt=0000/Owd=0000/CTy=001/Ctw=002000/Ctl=001200/FSp=0000/FSd=0000/SCP=00/SCA=00/GRI=000/VAL=000/DPR=00,/Inz=XX00/Pre=00/UPr=00-1/STx=00%IDS_11%/Tex=00/DTP=002/DNP=00/SUP=00%IDS_11%/AFM=001/DTA=002/DNA=00/SUA=00/Suf=00/USu=00-1/Lin=001/Del=001/PST=001/FUE=000/Dlg=0000/RDF=0000/Dlp=0000/Kai=0000/MUL=0000/HSB=0000/Wtl=00-1/FTy=001/Owt=0000/Owd=0000/CTy=001/Ctw=002000/Ctl=001200/FSp=0000/FSd=0000/SCP=00/SCA=00/GRI=000/VAL=000/DPR=00,/Inz=XX00/Pre=00/UPr=00-1/STx=00/Tex=00/DTP=001/DNP=00System.MdField23/SUP=00/AFM=001/DTA=002/DNA=00/SUA=00/Suf=00/USu=00-1/Lin=001/Del=001/PST=001/FUE=000/Dlg=0000/RDF=0000/Dlp=0000/Kai=0000/MUL=0000/HSB=0000/Wtl=00-1/FTy=001/Owt=0000/Owd=0000/CTy=001/Ctw=002000/Ctl=001200/FSp=0000/FSd=0000/SCP=00/SCA=00/GRI=000/VAL=000/DPR=00,/Inz=XX00/Pre=00/UPr=00-1/STx=00/Tex=00/DTP=001/DNP=00System.MdField43/SUP=00/AFM=001/DTA=002/DNA=00/SUA=00/Suf=00/USu=00-1/Lin=002/Del=001/PST=001/FUE=000/Dlg=0000/RDF=0000/Dlp=0000/Kai=0000/MUL=0000/HSB=0000/Wtl=00-1/FTy=001/Owt=0000/Owd=0000/CTy=001/Ctw=002000/Ctl=001200/FSp=0000/FSd=0000/SCP=00/SCA=00/GRI=000/VAL=000/DPR=00,/Inz=XX00/Pre=00/UPr=0000/STx=00/Tex=00/DTP=003/DNP=00/SUP=00/AFM=001/DTA=002/DNA=00/SUA=00/Suf=00/USu=0000/Lin=001/Del=001/PST=001/FUE=000/Dlg=0000/RDF=0000/Dlp=0000/Kai=0000/MUL=0000/HSB=0000/Wtl=00-1/FTy=001/Owt=0000/Owd=0000/CTy=001/Ctw=002000/Ctl=001200/FSp=0000/FSd=0000/SCP=00&lt;DdField3&gt;*[ ]&lt;DdField4&gt;/SCA=00/GRI=000/VAL=000/DPR=00,/Inz=XX00/Pre=00/UPr=0000/STx=00/Tex=00/DTP=003/DNP=00/SUP=00/AFM=001/DTA=002/DNA=00/SUA=00/Suf=00/USu=0000/Lin=001/Del=001/PST=001/FUE=000/Dlg=0000/RDF=0000/Dlp=0000/Kai=0000/MUL=0000/HSB=0000/Wtl=00-1/FTy=001/Owt=0000/Owd=0000/CTy=001/Ctw=002000/Ctl=001200/FSp=0000/FSd=0000/SCP=00&lt;DdField32&gt;*[\, ]&lt;DdField7&gt; /SCA=00/GRI=000/VAL=000/DPR=00,/Inz=XX00/Pre=00\/p/UPr=0000/STx=00/Tex=00/DTP=003/DNP=00/SUP=00/AFM=001/DTA=002/DNA=00/SUA=00/Suf=00/USu=0000/Lin=001/Del=001/PST=001/FUE=000/Dlg=0000/RDF=0000/Dlp=0000/Kai=0000/MUL=0000/HSB=0000/Wtl=00-1/FTy=001/Owt=0000/Owd=0000/CTy=001/Ctw=002000/Ctl=001200/FSp=0000/FSd=0000/SCP=00&lt;DdField5&gt;*[\, ]&lt;DdField6&gt;/SCA=00/GRI=000/VAL=000/DPR=00,/Inz=XX00/Pre=00\/p/UPr=00-1/STx=00/Tex=00/DTP=003/DNP=00/SUP=00/AFM=001/DTA=002/DNA=00/SUA=00/Suf=00/USu=00-1/Lin=001/Del=001/PST=001/FUE=000/Dlg=0000/RDF=0000/Dlp=0000/Kai=0000/MUL=0000/HSB=0000/Wtl=00-1/FTy=002/Owt=0000/Owd=0000/CTy=001/Ctw=002000/Ctl=001200/FSp=0000/FSd=0000/SCP=00&lt;DdField8&gt;/SCA=00/GRI=000/VAL=000/DPR=00,/Inz=XX00/Pre=00/UPr=0000/STx=00/Tex=00/DTP=003/DNP=00/SUP=00/AFM=001/DTA=002/DNA=00/SUA=00/Suf=00/USu=0000/Lin=001/Del=001/PST=001/FUE=000/Dlg=0000/RDF=0000/Dlp=0000/Kai=0000/MUL=0000/HSB=0000/Wtl=00-1/FTy=001/Owt=0000/Owd=0000/CTy=001/Ctw=002000/Ctl=001200/FSp=0000/FSd=0000/SCP=00&lt;DdField23&gt;*[\, ]&lt;DdField10&gt;/SCA=00/GRI=000/VAL=000/DPR=00,/Inz=XX00/Pre=00\/p/UPr=0000/STx=00/Tex=00/DTP=003/DNP=00/SUP=00/AFM=001/DTA=002/DNA=00/SUA=00/Suf=00 /USu=00-1/Lin=001/Del=001/PST=001/FUE=000/Dlg=0000/RDF=0000/Dlp=0000/Kai=0000/MUL=0000/HSB=0000/Wtl=00-1/FTy=001/Owt=0000/Owd=0000/CTy=001/Ctw=002000/Ctl=001200/FSp=0000/FSd=0000/SCP=00&lt;DdField12&gt;&lt;DdField13&gt;/SCA=00/GRI=000/VAL=000/DPR=00,/Inz=XX00/Pre=00/UPr=00-1/STx=00%IDS_113%/Tex=00/DTP=002/DNP=00/SUP=00%IDS_113%/AFM=001/DTA=002/DNA=00/SUA=00/Suf=00/USu=00-1/Lin=001/Del=002/PST=002/FUE=000/Dlg=00-1/RDF=0000/Dlp=0000/Kai=0000/MUL=0000/HSB=0000/Wtl=00-1/FTy=001/Owt=0000/Owd=0000/CTy=004/Ctw=005500/Ctl=001700/FSp=0000/FSd=0000/SCP=00/SCA=00/GRI=000/VAL=000/DPR=00,/Inz=XX00/Pre=00%IDS_112%\/p\/p/UPr=00-1/STx=00/Tex=00/DTP=001/DNP=00System.MdField49/SUP=00/AFM=003/DTA=001/DNA=00System.MdField9/SUA=00/Suf=00/USu=00-1/Lin=001/Del=002/PST=001/FUE=000/Dlg=0000/RDF=0000/Dlp=0000/Kai=0000/MUL=0000/HSB=0000/Wtl=0000/FTy=001/Owt=0000/Owd=0000/CTy=001/Ctw=002000/Ctl=001200/FSp=0000/FSd=0000/SCP=00/SCA=00/GRI=000/VAL=000/DPR=00,/Inz=XX00/Pre=00\/p/UPr=0000/STx=00/Tex=00/DTP=001/DNP=00System.MdField44/SUP=00/AFM=001/DTA=002/DNA=00/SUA=00/Suf=00/USu=0000/Lin=001/Del=001/PST=001/FUE=000/Dlg=0000/RDF=0000/Dlp=0000/Kai=0000/MUL=0000/HSB=0000/Wtl=0000/FTy=002/Owt=0000/Owd=0000/CTy=001/Ctw=002000/Ctl=001200/FSp=0000/FSd=0000/SCP=00/SCA=00/GRI=000/VAL=000/DPR=00,/Inz=XX00/Pre=00/UPr=00-1/STx=00/Tex=00/DTP=003/DNP=00/SUP=00/AFM=001/DTA=002/DNA=00/SUA=00/Suf=00/USu=00-1/Lin=001/Del=002/PST=001/FUE=000/Dlg=0000/RDF=0000/Dlp=0000/Kai=00-1/MUL=0000/HSB=0000/Wtl=00-1/FTy=001/Owt=0000/Owd=0000/CTy=001/Ctw=002000/Ctl=001200/FSp=0000/FSd=0000/SCP=00&lt;DdField40&gt;&lt;DdField41&gt;/SCA=00/GRI=000/VAL=000/DPR=00,/Inz=XX00/Pre=00/UPr=00-1/STx=00%IDS_138%/Tex=00/DTP=002/DNP=00/SUP=00%IDS_138%/AFM=001/DTA=002/DNA=00/SUA=00/Suf=00\/p/USu=0000/Lin=001/Del=001/PST=001/FUE=000/Dlg=0000/RDF=0000/Dlp=0000/Kai=0000/MUL=0000/HSB=0000/Wtl=0000/FTy=001/Owt=0000/Owd=0000/CTy=001/Ctw=002000/Ctl=001200/FSp=0000/FSd=0000/SCP=00/SCA=00/GRI=000/VAL=000/DPR=00,/Inz=XX00/Pre=00/UPr=00-1/STx=00%IDS_139%/Tex=00/DTP=002/DNP=00/SUP=00%IDS_139%/AFM=001/DTA=002/DNA=00/SUA=00/Suf=00/USu=00-1/Lin=001/Del=001/PST=001/FUE=000/Dlg=0000/RDF=0000/Dlp=0000/Kai=0000/MUL=0000/HSB=0000/Wtl=0000/FTy=001/Owt=0000/Owd=0000/CTy=001/Ctw=002000/Ctl=001200/FSp=0000/FSd=0000/SCP=00/SCA=00/GRI=000/VAL=000/DPR=00,/Inz=XX00/Pre=00/UPr=00-1/STx=00/Tex=00/DTP=003/DNP=00/SUP=00/AFM=001/DTA=002/DNA=00/SUA=00/Suf=00/USu=00-1/Lin=001/Del=001/PST=001/FUE=000/Dlg=0000/RDF=0000/Dlp=0000/Kai=0000/MUL=0000/HSB=0000/Wtl=00-1/FTy=001/Owt=0000/Owd=0000/CTy=001/Ctw=002000/Ctl=001200/FSp=00-1/FSd=00-1/SCP=00&lt;DdField43&gt;&lt;DdField44&gt;/SCA=00/GRI=000/VAL=000/DPR=00,&lt;CRLF&gt;&lt;CRLF&gt;[System.MainNode1.Layout3]&lt;CRLF&gt;Name=txt,%IDD_147%&lt;CRLF&gt;InheritanceBroken=txt,0&lt;CRLF&gt;Initialized=txt,0&lt;CRLF&gt;DdFieldsIDs=lst,0 1 2 3 4 5 6 7 8 9 10 11 12 13 14 15 16 17 18 19 20 21 22 23 24 25 26 27 28 29 30 31 32 33 34 35 36 37 38 39 40 41 42 43 44 ,DdField1,DdField2,DdField30,DdField37,DdField3,DdField4,DdField5,DdField6,DdField7,DdField8,DdField9,DdField23,DdField10,DdField11,DdField12,DdField13,DdField14,DdField15,DdField16,DdField17,DdField18,DdField19,DdField20,DdField21,DdField22,DdField25,DdField26,DdField27,DdField28,DdField29,DdField31,DdField24,DdField32,DdField33,DdField34,DdField38,DdField35,DdField36,DdField39,DdField40,DdField41,DdField42,DdField43,DdField44,DdField45,&lt;CRLF&gt;DdFieldsNames=lst,0 1 2 3 4 5 6 7 8 9 10 11 12 13 14 15 16 17 18 19 20 21 22 23 24 25 26 27 28 29 30 31 32 33 34 35 36 37 38 39 40 41 42 43 44 ,DdDate,DdSubject,optTitle,Sender,UdFName,UdLName,UdPhoneDir,UdFaxDir,UdDept,UdEMailDir,NameCpy,LglInf0Cpy,LglInf1Cpy,LglInf2Cpy,LglInf3Cpy,LglInf4Cpy,LglInf5Cpy,LglInf6Cpy,AddLoc,AddVisLoc,PhoneLoc,FaxLoc,InetLoc,BankLoc,stCtPer,stDate,stSubject,stPage,stRecpt,stPageOf,CpyName2,CpyName2Alternative,FullName,SenderLine1,SenderLine2,SenderLine3,UdsLglInfoLine01,UdsLglInfoLine02,OpeningSalutation,ClosingSalutationPart1,ClosingSalutationPart2,ClosingSalutation,TxtRBGroupLine1,TxtRBGroupLine2,TxtRBGroup,&lt;CRLF&gt;DdFieldsCaptions=lst,0 1 2 3 4 5 6 7 8 9 10 11 12 13 14 15 16 17 18 19 20 21 22 23 24 25 26 27 28 29 30 31 32 33 34 35 36 37 38 39 40 41 42 43 44 ,%IDD_4%:/Inh00,%IDD_5%:/Inh00,%IDD_66%:/Inh00,%IDD_12%:/Inh00,%IDD_38%:/Inh00,%IDD_39%:/Inh00,%IDD_43%:/Inh00,%IDD_44%:/Inh00,%IDD_9%:/Inh00,%IDD_42%:/Inh00,/Inh00,/Inh00,/Inh00,/Inh00,/Inh00,/Inh00,/Inh00,/Inh00,/Inh00,/Inh00,/Inh00,/Inh00,/Inh00,/Inh00,/Inh00,/Inh00,/Inh00,/Inh00,/Inh00,/Inh00,/Inh00,/Inh00,/Inh00,/Inh00,/Inh00,/Inh00,/Inh00,/Inh00,%IDD_229%/Inh00,/Inh00,/Inh00,/Inh00,/Inh00,/Inh00,/Inh00,&lt;CRLF&gt;DdFieldsProperties=lst,0 1 2 3 4 5 6 7 8 9 10 11 12 13 14 15 16 17 18 19 20 21 22 23 24 25 26 27 28 29 30 31 32 33 34 35 36 37 38 39 40 41 42 43 44 ,/Inz=XX00/Pre=00/UPr=00-1/STx=00%IDS_271%/Tex=00/DTP=002/DNP=00/SUP=00%IDS_271%/AFM=001/DTA=002/DNA=00/SUA=00/Suf=00/USu=00-1/Lin=001/Del=002/PST=002/FUE=000/Dlg=00-1/RDF=0000/Dlp=0000/Kai=0000/MUL=0000/HSB=0000/Wtl=00-1/FTy=001/Owt=0000/Owd=0000/CTy=001/Ctw=002800/Ctl=001700/FSp=0000/FSd=0000/SCP=00/SCA=00/GRI=000/VAL=000/DPR=00,/Inz=XX00/Pre=00/UPr=00-1/STx=00/Tex=00/DTP=002/DNP=00/SUP=00/AFM=001/DTA=002/DNA=00/SUA=00/Suf=00/USu=00-1/Lin=003/Del=002/PST=002/FUE=000/Dlg=00-1/RDF=0000/Dlp=0000/Kai=0000/MUL=00-1/HSB=0000/Wtl=00-1/FTy=001/Owt=0000/Owd=00-1/CTy=001/Ctw=005500/Ctl=001700/FSp=0000/FSd=0000/SCP=00/SCA=00/GRI=000/VAL=000/DPR=00,/Inz=XX00/Pre=00/UPr=00-1/STx=00/Tex=00/DTP=002/DNP=00/SUP=00/AFM=001/DTA=002/DNA=00/SUA=00/Suf=00/USu=00-1/Lin=001/Del=001/PST=001/FUE=000/Dlg=00-1/RDF=0000/Dlp=0000/Kai=0000/MUL=0000/HSB=0000/Wtl=00-1/FTy=001/Owt=0000/Owd=0000/CTy=001/Ctw=005100/Ctl=001700/FSp=0000/FSd=0000/SCP=00/SCA=00/GRI=000/VAL=000/DPR=00,/Inz=XX00/Pre=00/UPr=00-1/STx=00/Tex=00/DTP=003/DNP=00/SUP=00/AFM=001/DTA=002/DNA=00/SUA=00/Suf=00/USu=00-1/Lin=003/Del=002/PST=002/FUE=000/Dlg=00-1/RDF=0000/Dlp=0000/Kai=0000/MUL=00-1/HSB=0000/Wtl=00-1/FTy=001/Owt=0000/Owd=0000/CTy=001/Ctw=005500/Ctl=001700/FSp=0000/FSd=0000/SCP=00&lt;DdField33&gt;&lt;DdField34&gt;&lt;DdField38&gt;/SCA=00/GRI=000/VAL=000/DPR=00,/Inz=XX00/Pre=00/UPr=00-1/STx=00/Tex=00/DTP=001/DNP=00System.MdField3/SUP=00/AFM=001/DTA=002/DNA=00/SUA=00/Suf=00/USu=0000/Lin=001/Del=001/PST=001/FUE=000/Dlg=0000/RDF=0000/Dlp=0000/Kai=0000/MUL=0000/HSB=0000/Wtl=0000/FTy=001/Owt=0000/Owd=00-1/CTy=001/Ctw=001750/Ctl=001700/FSp=0000/FSd=0000/SCP=00/SCA=00/GRI=000/VAL=000/DPR=00,/Inz=XX00/Pre=00/UPr=0000/STx=00/Tex=00/DTP=001/DNP=00System.MdField4/SUP=00/AFM=001/DTA=002/DNA=00/SUA=00/Suf=00/USu=0000/Lin=001/Del=001/PST=001/FUE=000/Dlg=0000/RDF=0000/Dlp=0000/Kai=0000/MUL=0000/HSB=0000/Wtl=0000/FTy=001/Owt=0000/Owd=0000/CTy=001/Ctw=001750/Ctl=001700/FSp=0000/FSd=0000/SCP=00/SCA=00/GRI=000/VAL=000/DPR=00,/Inz=XX00/Pre=00%IDS_43% /UPr=0000/STx=00/Tex=00/DTP=001/DNP=00System.MdField5/SUP=00/AFM=001/DTA=002/DNA=00/SUA=00/Suf=00/USu=0000/Lin=001/Del=001/PST=001/FUE=000/Dlg=0000/RDF=0000/Dlp=0000/Kai=0000/MUL=0000/HSB=0000/Wtl=0000/FTy=001/Owt=0000/Owd=00-1/CTy=001/Ctw=001800/Ctl=001700/FSp=0000/FSd=0000/SCP=00/SCA=00/GRI=000/VAL=000/DPR=00,/Inz=XX00/Pre=00%IDS_44% /UPr=0000/STx=00/Tex=00/DTP=001/DNP=00System.MdField6/SUP=00/AFM=001/DTA=002/DNA=00/SUA=00/Suf=00/USu=0000/Lin=001/Del=001/PST=001/FUE=000/Dlg=0000/RDF=0000/Dlp=0000/Kai=0000/MUL=0000/HSB=0000/Wtl=0000/FTy=001/Owt=0000/Owd=0000/CTy=001/Ctw=001800/Ctl=001700/FSp=0000/FSd=0000/SCP=00/SCA=00/GRI=000/VAL=000/DPR=00,/Inz=XX00/Pre=00/UPr=0000/STx=00/Tex=00/DTP=001/DNP=00System.MdField7/SUP=00/AFM=001/DTA=002/DNA=00/SUA=00/Suf=00/USu=0000/Lin=001/Del=001/PST=001/FUE=000/Dlg=0000/RDF=0000/Dlp=0000/Kai=0000/MUL=0000/HSB=0000/Wtl=0000/FTy=001/Owt=0000/Owd=0000/CTy=001/Ctw=001750/Ctl=001700/FSp=0000/FSd=0000/SCP=00/SCA=00/GRI=000/VAL=000/DPR=00,/Inz=XX00/Pre=00/UPr=0000/STx=00/Tex=00/DTP=001/DNP=00System.MdField8/SUP=00/AFM=001/DTA=002/DNA=00/SUA=00/Suf=00/USu=0000/Lin=001/Del=001/PST=001/FUE=000/Dlg=0000/RDF=0000/Dlp=0000/Kai=0000/MUL=0000/HSB=0000/Wtl=0000/FTy=001/Owt=0000/Owd=0000/CTy=001/Ctw=004000/Ctl=001700/FSp=0000/FSd=0000/SCP=00/SCA=00/GRI=000/VAL=000/DPR=00,/Inz=XX00/Pre=00\/l/UPr=00-1/STx=00/Tex=00/DTP=001/DNP=00System.MdField9/SUP=00/AFM=001/DTA=002/DNA=00/SUA=00/Suf=00/USu=0000/Lin=002/Del=001/PST=001/FUE=000/Dlg=0000/RDF=0000/Dlp=0000/Kai=0000/MUL=0000/HSB=0000/Wtl=00-1/FTy=001/Owt=0000/Owd=0000/CTy=001/Ctw=002000/Ctl=001200/FSp=0000/FSd=0000/SCP=00/SCA=00/GRI=000/VAL=000/DPR=00,/Inz=XX00/Pre=00%IDS_101%: /UPr=0000/STx=00/Tex=00/DTP=001/DNP=00System.MdField42/SUP=00/AFM=001/DTA=002/DNA=00/SUA=00/Suf=00/USu=0000/Lin=001/Del=001/PST=001/FUE=000/Dlg=0000/RDF=0000/Dlp=0000/Kai=0000/MUL=0000/HSB=0000/Wtl=00-1/FTy=001/Owt=0000/Owd=0000/CTy=001/Ctw=002000/Ctl=001200/FSp=0000/FSd=0000/SCP=00/SCA=00/GRI=000/VAL=000/DPR=00,/Inz=XX00/Pre=00%IDS_108%: /UPr=0000/STx=00/Tex=00/DTP=001/DNP=00System.MdField10/SUP=00/AFM=001/DTA=002/DNA=00/SUA=00/Suf=00/USu=0000/Lin=001/Del=001/PST=001/FUE=000/Dlg=0000/RDF=0000/Dlp=0000/Kai=0000/MUL=0000/HSB=0000/Wtl=00-1/FTy=001/Owt=0000/Owd=0000/CTy=001/Ctw=002000/Ctl=001200/FSp=0000/FSd=0000/SCP=00/SCA=00/GRI=000/VAL=000/DPR=00,/Inz=XX00/Pre=00\/p/UPr=0000/STx=00/Tex=00/DTP=001/DNP=00System.MdField11/SUP=00/AFM=001/DTA=002/DNA=00/SUA=00/Suf=00/USu=00-1/Lin=003/Del=001/PST=001/FUE=000/Dlg=0000/RDF=0000/Dlp=0000/Kai=0000/MUL=0000/HSB=0000/Wtl=00-1/FTy=001/Owt=0000/Owd=00-1/CTy=001/Ctw=002000/Ctl=001200/FSp=0000/FSd=0000/SCP=00/SCA=00/GRI=000/VAL=000/DPR=00,/Inz=XX00/Pre=00%IDS_67%: /UPr=0000/STx=00/Tex=00/DTP=001/DNP=00System.MdField12/SUP=00/AFM=001/DTA=002/DNA=00/SUA=00/Suf=00 /USu=0000/Lin=001/Del=001/PST=001/FUE=000/Dlg=0000/RDF=0000/Dlp=0000/Kai=0000/MUL=0000/HSB=0000/Wtl=00-1/FTy=001/Owt=0000/Owd=0000/CTy=001/Ctw=002000/Ctl=001200/FSp=0000/FSd=0000/SCP=00/SCA=00/GRI=000/VAL=000/DPR=00,/Inz=XX00/Pre=00%IDS_68%: /UPr=0000/STx=00/Tex=00/DTP=001/DNP=00System.MdField13/SUP=00/AFM=001/DTA=002/DNA=00/SUA=00/Suf=00/USu=0000/Lin=001/Del=001/PST=001/FUE=000/Dlg=0000/RDF=0000/Dlp=0000/Kai=0000/MUL=0000/HSB=0000/Wtl=00-1/FTy=001/Owt=0000/Owd=0000/CTy=001/Ctw=002000/Ctl=001200/FSp=0000/FSd=0000/SCP=00/SCA=00/GRI=000/VAL=000/DPR=00,/Inz=XX00/Pre=00\/p/UPr=0000/STx=00/Tex=00/DTP=001/DNP=00System.MdField14/SUP=00/AFM=001/DTA=002/DNA=00/SUA=00/Suf=00/USu=00-1/Lin=003/Del=001/PST=001/FUE=000/Dlg=0000/RDF=0000/Dlp=0000/Kai=0000/MUL=0000/HSB=0000/Wtl=00-1/FTy=001/Owt=0000/Owd=0000/CTy=001/Ctw=002000/Ctl=001200/FSp=0000/FSd=0000/SCP=00/SCA=00/GRI=000/VAL=000/DPR=00,/Inz=XX00/Pre=00\/p/UPr=0000/STx=00/Tex=00/DTP=001/DNP=00System.MdField15/SUP=00/AFM=001/DTA=002/DNA=00/SUA=00/Suf=00/USu=00-1/Lin=003/Del=001/PST=001/FUE=000/Dlg=0000/RDF=0000/Dlp=0000/Kai=0000/MUL=0000/HSB=0000/Wtl=00-1/FTy=001/Owt=0000/Owd=0000/CTy=001/Ctw=002000/Ctl=001200/FSp=0000/FSd=0000/SCP=00/SCA=00/GRI=000/VAL=000/DPR=00,/Inz=XX00/Pre=00\/l/UPr=0000/STx=00/Tex=00/DTP=001/DNP=00System.MdField16/SUP=00/AFM=001/DTA=002/DNA=00/SUA=00/Suf=00/USu=00-1/Lin=001/Del=001/PST=001/FUE=000/Dlg=0000/RDF=0000/Dlp=0000/Kai=0000/MUL=0000/HSB=0000/Wtl=00-1/FTy=001/Owt=0000/Owd=0000/CTy=001/Ctw=002000/Ctl=001200/FSp=0000/FSd=0000/SCP=00/SCA=00/GRI=000/VAL=000/DPR=00,/Inz=XX00/Pre=00\/l%IDS_69%:\/l/UPr=0000/STx=00/Tex=00/DTP=001/DNP=00System.MdField17/SUP=00/AFM=001/DTA=002/DNA=00/SUA=00/Suf=00/USu=00-1/Lin=004/Del=001/PST=001/FUE=000/Dlg=0000/RDF=0000/Dlp=0000/Kai=0000/MUL=0000/HSB=0000/Wtl=00-1/FTy=001/Owt=0000/Owd=0000/CTy=001/Ctw=002000/Ctl=001200/FSp=0000/FSd=0000/SCP=00/SCA=00/GRI=000/VAL=000/DPR=00,/Inz=XX00/Pre=00\/l%IDS_43% /UPr=0000/STx=00/Tex=00/DTP=001/DNP=00System.MdField18/SUP=00/AFM=001/DTA=002/DNA=00/SUA=00/Suf=00/USu=00-1/Lin=001/Del=001/PST=001/FUE=000/Dlg=0000/RDF=0000/Dlp=0000/Kai=0000/MUL=0000/HSB=0000/Wtl=00-1/FTy=001/Owt=0000/Owd=0000/CTy=001/Ctw=002000/Ctl=001200/FSp=0000/FSd=0000/SCP=00/SCA=00/GRI=000/VAL=000/DPR=00,/Inz=XX00/Pre=00\/l%IDS_44% /UPr=0000/STx=00/Tex=00/DTP=001/DNP=00System.MdField19/SUP=00/AFM=001/DTA=002/DNA=00/SUA=00/Suf=00/USu=00-1/Lin=001/Del=001/PST=001/FUE=000/Dlg=0000/RDF=0000/Dlp=0000/Kai=0000/MUL=0000/HSB=0000/Wtl=00-1/FTy=001/Owt=0000/Owd=0000/CTy=001/Ctw=002000/Ctl=001200/FSp=0000/FSd=0000/SCP=00/SCA=00/GRI=000/VAL=000/DPR=00,/Inz=XX00/Pre=00\/l/UPr=0000/STx=00/Tex=00/DTP=001/DNP=00System.MdField20/SUP=00/AFM=001/DTA=002/DNA=00/SUA=00/Suf=00/USu=00-1/Lin=001/Del=001/PST=001/FUE=000/Dlg=0000/RDF=0000/Dlp=0000/Kai=0000/MUL=0000/HSB=0000/Wtl=00-1/FTy=001/Owt=0000/Owd=0000/CTy=001/Ctw=002000/Ctl=001200/FSp=0000/FSd=0000/SCP=00/SCA=00/GRI=000/VAL=000/DPR=00,/Inz=XX00/Pre=00\/p%IDS_70%: /UPr=0000/STx=00/Tex=00/DTP=001/DNP=00System.MdField21/SUP=00/AFM=001/DTA=002/DNA=00/SUA=00/Suf=00/USu=00-1/Lin=003/Del=001/PST=001/FUE=000/Dlg=0000/RDF=0000/Dlp=0000/Kai=0000/MUL=0000/HSB=0000/Wtl=00-1/FTy=001/Owt=0000/Owd=00-1/CTy=001/Ctw=002000/Ctl=001200/FSp=0000/FSd=0000/SCP=00/SCA=00/GRI=000/VAL=000/DPR=00,/Inz=XX00/Pre=00/UPr=00-1/STx=00%IDS_71%/Tex=00/DTP=002/DNP=00/SUP=00%IDS_71%/AFM=001/DTA=002/DNA=00/SUA=00/Suf=00/USu=00-1/Lin=001/Del=001/PST=001/FUE=000/Dlg=0000/RDF=0000/Dlp=0000/Kai=0000/MUL=0000/HSB=0000/Wtl=00-1/FTy=002/Owt=0000/Owd=0000/CTy=001/Ctw=002000/Ctl=001200/FSp=0000/FSd=0000/SCP=00/SCA=00/GRI=000/VAL=000/DPR=00,/Inz=XX00/Pre=00/UPr=00-1/STx=00%IDS_4%/Tex=00/DTP=002/DNP=00/SUP=00%IDS_4%/AFM=001/DTA=002/DNA=00/SUA=00/Suf=00/USu=00-1/Lin=001/Del=001/PST=001/FUE=000/Dlg=0000/RDF=0000/Dlp=0000/Kai=0000/MUL=0000/HSB=0000/Wtl=00-1/FTy=002/Owt=0000/Owd=0000/CTy=001/Ctw=002000/Ctl=001200/FSp=0000/FSd=0000/SCP=00/SCA=00/GRI=000/VAL=000/DPR=00,/Inz=XX00/Pre=00/UPr=00-1/STx=00%IDS_5%/Tex=00/DTP=002/DNP=00/SUP=00%IDS_5%/AFM=001/DTA=002/DNA=00/SUA=00/Suf=00/USu=00-1/Lin=003/Del=001/PST=001/FUE=000/Dlg=0000/RDF=0000/Dlp=0000/Kai=0000/MUL=0000/HSB=0000/Wtl=00-1/FTy=002/Owt=0000/Owd=0000/CTy=001/Ctw=002000/Ctl=001200/FSp=0000/FSd=0000/SCP=00/SCA=00/GRI=000/VAL=000/DPR=00,/Inz=XX00/Pre=00/UPr=00-1/STx=00%IDS_47%/Tex=00/DTP=002/DNP=00/SUP=00%IDS_47%/AFM=001/DTA=002/DNA=00/SUA=00/Suf=00/USu=00-1/Lin=001/Del=001/PST=001/FUE=000/Dlg=0000/RDF=0000/Dlp=0000/Kai=0000/MUL=0000/HSB=0000/Wtl=00-1/FTy=001/Owt=0000/Owd=0000/CTy=001/Ctw=002000/Ctl=001200/FSp=0000/FSd=0000/SCP=00/SCA=00/GRI=000/VAL=000/DPR=00,/Inz=XX00/Pre=00/UPr=00-1/STx=00%IDS_7%/Tex=00/DTP=002/DNP=00/SUP=00%IDS_7%/AFM=001/DTA=002/DNA=00/SUA=00/Suf=00/USu=00-1/Lin=001/Del=001/PST=001/FUE=000/Dlg=0000/RDF=0000/Dlp=0000/Kai=0000/MUL=0000/HSB=0000/Wtl=00-1/FTy=001/Owt=0000/Owd=0000/CTy=001/Ctw=002000/Ctl=001200/FSp=0000/FSd=0000/SCP=00/SCA=00/GRI=000/VAL=000/DPR=00,/Inz=XX00/Pre=00/UPr=00-1/STx=00%IDS_11%/Tex=00/DTP=002/DNP=00/SUP=00%IDS_11%/AFM=001/DTA=002/DNA=00/SUA=00/Suf=00/USu=00-1/Lin=001/Del=001/PST=001/FUE=000/Dlg=0000/RDF=0000/Dlp=0000/Kai=0000/MUL=0000/HSB=0000/Wtl=00-1/FTy=001/Owt=0000/Owd=0000/CTy=001/Ctw=002000/Ctl=001200/FSp=0000/FSd=0000/SCP=00/SCA=00/GRI=000/VAL=000/DPR=00,/Inz=XX00/Pre=00/UPr=00-1/STx=00/Tex=00/DTP=001/DNP=00System.MdField23/SUP=00/AFM=001/DTA=002/DNA=00/SUA=00/Suf=00/USu=00-1/Lin=001/Del=001/PST=001/FUE=000/Dlg=0000/RDF=0000/Dlp=0000/Kai=0000/MUL=0000/HSB=0000/Wtl=00-1/FTy=001/Owt=0000/Owd=0000/CTy=001/Ctw=002000/Ctl=001200/FSp=0000/FSd=0000/SCP=00/SCA=00/GRI=000/VAL=000/DPR=00,/Inz=XX00/Pre=00/UPr=00-1/STx=00/Tex=00/DTP=001/DNP=00System.MdField43/SUP=00/AFM=001/DTA=002/DNA=00/SUA=00/Suf=00/USu=00-1/Lin=002/Del=001/PST=001/FUE=000/Dlg=0000/RDF=0000/Dlp=0000/Kai=0000/MUL=0000/HSB=0000/Wtl=00-1/FTy=001/Owt=0000/Owd=0000/CTy=001/Ctw=002000/Ctl=001200/FSp=0000/FSd=0000/SCP=00/SCA=00/GRI=000/VAL=000/DPR=00,/Inz=XX00/Pre=00/UPr=0000/STx=00/Tex=00/DTP=003/DNP=00/SUP=00/AFM=001/DTA=002/DNA=00/SUA=00/Suf=00/USu=0000/Lin=001/Del=001/PST=001/FUE=000/Dlg=0000/RDF=0000/Dlp=0000/Kai=0000/MUL=0000/HSB=0000/Wtl=00-1/FTy=001/Owt=0000/Owd=0000/CTy=001/Ctw=002000/Ctl=001200/FSp=0000/FSd=0000/SCP=00&lt;DdField3&gt;*[ ]&lt;DdField4&gt;/SCA=00/GRI=000/VAL=000/DPR=00,/Inz=XX00/Pre=00/UPr=0000/STx=00/Tex=00/DTP=003/DNP=00/SUP=00/AFM=001/DTA=002/DNA=00/SUA=00/Suf=00/USu=0000/Lin=001/Del=001/PST=001/FUE=000/Dlg=0000/RDF=0000/Dlp=0000/Kai=0000/MUL=0000/HSB=0000/Wtl=00-1/FTy=001/Owt=0000/Owd=0000/CTy=001/Ctw=002000/Ctl=001200/FSp=0000/FSd=0000/SCP=00&lt;DdField32&gt;*[\, ]&lt;DdField7&gt; /SCA=00/GRI=000/VAL=000/DPR=00,/Inz=XX00/Pre=00\/p/UPr=0000/STx=00/Tex=00/DTP=003/DNP=00/SUP=00/AFM=001/DTA=002/DNA=00/SUA=00/Suf=00/USu=0000/Lin=001/Del=001/PST=001/FUE=000/Dlg=0000/RDF=0000/Dlp=0000/Kai=0000/MUL=0000/HSB=0000/Wtl=00-1/FTy=001/Owt=0000/Owd=0000/CTy=001/Ctw=002000/Ctl=001200/FSp=0000/FSd=0000/SCP=00&lt;DdField5&gt;*[\, ]&lt;DdField6&gt;/SCA=00/GRI=000/VAL=000/DPR=00,/Inz=XX00/Pre=00\/p/UPr=00-1/STx=00/Tex=00/DTP=003/DNP=00/SUP=00/AFM=001/DTA=002/DNA=00/SUA=00/Suf=00/USu=00-1/Lin=001/Del=001/PST=001/FUE=000/Dlg=0000/RDF=0000/Dlp=0000/Kai=0000/MUL=0000/HSB=0000/Wtl=00-1/FTy=002/Owt=0000/Owd=0000/CTy=001/Ctw=002000/Ctl=001200/FSp=0000/FSd=0000/SCP=00&lt;DdField8&gt;/SCA=00/GRI=000/VAL=000/DPR=00,/Inz=XX00/Pre=00/UPr=0000/STx=00/Tex=00/DTP=003/DNP=00/SUP=00/AFM=001/DTA=002/DNA=00/SUA=00/Suf=00/USu=0000/Lin=001/Del=001/PST=001/FUE=000/Dlg=0000/RDF=0000/Dlp=0000/Kai=0000/MUL=0000/HSB=0000/Wtl=00-1/FTy=001/Owt=0000/Owd=0000/CTy=001/Ctw=002000/Ctl=001200/FSp=0000/FSd=0000/SCP=00&lt;DdField23&gt;*[\, ]&lt;DdField10&gt;/SCA=00/GRI=000/VAL=000/DPR=00,/Inz=XX00/Pre=00\/p/UPr=0000/STx=00/Tex=00/DTP=003/DNP=00/SUP=00/AFM=001/DTA=002/DNA=00/SUA=00/Suf=00 /USu=00-1/Lin=001/Del=001/PST=001/FUE=000/Dlg=0000/RDF=0000/Dlp=0000/Kai=0000/MUL=0000/HSB=0000/Wtl=00-1/FTy=001/Owt=0000/Owd=0000/CTy=001/Ctw=002000/Ctl=001200/FSp=0000/FSd=0000/SCP=00&lt;DdField12&gt;&lt;DdField13&gt;/SCA=00/GRI=000/VAL=000/DPR=00,/Inz=XX00/Pre=00/UPr=00-1/STx=00%IDS_113%/Tex=00/DTP=002/DNP=00/SUP=00%IDS_113%/AFM=001/DTA=002/DNA=00/SUA=00/Suf=00/USu=00-1/Lin=001/Del=002/PST=002/FUE=000/Dlg=00-1/RDF=0000/Dlp=0000/Kai=0000/MUL=0000/HSB=0000/Wtl=00-1/FTy=001/Owt=0000/Owd=0000/CTy=004/Ctw=005500/Ctl=001700/FSp=0000/FSd=0000/SCP=00/SCA=00/GRI=000/VAL=000/DPR=00,/Inz=XX00/Pre=00%IDS_112%\/p\/p/UPr=00-1/STx=00/Tex=00/DTP=001/DNP=00System.MdField49/SUP=00/AFM=003/DTA=001/DNA=00System.MdField9/SUA=00/Suf=00/USu=00-1/Lin=001/Del=002/PST=001/FUE=000/Dlg=0000/RDF=0000/Dlp=0000/Kai=0000/MUL=0000/HSB=0000/Wtl=0000/FTy=001/Owt=0000/Owd=0000/CTy=001/Ctw=002000/Ctl=001200/FSp=0000/FSd=0000/SCP=00/SCA=00/GRI=000/VAL=000/DPR=00,/Inz=XX00/Pre=00\/p/UPr=0000/STx=00/Tex=00/DTP=001/DNP=00System.MdField44/SUP=00/AFM=001/DTA=002/DNA=00/SUA=00/Suf=00/USu=0000/Lin=001/Del=001/PST=001/FUE=000/Dlg=0000/RDF=0000/Dlp=0000/Kai=0000/MUL=0000/HSB=0000/Wtl=0000/FTy=002/Owt=0000/Owd=0000/CTy=001/Ctw=002000/Ctl=001200/FSp=0000/FSd=0000/SCP=00/SCA=00/GRI=000/VAL=000/DPR=00,/Inz=XX00/Pre=00/UPr=00-1/STx=00/Tex=00/DTP=003/DNP=00/SUP=00/AFM=001/DTA=002/DNA=00/SUA=00/Suf=00/USu=00-1/Lin=001/Del=002/PST=001/FUE=000/Dlg=0000/RDF=0000/Dlp=0000/Kai=00-1/MUL=0000/HSB=0000/Wtl=00-1/FTy=001/Owt=0000/Owd=0000/CTy=001/Ctw=002000/Ctl=001200/FSp=0000/FSd=0000/SCP=00&lt;DdField40&gt;&lt;DdField41&gt;/SCA=00/GRI=000/VAL=000/DPR=00,/Inz=XX00/Pre=00/UPr=00-1/STx=00%IDS_138%/Tex=00/DTP=002/DNP=00/SUP=00%IDS_138%/AFM=001/DTA=002/DNA=00/SUA=00/Suf=00\/p/USu=0000/Lin=001/Del=001/PST=001/FUE=000/Dlg=0000/RDF=0000/Dlp=0000/Kai=0000/MUL=0000/HSB=0000/Wtl=0000/FTy=001/Owt=0000/Owd=0000/CTy=001/Ctw=002000/Ctl=001200/FSp=0000/FSd=0000/SCP=00/SCA=00/GRI=000/VAL=000/DPR=00,/Inz=XX00/Pre=00/UPr=00-1/STx=00%IDS_139%/Tex=00/DTP=002/DNP=00/SUP=00%IDS_139%/AFM=001/DTA=002/DNA=00/SUA=00/Suf=00/USu=00-1/Lin=001/Del=001/PST=001/FUE=000/Dlg=0000/RDF=0000/Dlp=0000/Kai=0000/MUL=0000/HSB=0000/Wtl=0000/FTy=001/Owt=0000/Owd=0000/CTy=001/Ctw=002000/Ctl=001200/FSp=0000/FSd=0000/SCP=00/SCA=00/GRI=000/VAL=000/DPR=00,/Inz=XX00/Pre=00/UPr=00-1/STx=00/Tex=00/DTP=003/DNP=00/SUP=00/AFM=001/DTA=002/DNA=00/SUA=00/Suf=00/USu=00-1/Lin=001/Del=001/PST=001/FUE=000/Dlg=0000/RDF=0000/Dlp=0000/Kai=0000/MUL=0000/HSB=0000/Wtl=00-1/FTy=001/Owt=0000/Owd=0000/CTy=001/Ctw=002000/Ctl=001200/FSp=00-1/FSd=00-1/SCP=00&lt;DdField43&gt;&lt;DdField44&gt;/SCA=00/GRI=000/VAL=000/DPR=00,&lt;CRLF&gt;"/>
    <w:docVar w:name="clb.SupportsCalibration" w:val="1"/>
    <w:docVar w:name="commondata" w:val="eyJoZGlkIjoiZTJkYTcyMmY1ZTZkOWIwY2JlNDNkODEyZTk5YTYzNTIifQ=="/>
    <w:docVar w:name="saxATXbkmList" w:val="bkmLogo.colour=RBLogo,bkmLogo.void=VOID,bkmlogo2.colour=atxBoschColour,bkmlogo2.void=atxBoschVoid,bkmlogo2.bw=atxBoschBW,bkmlogo4.colour=atxBoschClipColour,bkmlogo4.void=atxBoschClipVoid,bkmlogo4.bw=atxBoschClipBW,bkmAnchor.bw=atxBoschClipFlat,BoschLogo1.colour=atxBoschCompleteBW,BoschLogo1.void=atxBoschVoid,BoschLogo1.bw=atxBoschCompleteBW,BoschLogo3.colour=atxBoschCompleteBW,BoschLogo3.void=atxBoschVoid,BoschLogo3.bw=atxBoschCompleteBW,bkmLogoRbocad.colour=atxBoschCompleteBlack,bkmLogoRbocad.void=atxBoschCompleteBlack,bkmLogoRbocad.bw=atxBoschCompleteBlack,bkmLogo5.colour=atxBoschCompleteColour,bkmLogo5.void=atxBoschVoid,bkmLogo5.bw=atxBoschCompleteBW"/>
    <w:docVar w:name="saxCmb.Ctrl.modBeQik.SetBeQik.Visible" w:val="0"/>
    <w:docVar w:name="saxCmb.Ctrl.modPDF.ExecutePluginCode.Visible" w:val="0"/>
    <w:docVar w:name="saxContext" w:val="RBCN_Sgh"/>
    <w:docVar w:name="saxContextResource" w:val="Bosch2.mcr"/>
    <w:docVar w:name="saxDokSchutz" w:val="NO"/>
    <w:docVar w:name="saxEBPToolsVersion" w:val="1.0.0"/>
    <w:docVar w:name="saxEBPVersion" w:val="RBO/8.2.6.0/4.0/0707"/>
    <w:docVar w:name="saxFontsUpDated" w:val="Arial;1"/>
    <w:docVar w:name="saxMBName" w:val="MasterLayout"/>
    <w:docVar w:name="saxMLCodeVersion" w:val="4"/>
    <w:docVar w:name="saxMLLayout" w:val="RBOEXT00.DOT"/>
    <w:docVar w:name="saxMLTemplate" w:val="RBOEXT00.DOT"/>
    <w:docVar w:name="saxProtectionMode" w:val="1"/>
    <w:docVar w:name="saxRibbon.Ctrl.modBeQik.SetBeQik.Visible" w:val="0"/>
    <w:docVar w:name="saxRibbon.Ctrl.modPDF.ExecutePluginCode.Visible" w:val="0"/>
    <w:docVar w:name="saxSaveApplicationVersion" w:val="15"/>
    <w:docVar w:name="saxSection" w:val="English"/>
    <w:docVar w:name="saxStP" w:val="·"/>
    <w:docVar w:name="saxTvNo" w:val="0"/>
    <w:docVar w:name="saxUpdate.LayoutVersion" w:val="0"/>
    <w:docVar w:name="SaxVersion" w:val="RBO/8.2.6.0/4.0/0707"/>
    <w:docVar w:name="saxWordResource" w:val="WDRES.MLR"/>
  </w:docVars>
  <w:rsids>
    <w:rsidRoot w:val="00205053"/>
    <w:rsid w:val="00007A92"/>
    <w:rsid w:val="00063FD2"/>
    <w:rsid w:val="00091BF3"/>
    <w:rsid w:val="00096CDE"/>
    <w:rsid w:val="000A0024"/>
    <w:rsid w:val="000A6C67"/>
    <w:rsid w:val="000E470D"/>
    <w:rsid w:val="00162E7A"/>
    <w:rsid w:val="00195140"/>
    <w:rsid w:val="001B759A"/>
    <w:rsid w:val="00205053"/>
    <w:rsid w:val="00276300"/>
    <w:rsid w:val="0029728D"/>
    <w:rsid w:val="003915BE"/>
    <w:rsid w:val="003D2FD0"/>
    <w:rsid w:val="003E1D64"/>
    <w:rsid w:val="003E69A1"/>
    <w:rsid w:val="00442036"/>
    <w:rsid w:val="004528AC"/>
    <w:rsid w:val="00461D56"/>
    <w:rsid w:val="00484327"/>
    <w:rsid w:val="005305DC"/>
    <w:rsid w:val="00541C5F"/>
    <w:rsid w:val="00543486"/>
    <w:rsid w:val="00564AEA"/>
    <w:rsid w:val="005D75F6"/>
    <w:rsid w:val="0060234A"/>
    <w:rsid w:val="00615C68"/>
    <w:rsid w:val="00666842"/>
    <w:rsid w:val="006769C5"/>
    <w:rsid w:val="00696E7B"/>
    <w:rsid w:val="006B084C"/>
    <w:rsid w:val="006E68A8"/>
    <w:rsid w:val="00714930"/>
    <w:rsid w:val="007257CB"/>
    <w:rsid w:val="007379FC"/>
    <w:rsid w:val="00757D50"/>
    <w:rsid w:val="007A662D"/>
    <w:rsid w:val="007D4921"/>
    <w:rsid w:val="00800182"/>
    <w:rsid w:val="008507B5"/>
    <w:rsid w:val="00885CE4"/>
    <w:rsid w:val="009459AA"/>
    <w:rsid w:val="00A42A8A"/>
    <w:rsid w:val="00A87671"/>
    <w:rsid w:val="00AE28CD"/>
    <w:rsid w:val="00AE6127"/>
    <w:rsid w:val="00BD6059"/>
    <w:rsid w:val="00C62DB9"/>
    <w:rsid w:val="00CB3E0C"/>
    <w:rsid w:val="00CC6382"/>
    <w:rsid w:val="00CE60A0"/>
    <w:rsid w:val="00D23A36"/>
    <w:rsid w:val="00D80B76"/>
    <w:rsid w:val="00DF1445"/>
    <w:rsid w:val="00E31895"/>
    <w:rsid w:val="00E537A5"/>
    <w:rsid w:val="00E802AD"/>
    <w:rsid w:val="00E82982"/>
    <w:rsid w:val="00E96E7A"/>
    <w:rsid w:val="00E97394"/>
    <w:rsid w:val="00EA1ED2"/>
    <w:rsid w:val="00EA3F91"/>
    <w:rsid w:val="00F01528"/>
    <w:rsid w:val="00F21B42"/>
    <w:rsid w:val="00FB741A"/>
    <w:rsid w:val="06361EB9"/>
    <w:rsid w:val="0D0F3420"/>
    <w:rsid w:val="1E166B58"/>
    <w:rsid w:val="2E5A247B"/>
    <w:rsid w:val="5F4F503F"/>
    <w:rsid w:val="77FD5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Theme="minorEastAsia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qFormat="1" w:unhideWhenUsed="0" w:uiPriority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qFormat="1" w:unhideWhenUsed="0" w:uiPriority="0" w:name="index heading"/>
    <w:lsdException w:qFormat="1" w:uiPriority="0" w:name="caption"/>
    <w:lsdException w:unhideWhenUsed="0" w:uiPriority="0" w:semiHidden="0" w:name="table of figures"/>
    <w:lsdException w:qFormat="1" w:unhideWhenUsed="0" w:uiPriority="0" w:semiHidden="0" w:name="envelope address"/>
    <w:lsdException w:qFormat="1"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qFormat="1"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295" w:lineRule="atLeast"/>
    </w:pPr>
    <w:rPr>
      <w:rFonts w:ascii="Bosch Office Sans" w:hAnsi="Bosch Office Sans" w:cs="Times New Roman" w:eastAsiaTheme="minorEastAsia"/>
      <w:sz w:val="22"/>
      <w:lang w:val="en-GB" w:eastAsia="en-US" w:bidi="ar-SA"/>
    </w:rPr>
  </w:style>
  <w:style w:type="paragraph" w:styleId="2">
    <w:name w:val="heading 1"/>
    <w:basedOn w:val="1"/>
    <w:next w:val="1"/>
    <w:qFormat/>
    <w:uiPriority w:val="0"/>
    <w:pPr>
      <w:keepNext/>
      <w:numPr>
        <w:ilvl w:val="0"/>
        <w:numId w:val="1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3">
    <w:name w:val="heading 2"/>
    <w:basedOn w:val="1"/>
    <w:next w:val="1"/>
    <w:qFormat/>
    <w:uiPriority w:val="0"/>
    <w:pPr>
      <w:keepNext/>
      <w:numPr>
        <w:ilvl w:val="1"/>
        <w:numId w:val="1"/>
      </w:numPr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4">
    <w:name w:val="heading 3"/>
    <w:basedOn w:val="1"/>
    <w:next w:val="1"/>
    <w:qFormat/>
    <w:uiPriority w:val="0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5">
    <w:name w:val="heading 4"/>
    <w:basedOn w:val="1"/>
    <w:next w:val="1"/>
    <w:qFormat/>
    <w:uiPriority w:val="0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6">
    <w:name w:val="heading 5"/>
    <w:basedOn w:val="1"/>
    <w:next w:val="1"/>
    <w:qFormat/>
    <w:uiPriority w:val="0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7">
    <w:name w:val="heading 6"/>
    <w:basedOn w:val="1"/>
    <w:next w:val="1"/>
    <w:qFormat/>
    <w:uiPriority w:val="0"/>
    <w:pPr>
      <w:numPr>
        <w:ilvl w:val="5"/>
        <w:numId w:val="1"/>
      </w:numPr>
      <w:spacing w:before="240" w:after="60"/>
      <w:outlineLvl w:val="5"/>
    </w:pPr>
    <w:rPr>
      <w:b/>
      <w:bCs/>
      <w:szCs w:val="22"/>
    </w:rPr>
  </w:style>
  <w:style w:type="paragraph" w:styleId="8">
    <w:name w:val="heading 7"/>
    <w:basedOn w:val="1"/>
    <w:next w:val="1"/>
    <w:qFormat/>
    <w:uiPriority w:val="0"/>
    <w:pPr>
      <w:numPr>
        <w:ilvl w:val="6"/>
        <w:numId w:val="1"/>
      </w:numPr>
      <w:spacing w:before="240" w:after="60"/>
      <w:outlineLvl w:val="6"/>
    </w:pPr>
    <w:rPr>
      <w:szCs w:val="24"/>
    </w:rPr>
  </w:style>
  <w:style w:type="paragraph" w:styleId="9">
    <w:name w:val="heading 8"/>
    <w:basedOn w:val="1"/>
    <w:next w:val="1"/>
    <w:qFormat/>
    <w:uiPriority w:val="0"/>
    <w:pPr>
      <w:numPr>
        <w:ilvl w:val="7"/>
        <w:numId w:val="1"/>
      </w:numPr>
      <w:spacing w:before="240" w:after="60"/>
      <w:outlineLvl w:val="7"/>
    </w:pPr>
    <w:rPr>
      <w:i/>
      <w:iCs/>
      <w:szCs w:val="24"/>
    </w:rPr>
  </w:style>
  <w:style w:type="paragraph" w:styleId="10">
    <w:name w:val="heading 9"/>
    <w:basedOn w:val="1"/>
    <w:next w:val="1"/>
    <w:qFormat/>
    <w:uiPriority w:val="0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26">
    <w:name w:val="Default Paragraph Font"/>
    <w:semiHidden/>
    <w:unhideWhenUsed/>
    <w:qFormat/>
    <w:uiPriority w:val="1"/>
  </w:style>
  <w:style w:type="table" w:default="1" w:styleId="2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envelope address"/>
    <w:basedOn w:val="1"/>
    <w:qFormat/>
    <w:uiPriority w:val="0"/>
    <w:pPr>
      <w:framePr w:w="4320" w:h="2160" w:hRule="exact" w:hSpace="141" w:wrap="around" w:vAnchor="margin" w:hAnchor="page" w:xAlign="center" w:yAlign="bottom"/>
      <w:ind w:left="1"/>
    </w:pPr>
    <w:rPr>
      <w:rFonts w:cs="Arial"/>
      <w:szCs w:val="24"/>
    </w:rPr>
  </w:style>
  <w:style w:type="paragraph" w:styleId="12">
    <w:name w:val="Document Map"/>
    <w:basedOn w:val="1"/>
    <w:semiHidden/>
    <w:qFormat/>
    <w:uiPriority w:val="0"/>
    <w:pPr>
      <w:shd w:val="clear" w:color="auto" w:fill="000080"/>
    </w:pPr>
    <w:rPr>
      <w:rFonts w:cs="MLStat"/>
      <w:sz w:val="20"/>
    </w:rPr>
  </w:style>
  <w:style w:type="paragraph" w:styleId="13">
    <w:name w:val="toa heading"/>
    <w:basedOn w:val="1"/>
    <w:next w:val="1"/>
    <w:semiHidden/>
    <w:qFormat/>
    <w:uiPriority w:val="0"/>
    <w:pPr>
      <w:spacing w:before="120"/>
    </w:pPr>
    <w:rPr>
      <w:rFonts w:cs="Arial"/>
      <w:b/>
      <w:bCs/>
      <w:szCs w:val="24"/>
    </w:rPr>
  </w:style>
  <w:style w:type="paragraph" w:styleId="14">
    <w:name w:val="Plain Text"/>
    <w:basedOn w:val="1"/>
    <w:qFormat/>
    <w:uiPriority w:val="0"/>
    <w:rPr>
      <w:rFonts w:cs="MLStat"/>
      <w:sz w:val="20"/>
    </w:rPr>
  </w:style>
  <w:style w:type="paragraph" w:styleId="15">
    <w:name w:val="footer"/>
    <w:basedOn w:val="1"/>
    <w:qFormat/>
    <w:uiPriority w:val="0"/>
    <w:pPr>
      <w:tabs>
        <w:tab w:val="center" w:pos="4153"/>
        <w:tab w:val="right" w:pos="8306"/>
      </w:tabs>
    </w:pPr>
  </w:style>
  <w:style w:type="paragraph" w:styleId="16">
    <w:name w:val="envelope return"/>
    <w:basedOn w:val="1"/>
    <w:qFormat/>
    <w:uiPriority w:val="0"/>
    <w:rPr>
      <w:rFonts w:cs="Arial"/>
      <w:sz w:val="20"/>
    </w:rPr>
  </w:style>
  <w:style w:type="paragraph" w:styleId="17">
    <w:name w:val="header"/>
    <w:basedOn w:val="1"/>
    <w:qFormat/>
    <w:uiPriority w:val="0"/>
    <w:pPr>
      <w:tabs>
        <w:tab w:val="center" w:pos="4153"/>
        <w:tab w:val="right" w:pos="8306"/>
      </w:tabs>
    </w:pPr>
  </w:style>
  <w:style w:type="paragraph" w:styleId="18">
    <w:name w:val="index heading"/>
    <w:basedOn w:val="1"/>
    <w:next w:val="19"/>
    <w:semiHidden/>
    <w:qFormat/>
    <w:uiPriority w:val="0"/>
    <w:rPr>
      <w:rFonts w:cs="Arial"/>
      <w:b/>
      <w:bCs/>
    </w:rPr>
  </w:style>
  <w:style w:type="paragraph" w:styleId="19">
    <w:name w:val="index 1"/>
    <w:basedOn w:val="1"/>
    <w:next w:val="1"/>
    <w:semiHidden/>
    <w:qFormat/>
    <w:uiPriority w:val="0"/>
    <w:pPr>
      <w:ind w:left="240" w:hanging="240"/>
    </w:pPr>
  </w:style>
  <w:style w:type="paragraph" w:styleId="20">
    <w:name w:val="Subtitle"/>
    <w:basedOn w:val="1"/>
    <w:qFormat/>
    <w:uiPriority w:val="0"/>
    <w:pPr>
      <w:spacing w:after="60"/>
      <w:jc w:val="center"/>
      <w:outlineLvl w:val="1"/>
    </w:pPr>
    <w:rPr>
      <w:rFonts w:cs="Arial"/>
      <w:szCs w:val="24"/>
    </w:rPr>
  </w:style>
  <w:style w:type="paragraph" w:styleId="21">
    <w:name w:val="Message Header"/>
    <w:basedOn w:val="1"/>
    <w:qFormat/>
    <w:uiPriority w:val="0"/>
    <w:pPr>
      <w:pBdr>
        <w:top w:val="single" w:color="auto" w:sz="6" w:space="1"/>
        <w:left w:val="single" w:color="auto" w:sz="6" w:space="1"/>
        <w:bottom w:val="single" w:color="auto" w:sz="6" w:space="1"/>
        <w:right w:val="single" w:color="auto" w:sz="6" w:space="1"/>
      </w:pBdr>
      <w:shd w:val="pct20" w:color="auto" w:fill="auto"/>
      <w:ind w:left="1134" w:hanging="1134"/>
    </w:pPr>
    <w:rPr>
      <w:rFonts w:cs="Arial"/>
      <w:szCs w:val="24"/>
    </w:rPr>
  </w:style>
  <w:style w:type="paragraph" w:styleId="22">
    <w:name w:val="Normal (Web)"/>
    <w:basedOn w:val="1"/>
    <w:qFormat/>
    <w:uiPriority w:val="0"/>
    <w:rPr>
      <w:szCs w:val="24"/>
    </w:rPr>
  </w:style>
  <w:style w:type="paragraph" w:styleId="23">
    <w:name w:val="Title"/>
    <w:basedOn w:val="1"/>
    <w:qFormat/>
    <w:uiPriority w:val="0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table" w:styleId="25">
    <w:name w:val="Table Grid"/>
    <w:basedOn w:val="24"/>
    <w:qFormat/>
    <w:uiPriority w:val="59"/>
    <w:rPr>
      <w:rFonts w:ascii="Calibri" w:hAnsi="Calibri" w:eastAsia="宋体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27">
    <w:name w:val="MLStat"/>
    <w:basedOn w:val="1"/>
    <w:qFormat/>
    <w:uiPriority w:val="0"/>
    <w:pPr>
      <w:spacing w:before="2" w:after="2" w:line="20" w:lineRule="exact"/>
      <w:ind w:left="2000" w:right="2000" w:firstLine="2000"/>
    </w:pPr>
    <w:rPr>
      <w:rFonts w:ascii="MLStat" w:hAnsi="MLStat"/>
      <w:sz w:val="2"/>
    </w:rPr>
  </w:style>
  <w:style w:type="paragraph" w:customStyle="1" w:styleId="28">
    <w:name w:val="Balloon Text1"/>
    <w:basedOn w:val="1"/>
    <w:semiHidden/>
    <w:qFormat/>
    <w:uiPriority w:val="0"/>
    <w:rPr>
      <w:rFonts w:cs="MLStat"/>
      <w:sz w:val="16"/>
      <w:szCs w:val="16"/>
    </w:rPr>
  </w:style>
  <w:style w:type="paragraph" w:styleId="29">
    <w:name w:val="List Paragraph"/>
    <w:basedOn w:val="1"/>
    <w:qFormat/>
    <w:uiPriority w:val="34"/>
    <w:pPr>
      <w:spacing w:after="200" w:line="276" w:lineRule="auto"/>
      <w:ind w:left="720"/>
      <w:contextualSpacing/>
    </w:pPr>
    <w:rPr>
      <w:rFonts w:ascii="Calibri" w:hAnsi="Calibri" w:eastAsia="宋体"/>
      <w:szCs w:val="22"/>
      <w:lang w:val="en-US"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customXml" Target="../customXml/item2.xml"/><Relationship Id="rId13" Type="http://schemas.openxmlformats.org/officeDocument/2006/relationships/numbering" Target="numbering.xml"/><Relationship Id="rId12" Type="http://schemas.openxmlformats.org/officeDocument/2006/relationships/customXml" Target="../customXml/item1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C6D8226-01F2-4D63-8BA4-8ADD612F24F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376</Words>
  <Characters>384</Characters>
  <Lines>193</Lines>
  <Paragraphs>103</Paragraphs>
  <TotalTime>2</TotalTime>
  <ScaleCrop>false</ScaleCrop>
  <LinksUpToDate>false</LinksUpToDate>
  <CharactersWithSpaces>594</CharactersWithSpaces>
  <Application>WPS Office_11.1.0.12019_F1E327BC-269C-435d-A152-05C5408002CA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2016-04-11T07:18:00Z</dcterms:created>
  <dc:creator>chz3sgh</dc:creator>
  <cp:lastModifiedBy>guo ying</cp:lastModifiedBy>
  <cp:lastPrinted>2017-08-23T06:29:00Z</cp:lastPrinted>
  <dcterms:modified xsi:type="dcterms:W3CDTF">2022-09-08T01:35:41Z</dcterms:modified>
  <dc:title>Briefbogen</dc:title>
  <cp:revision>52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2052-11.1.0.12019</vt:lpwstr>
  </property>
  <property fmtid="{D5CDD505-2E9C-101B-9397-08002B2CF9AE}" pid="3" name="ICV">
    <vt:lpwstr>2C6E8015224F4E368367836C6F0C83F1</vt:lpwstr>
  </property>
</Properties>
</file>